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A82" w:rsidRDefault="00865A82" w:rsidP="00490D6A">
      <w:pPr>
        <w:spacing w:line="240" w:lineRule="auto"/>
        <w:jc w:val="both"/>
        <w:rPr>
          <w:szCs w:val="24"/>
        </w:rPr>
      </w:pPr>
    </w:p>
    <w:p w:rsidR="00865A82" w:rsidRDefault="00865A82" w:rsidP="00490D6A">
      <w:pPr>
        <w:spacing w:line="240" w:lineRule="auto"/>
        <w:rPr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9pt;width:50.95pt;height:64.1pt;z-index:251658240;mso-wrap-distance-left:9.05pt;mso-wrap-distance-right:9.05pt" filled="t">
            <v:fill color2="black"/>
            <v:imagedata r:id="rId5" o:title=""/>
          </v:shape>
        </w:pict>
      </w:r>
    </w:p>
    <w:p w:rsidR="00865A82" w:rsidRDefault="00865A82" w:rsidP="00490D6A">
      <w:pPr>
        <w:spacing w:line="240" w:lineRule="auto"/>
        <w:rPr>
          <w:szCs w:val="24"/>
        </w:rPr>
      </w:pPr>
    </w:p>
    <w:p w:rsidR="00865A82" w:rsidRDefault="00865A82" w:rsidP="00490D6A">
      <w:pPr>
        <w:spacing w:line="240" w:lineRule="auto"/>
        <w:rPr>
          <w:b/>
          <w:szCs w:val="24"/>
        </w:rPr>
      </w:pPr>
    </w:p>
    <w:p w:rsidR="00865A82" w:rsidRDefault="00865A82" w:rsidP="00490D6A">
      <w:pPr>
        <w:spacing w:line="240" w:lineRule="auto"/>
        <w:rPr>
          <w:b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2pt;margin-top:2.3pt;width:196pt;height:63.1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65A82" w:rsidRDefault="00865A82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865A82" w:rsidRDefault="00865A82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865A82" w:rsidRDefault="00865A82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865A82" w:rsidRDefault="00865A82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8" type="#_x0000_t202" style="position:absolute;margin-left:-1.5pt;margin-top:.9pt;width:199.5pt;height:62.3pt;z-index:251656192;mso-wrap-distance-left:9.05pt;mso-wrap-distance-right:9.05pt" stroked="f">
            <v:fill opacity="0" color2="black"/>
            <v:textbox style="mso-next-textbox:#_x0000_s1028" inset="0,0,0,0">
              <w:txbxContent>
                <w:p w:rsidR="00865A82" w:rsidRDefault="00865A82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865A82" w:rsidRDefault="00865A82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865A82" w:rsidRDefault="00865A82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865A82" w:rsidRDefault="00865A82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865A82" w:rsidRDefault="00865A82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865A82" w:rsidRDefault="00865A82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865A82" w:rsidRDefault="00865A82" w:rsidP="00490D6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865A82" w:rsidRDefault="00865A82" w:rsidP="00490D6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7pt" to="469pt,3.7pt" strokeweight=".26mm">
            <v:stroke joinstyle="miter"/>
          </v:line>
        </w:pict>
      </w:r>
    </w:p>
    <w:p w:rsidR="00865A82" w:rsidRDefault="00865A82" w:rsidP="00490D6A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865A82" w:rsidRDefault="00865A82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65A82" w:rsidRDefault="00865A82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«08» февраля  2016 год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</w:t>
      </w:r>
      <w:r>
        <w:rPr>
          <w:rFonts w:ascii="Times New Roman" w:hAnsi="Times New Roman"/>
          <w:sz w:val="26"/>
          <w:szCs w:val="26"/>
        </w:rPr>
        <w:tab/>
        <w:t xml:space="preserve">              № 106-п.</w:t>
      </w:r>
    </w:p>
    <w:p w:rsidR="00865A82" w:rsidRDefault="00865A82" w:rsidP="002B422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65A82" w:rsidRDefault="00865A82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постановление</w:t>
      </w:r>
    </w:p>
    <w:p w:rsidR="00865A82" w:rsidRDefault="00865A82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города Сорска</w:t>
      </w:r>
    </w:p>
    <w:p w:rsidR="00865A82" w:rsidRDefault="00865A82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№ 288-п от 05.06.2013 года</w:t>
      </w:r>
    </w:p>
    <w:p w:rsidR="00865A82" w:rsidRDefault="00865A82" w:rsidP="002B4228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«Об утверждении административного регламента</w:t>
      </w:r>
    </w:p>
    <w:p w:rsidR="00865A82" w:rsidRDefault="00865A82" w:rsidP="00174A4C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4E75B4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Предоставление земельных участков</w:t>
      </w:r>
    </w:p>
    <w:p w:rsidR="00865A82" w:rsidRDefault="00865A82" w:rsidP="00174A4C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для целей, связанных со строительством,</w:t>
      </w:r>
    </w:p>
    <w:p w:rsidR="00865A82" w:rsidRDefault="00865A82" w:rsidP="00BB5F4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 предварительным согласованием места размещения»</w:t>
      </w:r>
    </w:p>
    <w:p w:rsidR="00865A82" w:rsidRDefault="00865A82" w:rsidP="00BB5F4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(с изменениями от 06.11.2013 года № 609-п;</w:t>
      </w:r>
    </w:p>
    <w:p w:rsidR="00865A82" w:rsidRDefault="00865A82" w:rsidP="00BB5F48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30.12.2015г. № 911-п)</w:t>
      </w:r>
    </w:p>
    <w:p w:rsidR="00865A82" w:rsidRDefault="00865A82" w:rsidP="000851FD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65A82" w:rsidRPr="008D533C" w:rsidRDefault="00865A82" w:rsidP="008D533C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Pr="008D533C">
        <w:rPr>
          <w:rFonts w:ascii="Times New Roman" w:hAnsi="Times New Roman"/>
          <w:sz w:val="26"/>
          <w:szCs w:val="26"/>
        </w:rPr>
        <w:t xml:space="preserve">уководствуясь </w:t>
      </w:r>
      <w:r>
        <w:rPr>
          <w:rFonts w:ascii="Times New Roman" w:hAnsi="Times New Roman"/>
          <w:sz w:val="26"/>
          <w:szCs w:val="26"/>
        </w:rPr>
        <w:t xml:space="preserve">ст. 27 </w:t>
      </w:r>
      <w:r w:rsidRPr="008D533C">
        <w:rPr>
          <w:rFonts w:ascii="Times New Roman" w:hAnsi="Times New Roman"/>
          <w:sz w:val="26"/>
          <w:szCs w:val="26"/>
        </w:rPr>
        <w:t>Устав</w:t>
      </w:r>
      <w:r>
        <w:rPr>
          <w:rFonts w:ascii="Times New Roman" w:hAnsi="Times New Roman"/>
          <w:sz w:val="26"/>
          <w:szCs w:val="26"/>
        </w:rPr>
        <w:t>а</w:t>
      </w:r>
      <w:r w:rsidRPr="008D533C">
        <w:rPr>
          <w:rFonts w:ascii="Times New Roman" w:hAnsi="Times New Roman"/>
          <w:sz w:val="26"/>
          <w:szCs w:val="26"/>
        </w:rPr>
        <w:t xml:space="preserve"> муниципального образования город Сорск, администрация города Сорска</w:t>
      </w:r>
    </w:p>
    <w:p w:rsidR="00865A82" w:rsidRPr="008D533C" w:rsidRDefault="00865A82" w:rsidP="00B96FF7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8D533C">
        <w:rPr>
          <w:rFonts w:ascii="Times New Roman" w:hAnsi="Times New Roman"/>
          <w:sz w:val="26"/>
          <w:szCs w:val="26"/>
        </w:rPr>
        <w:t>ПОСТАНОВЛЯЕТ:</w:t>
      </w:r>
    </w:p>
    <w:p w:rsidR="00865A82" w:rsidRPr="008D533C" w:rsidRDefault="00865A82" w:rsidP="00B96FF7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8D533C">
        <w:rPr>
          <w:rFonts w:ascii="Times New Roman" w:hAnsi="Times New Roman"/>
          <w:sz w:val="26"/>
          <w:szCs w:val="26"/>
        </w:rPr>
        <w:t>1. Внести в постановление администрации города Сорска № 288-п от 05.06.2013 года «Об утверждении административного регламента «Предоставление земельных участков для целей, связанных со строительством, с предварительным согласованием места размещения» следующие изменения:</w:t>
      </w:r>
    </w:p>
    <w:p w:rsidR="00865A82" w:rsidRDefault="00865A82" w:rsidP="00B96FF7">
      <w:pPr>
        <w:autoSpaceDE w:val="0"/>
        <w:autoSpaceDN w:val="0"/>
        <w:adjustRightInd w:val="0"/>
        <w:spacing w:line="240" w:lineRule="auto"/>
        <w:ind w:firstLine="567"/>
        <w:jc w:val="both"/>
        <w:rPr>
          <w:szCs w:val="26"/>
        </w:rPr>
      </w:pPr>
      <w:r w:rsidRPr="008D533C">
        <w:rPr>
          <w:szCs w:val="26"/>
        </w:rPr>
        <w:t xml:space="preserve">1.1. </w:t>
      </w:r>
      <w:r>
        <w:rPr>
          <w:szCs w:val="26"/>
        </w:rPr>
        <w:t>В абзаце 2 подпункта 1.7.4 «Сведения о возможности получения информации» номер телефона «(8-39032)31-259» заменить на номер телефона «8 (39033) 24-355».</w:t>
      </w:r>
    </w:p>
    <w:p w:rsidR="00865A82" w:rsidRDefault="00865A82" w:rsidP="00B96FF7">
      <w:pPr>
        <w:autoSpaceDE w:val="0"/>
        <w:autoSpaceDN w:val="0"/>
        <w:adjustRightInd w:val="0"/>
        <w:spacing w:line="240" w:lineRule="auto"/>
        <w:ind w:firstLine="567"/>
        <w:jc w:val="both"/>
        <w:rPr>
          <w:szCs w:val="26"/>
        </w:rPr>
      </w:pPr>
      <w:r>
        <w:rPr>
          <w:szCs w:val="26"/>
        </w:rPr>
        <w:t>1.2. В абзаце 3 подпункта 1.7.4 «Сведения о возможности получения информации» номер телефона «(8-39032)31-260» заменить на номер телефона «8 (39033) 24-530».</w:t>
      </w:r>
    </w:p>
    <w:p w:rsidR="00865A82" w:rsidRPr="008D533C" w:rsidRDefault="00865A82" w:rsidP="00B96FF7">
      <w:pPr>
        <w:autoSpaceDE w:val="0"/>
        <w:autoSpaceDN w:val="0"/>
        <w:adjustRightInd w:val="0"/>
        <w:spacing w:line="240" w:lineRule="auto"/>
        <w:ind w:firstLine="567"/>
        <w:jc w:val="both"/>
        <w:rPr>
          <w:szCs w:val="26"/>
        </w:rPr>
      </w:pPr>
      <w:r>
        <w:rPr>
          <w:szCs w:val="26"/>
        </w:rPr>
        <w:t>1.3. В абзаце 6 подпункта 1.7.4 «Сведения о возможности получения информации» номер телефона «(8-39032)32682» заменить на номер телефона «8 (39033) 24-354».</w:t>
      </w:r>
    </w:p>
    <w:p w:rsidR="00865A82" w:rsidRPr="008D533C" w:rsidRDefault="00865A82" w:rsidP="00B96FF7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 w:rsidRPr="008D533C">
        <w:rPr>
          <w:rFonts w:ascii="Times New Roman" w:hAnsi="Times New Roman"/>
          <w:sz w:val="26"/>
          <w:szCs w:val="26"/>
        </w:rPr>
        <w:t>2.Опубликовать данное постановление в газете Сорский молибден и разместить на официальном сайте администрации города Сорска.</w:t>
      </w:r>
    </w:p>
    <w:p w:rsidR="00865A82" w:rsidRPr="008D533C" w:rsidRDefault="00865A82" w:rsidP="00B96FF7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8D533C">
        <w:rPr>
          <w:rFonts w:ascii="Times New Roman" w:hAnsi="Times New Roman"/>
          <w:sz w:val="26"/>
          <w:szCs w:val="26"/>
        </w:rPr>
        <w:t>. Контроль за исполнением административного регламента возложить на руководителя отдела по управлению муниципальным имуществом администрации города Сорска Республики Хакасия.</w:t>
      </w:r>
    </w:p>
    <w:p w:rsidR="00865A82" w:rsidRPr="008D533C" w:rsidRDefault="00865A82" w:rsidP="00B96FF7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8D533C">
        <w:rPr>
          <w:rFonts w:ascii="Times New Roman" w:hAnsi="Times New Roman"/>
          <w:sz w:val="26"/>
          <w:szCs w:val="26"/>
        </w:rPr>
        <w:t xml:space="preserve">. Контроль за </w:t>
      </w:r>
      <w:r>
        <w:rPr>
          <w:rFonts w:ascii="Times New Roman" w:hAnsi="Times New Roman"/>
          <w:sz w:val="26"/>
          <w:szCs w:val="26"/>
        </w:rPr>
        <w:t>ис</w:t>
      </w:r>
      <w:r w:rsidRPr="008D533C">
        <w:rPr>
          <w:rFonts w:ascii="Times New Roman" w:hAnsi="Times New Roman"/>
          <w:sz w:val="26"/>
          <w:szCs w:val="26"/>
        </w:rPr>
        <w:t>полнением постановления оставляю за собой.</w:t>
      </w:r>
    </w:p>
    <w:p w:rsidR="00865A82" w:rsidRDefault="00865A82" w:rsidP="00B96FF7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65A82" w:rsidRDefault="00865A82" w:rsidP="00E91D90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65A82" w:rsidRDefault="00865A82" w:rsidP="00E91D90">
      <w:pPr>
        <w:pStyle w:val="ConsPlusNormal"/>
        <w:widowControl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65A82" w:rsidRDefault="00865A82" w:rsidP="004E4645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города</w:t>
      </w:r>
      <w:r>
        <w:rPr>
          <w:rFonts w:ascii="Times New Roman" w:hAnsi="Times New Roman"/>
          <w:sz w:val="26"/>
          <w:szCs w:val="26"/>
        </w:rPr>
        <w:tab/>
        <w:t>Сорска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В.Ф. Найденов</w:t>
      </w:r>
    </w:p>
    <w:p w:rsidR="00865A82" w:rsidRDefault="00865A82" w:rsidP="004E4645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</w:p>
    <w:p w:rsidR="00865A82" w:rsidRDefault="00865A82" w:rsidP="004E4645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</w:p>
    <w:p w:rsidR="00865A82" w:rsidRDefault="00865A82" w:rsidP="004E4645">
      <w:pPr>
        <w:pStyle w:val="ConsPlusNormal"/>
        <w:widowControl/>
        <w:ind w:firstLine="567"/>
        <w:rPr>
          <w:rFonts w:ascii="Times New Roman" w:hAnsi="Times New Roman"/>
          <w:sz w:val="26"/>
          <w:szCs w:val="26"/>
        </w:rPr>
      </w:pPr>
    </w:p>
    <w:p w:rsidR="00865A82" w:rsidRDefault="00865A82" w:rsidP="00831C33">
      <w:pPr>
        <w:pStyle w:val="BodyText"/>
      </w:pPr>
    </w:p>
    <w:sectPr w:rsidR="00865A82" w:rsidSect="00E14E44">
      <w:pgSz w:w="11906" w:h="16838"/>
      <w:pgMar w:top="360" w:right="851" w:bottom="568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1AF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252B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37BD"/>
    <w:rsid w:val="00096288"/>
    <w:rsid w:val="00097BC7"/>
    <w:rsid w:val="00097E10"/>
    <w:rsid w:val="000A16B6"/>
    <w:rsid w:val="000A286A"/>
    <w:rsid w:val="000A2877"/>
    <w:rsid w:val="000A3071"/>
    <w:rsid w:val="000A3C87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F07A6"/>
    <w:rsid w:val="000F0E2E"/>
    <w:rsid w:val="000F1307"/>
    <w:rsid w:val="000F6425"/>
    <w:rsid w:val="00100818"/>
    <w:rsid w:val="001029E2"/>
    <w:rsid w:val="00102EAD"/>
    <w:rsid w:val="001100A0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5058"/>
    <w:rsid w:val="00156294"/>
    <w:rsid w:val="001567ED"/>
    <w:rsid w:val="0016503E"/>
    <w:rsid w:val="00171AE0"/>
    <w:rsid w:val="001726DA"/>
    <w:rsid w:val="001732EC"/>
    <w:rsid w:val="0017458C"/>
    <w:rsid w:val="00174A4C"/>
    <w:rsid w:val="00176033"/>
    <w:rsid w:val="00176359"/>
    <w:rsid w:val="00176AF8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1784"/>
    <w:rsid w:val="001A2057"/>
    <w:rsid w:val="001A3D5B"/>
    <w:rsid w:val="001A527A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BD1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34EE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412A"/>
    <w:rsid w:val="002743EC"/>
    <w:rsid w:val="00274442"/>
    <w:rsid w:val="00275C1B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587"/>
    <w:rsid w:val="00295CC4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24D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0B5"/>
    <w:rsid w:val="002C64A1"/>
    <w:rsid w:val="002C6F29"/>
    <w:rsid w:val="002D017B"/>
    <w:rsid w:val="002D062C"/>
    <w:rsid w:val="002D14D3"/>
    <w:rsid w:val="002D1B1C"/>
    <w:rsid w:val="002D2718"/>
    <w:rsid w:val="002D327C"/>
    <w:rsid w:val="002D3716"/>
    <w:rsid w:val="002D5222"/>
    <w:rsid w:val="002D5FA8"/>
    <w:rsid w:val="002D6170"/>
    <w:rsid w:val="002D7BF7"/>
    <w:rsid w:val="002E0D13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4F42"/>
    <w:rsid w:val="00315CCB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5B17"/>
    <w:rsid w:val="00366235"/>
    <w:rsid w:val="00366B2C"/>
    <w:rsid w:val="00367DB0"/>
    <w:rsid w:val="00367EE5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AEF"/>
    <w:rsid w:val="003C0FC9"/>
    <w:rsid w:val="003C1D43"/>
    <w:rsid w:val="003C2FD2"/>
    <w:rsid w:val="003C32B9"/>
    <w:rsid w:val="003C33BD"/>
    <w:rsid w:val="003C44E6"/>
    <w:rsid w:val="003C4833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0F6E"/>
    <w:rsid w:val="003F27D0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676DA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4645"/>
    <w:rsid w:val="004E5013"/>
    <w:rsid w:val="004E59E9"/>
    <w:rsid w:val="004E65B8"/>
    <w:rsid w:val="004E689D"/>
    <w:rsid w:val="004E730E"/>
    <w:rsid w:val="004E75B4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399D"/>
    <w:rsid w:val="00503E7F"/>
    <w:rsid w:val="005044EB"/>
    <w:rsid w:val="00506452"/>
    <w:rsid w:val="00507EF3"/>
    <w:rsid w:val="005133A6"/>
    <w:rsid w:val="005139AA"/>
    <w:rsid w:val="0051642F"/>
    <w:rsid w:val="00516DCE"/>
    <w:rsid w:val="00517BA6"/>
    <w:rsid w:val="005211A2"/>
    <w:rsid w:val="005220B8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B7FD2"/>
    <w:rsid w:val="005C12F3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17F60"/>
    <w:rsid w:val="0062094E"/>
    <w:rsid w:val="006239A6"/>
    <w:rsid w:val="0062429F"/>
    <w:rsid w:val="00625747"/>
    <w:rsid w:val="006269F6"/>
    <w:rsid w:val="0063323A"/>
    <w:rsid w:val="00633E9F"/>
    <w:rsid w:val="0063493E"/>
    <w:rsid w:val="006404FB"/>
    <w:rsid w:val="006406EE"/>
    <w:rsid w:val="00642088"/>
    <w:rsid w:val="00642694"/>
    <w:rsid w:val="00642F3A"/>
    <w:rsid w:val="00644B4B"/>
    <w:rsid w:val="00644D1F"/>
    <w:rsid w:val="00644FEB"/>
    <w:rsid w:val="006453D8"/>
    <w:rsid w:val="00646610"/>
    <w:rsid w:val="0064665C"/>
    <w:rsid w:val="00647A43"/>
    <w:rsid w:val="00650FBC"/>
    <w:rsid w:val="006510EF"/>
    <w:rsid w:val="0065161F"/>
    <w:rsid w:val="00651C7E"/>
    <w:rsid w:val="00652769"/>
    <w:rsid w:val="00653483"/>
    <w:rsid w:val="00653804"/>
    <w:rsid w:val="006552DB"/>
    <w:rsid w:val="00655C2B"/>
    <w:rsid w:val="00656E5D"/>
    <w:rsid w:val="006578E6"/>
    <w:rsid w:val="00657A40"/>
    <w:rsid w:val="00657E4C"/>
    <w:rsid w:val="00660067"/>
    <w:rsid w:val="006607D0"/>
    <w:rsid w:val="0066087E"/>
    <w:rsid w:val="00661430"/>
    <w:rsid w:val="006636DC"/>
    <w:rsid w:val="006645ED"/>
    <w:rsid w:val="006646B8"/>
    <w:rsid w:val="0066491F"/>
    <w:rsid w:val="00664973"/>
    <w:rsid w:val="006667DC"/>
    <w:rsid w:val="00666B16"/>
    <w:rsid w:val="00666D17"/>
    <w:rsid w:val="006714BC"/>
    <w:rsid w:val="00671543"/>
    <w:rsid w:val="006718BE"/>
    <w:rsid w:val="0067647D"/>
    <w:rsid w:val="00676763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089A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B2B"/>
    <w:rsid w:val="00777DA8"/>
    <w:rsid w:val="00780D4F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0DB"/>
    <w:rsid w:val="007A0BCD"/>
    <w:rsid w:val="007A0F4D"/>
    <w:rsid w:val="007A13DC"/>
    <w:rsid w:val="007A27CB"/>
    <w:rsid w:val="007A2DE0"/>
    <w:rsid w:val="007A36F2"/>
    <w:rsid w:val="007A4367"/>
    <w:rsid w:val="007A44EB"/>
    <w:rsid w:val="007A4CA6"/>
    <w:rsid w:val="007A510D"/>
    <w:rsid w:val="007A578A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322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23E5"/>
    <w:rsid w:val="007E3596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4E54"/>
    <w:rsid w:val="00816967"/>
    <w:rsid w:val="008207D4"/>
    <w:rsid w:val="008211D4"/>
    <w:rsid w:val="0082325A"/>
    <w:rsid w:val="00827C23"/>
    <w:rsid w:val="00827E8D"/>
    <w:rsid w:val="00830854"/>
    <w:rsid w:val="00831C33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3887"/>
    <w:rsid w:val="00853A3F"/>
    <w:rsid w:val="008565B4"/>
    <w:rsid w:val="0086029F"/>
    <w:rsid w:val="00861D3E"/>
    <w:rsid w:val="00865A82"/>
    <w:rsid w:val="00867C0B"/>
    <w:rsid w:val="00870D3D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D22FF"/>
    <w:rsid w:val="008D2731"/>
    <w:rsid w:val="008D346E"/>
    <w:rsid w:val="008D4098"/>
    <w:rsid w:val="008D533C"/>
    <w:rsid w:val="008D55C1"/>
    <w:rsid w:val="008D6A24"/>
    <w:rsid w:val="008D6E6F"/>
    <w:rsid w:val="008D788C"/>
    <w:rsid w:val="008E275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1A0E"/>
    <w:rsid w:val="00962798"/>
    <w:rsid w:val="00962B04"/>
    <w:rsid w:val="00965837"/>
    <w:rsid w:val="00965AF6"/>
    <w:rsid w:val="00966E52"/>
    <w:rsid w:val="00967270"/>
    <w:rsid w:val="00967C34"/>
    <w:rsid w:val="009737D8"/>
    <w:rsid w:val="00976B1C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3FAC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2EA9"/>
    <w:rsid w:val="00A130B1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4093A"/>
    <w:rsid w:val="00A41BB7"/>
    <w:rsid w:val="00A43FF0"/>
    <w:rsid w:val="00A45C07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C6838"/>
    <w:rsid w:val="00AD124B"/>
    <w:rsid w:val="00AD24EA"/>
    <w:rsid w:val="00AD2561"/>
    <w:rsid w:val="00AD290B"/>
    <w:rsid w:val="00AD2C06"/>
    <w:rsid w:val="00AD7365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7C87"/>
    <w:rsid w:val="00B001AF"/>
    <w:rsid w:val="00B00C84"/>
    <w:rsid w:val="00B04432"/>
    <w:rsid w:val="00B044F9"/>
    <w:rsid w:val="00B11EF0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3C02"/>
    <w:rsid w:val="00B95673"/>
    <w:rsid w:val="00B95C56"/>
    <w:rsid w:val="00B96FF7"/>
    <w:rsid w:val="00B978A9"/>
    <w:rsid w:val="00B97B24"/>
    <w:rsid w:val="00BA0D22"/>
    <w:rsid w:val="00BA3570"/>
    <w:rsid w:val="00BA4536"/>
    <w:rsid w:val="00BB1423"/>
    <w:rsid w:val="00BB5F48"/>
    <w:rsid w:val="00BC0ACA"/>
    <w:rsid w:val="00BC116D"/>
    <w:rsid w:val="00BC3F5C"/>
    <w:rsid w:val="00BC57DF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61BA"/>
    <w:rsid w:val="00BD6305"/>
    <w:rsid w:val="00BD6C32"/>
    <w:rsid w:val="00BE3B2F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411"/>
    <w:rsid w:val="00C107EC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4849"/>
    <w:rsid w:val="00C65947"/>
    <w:rsid w:val="00C65B92"/>
    <w:rsid w:val="00C65CEF"/>
    <w:rsid w:val="00C66F95"/>
    <w:rsid w:val="00C67C0A"/>
    <w:rsid w:val="00C7089E"/>
    <w:rsid w:val="00C713E1"/>
    <w:rsid w:val="00C7151C"/>
    <w:rsid w:val="00C73496"/>
    <w:rsid w:val="00C7474E"/>
    <w:rsid w:val="00C77522"/>
    <w:rsid w:val="00C81C38"/>
    <w:rsid w:val="00C8338A"/>
    <w:rsid w:val="00C83F7D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670D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58A1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2878"/>
    <w:rsid w:val="00D33434"/>
    <w:rsid w:val="00D335E2"/>
    <w:rsid w:val="00D336CA"/>
    <w:rsid w:val="00D34E68"/>
    <w:rsid w:val="00D364D4"/>
    <w:rsid w:val="00D40C43"/>
    <w:rsid w:val="00D41BD2"/>
    <w:rsid w:val="00D42F81"/>
    <w:rsid w:val="00D43C81"/>
    <w:rsid w:val="00D44386"/>
    <w:rsid w:val="00D456A9"/>
    <w:rsid w:val="00D4660A"/>
    <w:rsid w:val="00D502A1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480B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6A59"/>
    <w:rsid w:val="00DC737C"/>
    <w:rsid w:val="00DC7AED"/>
    <w:rsid w:val="00DD1F2F"/>
    <w:rsid w:val="00DD36F4"/>
    <w:rsid w:val="00DD45BE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4E44"/>
    <w:rsid w:val="00E1620C"/>
    <w:rsid w:val="00E16C06"/>
    <w:rsid w:val="00E172E8"/>
    <w:rsid w:val="00E2257C"/>
    <w:rsid w:val="00E2430A"/>
    <w:rsid w:val="00E24DD3"/>
    <w:rsid w:val="00E2510B"/>
    <w:rsid w:val="00E25468"/>
    <w:rsid w:val="00E262FF"/>
    <w:rsid w:val="00E311B8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3E54"/>
    <w:rsid w:val="00E8507B"/>
    <w:rsid w:val="00E87443"/>
    <w:rsid w:val="00E90C50"/>
    <w:rsid w:val="00E91D9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4B93"/>
    <w:rsid w:val="00EA67F2"/>
    <w:rsid w:val="00EB0D11"/>
    <w:rsid w:val="00EB0DE7"/>
    <w:rsid w:val="00EB24B0"/>
    <w:rsid w:val="00EB3293"/>
    <w:rsid w:val="00EB3407"/>
    <w:rsid w:val="00EB3EC3"/>
    <w:rsid w:val="00EB6275"/>
    <w:rsid w:val="00EB69FF"/>
    <w:rsid w:val="00EC1904"/>
    <w:rsid w:val="00EC3898"/>
    <w:rsid w:val="00EC3C8D"/>
    <w:rsid w:val="00EC4527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1876"/>
    <w:rsid w:val="00EF2241"/>
    <w:rsid w:val="00EF2C4D"/>
    <w:rsid w:val="00EF35E5"/>
    <w:rsid w:val="00EF4FCE"/>
    <w:rsid w:val="00EF522F"/>
    <w:rsid w:val="00EF5678"/>
    <w:rsid w:val="00EF7B23"/>
    <w:rsid w:val="00F0200F"/>
    <w:rsid w:val="00F02263"/>
    <w:rsid w:val="00F03511"/>
    <w:rsid w:val="00F05986"/>
    <w:rsid w:val="00F06318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0FE3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1EB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3E9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25F4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05"/>
    <w:pPr>
      <w:spacing w:line="276" w:lineRule="auto"/>
    </w:pPr>
    <w:rPr>
      <w:sz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87A81"/>
    <w:rPr>
      <w:rFonts w:eastAsia="Times New Roman" w:cs="Times New Roman"/>
      <w:sz w:val="28"/>
    </w:rPr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113705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1">
    <w:name w:val="Абзац списка1"/>
    <w:basedOn w:val="Normal"/>
    <w:uiPriority w:val="99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NormalWeb">
    <w:name w:val="Normal (Web)"/>
    <w:aliases w:val="Обычный (веб) Знак1,Обычный (веб) Знак Знак"/>
    <w:basedOn w:val="Normal"/>
    <w:link w:val="NormalWebChar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NormalWebChar">
    <w:name w:val="Normal (Web) Char"/>
    <w:aliases w:val="Обычный (веб) Знак1 Char,Обычный (веб) Знак Знак Char"/>
    <w:link w:val="NormalWeb"/>
    <w:uiPriority w:val="99"/>
    <w:locked/>
    <w:rsid w:val="00D11AC3"/>
    <w:rPr>
      <w:rFonts w:eastAsia="SimSun"/>
      <w:sz w:val="16"/>
    </w:rPr>
  </w:style>
  <w:style w:type="character" w:customStyle="1" w:styleId="ConsPlusNormal0">
    <w:name w:val="ConsPlusNormal Знак"/>
    <w:link w:val="ConsPlusNormal"/>
    <w:uiPriority w:val="99"/>
    <w:locked/>
    <w:rsid w:val="00D11AC3"/>
    <w:rPr>
      <w:rFonts w:ascii="Arial" w:hAnsi="Arial"/>
      <w:sz w:val="22"/>
      <w:lang w:val="ru-RU" w:eastAsia="ru-RU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87A81"/>
    <w:rPr>
      <w:rFonts w:eastAsia="Times New Roman" w:cs="Times New Roman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87A81"/>
    <w:rPr>
      <w:rFonts w:eastAsia="Times New Roman" w:cs="Times New Roman"/>
      <w:sz w:val="28"/>
    </w:rPr>
  </w:style>
  <w:style w:type="paragraph" w:customStyle="1" w:styleId="10">
    <w:name w:val="Текст1"/>
    <w:basedOn w:val="Normal"/>
    <w:link w:val="11"/>
    <w:uiPriority w:val="99"/>
    <w:rsid w:val="00CD6302"/>
    <w:pPr>
      <w:spacing w:line="240" w:lineRule="auto"/>
      <w:ind w:firstLine="709"/>
      <w:jc w:val="both"/>
    </w:pPr>
    <w:rPr>
      <w:rFonts w:eastAsia="Times New Roman"/>
      <w:sz w:val="24"/>
      <w:szCs w:val="20"/>
      <w:lang w:eastAsia="ru-RU"/>
    </w:rPr>
  </w:style>
  <w:style w:type="paragraph" w:customStyle="1" w:styleId="a">
    <w:name w:val="ненумер список"/>
    <w:basedOn w:val="10"/>
    <w:link w:val="a0"/>
    <w:uiPriority w:val="99"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uiPriority w:val="99"/>
    <w:locked/>
    <w:rsid w:val="00CD6302"/>
    <w:rPr>
      <w:rFonts w:eastAsia="Times New Roman"/>
      <w:sz w:val="24"/>
    </w:rPr>
  </w:style>
  <w:style w:type="character" w:customStyle="1" w:styleId="a0">
    <w:name w:val="ненумер список Знак"/>
    <w:link w:val="a"/>
    <w:uiPriority w:val="99"/>
    <w:locked/>
    <w:rsid w:val="00CD6302"/>
    <w:rPr>
      <w:rFonts w:eastAsia="Times New Roman"/>
      <w:sz w:val="24"/>
    </w:rPr>
  </w:style>
  <w:style w:type="paragraph" w:customStyle="1" w:styleId="Default">
    <w:name w:val="Default"/>
    <w:uiPriority w:val="99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4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195</TotalTime>
  <Pages>1</Pages>
  <Words>250</Words>
  <Characters>1430</Characters>
  <Application>Microsoft Office Outlook</Application>
  <DocSecurity>0</DocSecurity>
  <Lines>0</Lines>
  <Paragraphs>0</Paragraphs>
  <ScaleCrop>false</ScaleCrop>
  <Company>2BGroup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dc:description/>
  <cp:lastModifiedBy>Мунуслуги</cp:lastModifiedBy>
  <cp:revision>25</cp:revision>
  <cp:lastPrinted>2016-02-05T06:21:00Z</cp:lastPrinted>
  <dcterms:created xsi:type="dcterms:W3CDTF">2013-11-01T06:32:00Z</dcterms:created>
  <dcterms:modified xsi:type="dcterms:W3CDTF">2016-06-24T01:50:00Z</dcterms:modified>
</cp:coreProperties>
</file>