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0EC" w:rsidRDefault="002D00EC" w:rsidP="00490D6A">
      <w:pPr>
        <w:spacing w:line="240" w:lineRule="auto"/>
        <w:jc w:val="both"/>
        <w:rPr>
          <w:szCs w:val="24"/>
        </w:rPr>
      </w:pPr>
    </w:p>
    <w:p w:rsidR="002D00EC" w:rsidRDefault="002D00EC" w:rsidP="00490D6A">
      <w:pPr>
        <w:spacing w:line="240" w:lineRule="auto"/>
        <w:rPr>
          <w:szCs w:val="24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pt;margin-top:-9pt;width:50.95pt;height:64.1pt;z-index:251658240;mso-wrap-distance-left:9.05pt;mso-wrap-distance-right:9.05pt" filled="t">
            <v:fill color2="black"/>
            <v:imagedata r:id="rId5" o:title=""/>
          </v:shape>
        </w:pict>
      </w:r>
    </w:p>
    <w:p w:rsidR="002D00EC" w:rsidRDefault="002D00EC" w:rsidP="00490D6A">
      <w:pPr>
        <w:spacing w:line="240" w:lineRule="auto"/>
        <w:rPr>
          <w:szCs w:val="24"/>
        </w:rPr>
      </w:pPr>
    </w:p>
    <w:p w:rsidR="002D00EC" w:rsidRDefault="002D00EC" w:rsidP="00490D6A">
      <w:pPr>
        <w:spacing w:line="240" w:lineRule="auto"/>
        <w:rPr>
          <w:b/>
          <w:szCs w:val="24"/>
        </w:rPr>
      </w:pPr>
    </w:p>
    <w:p w:rsidR="002D00EC" w:rsidRDefault="002D00EC" w:rsidP="00490D6A">
      <w:pPr>
        <w:spacing w:line="240" w:lineRule="auto"/>
        <w:rPr>
          <w:b/>
          <w:szCs w:val="24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72pt;margin-top:2.3pt;width:196pt;height:63.15pt;z-index:251657216;mso-wrap-distance-left:9.05pt;mso-wrap-distance-right:9.05pt" stroked="f">
            <v:fill opacity="0" color2="black"/>
            <v:textbox style="mso-next-textbox:#_x0000_s1027" inset="0,0,0,0">
              <w:txbxContent>
                <w:p w:rsidR="002D00EC" w:rsidRDefault="002D00EC" w:rsidP="00FF4F88">
                  <w:pPr>
                    <w:spacing w:line="240" w:lineRule="auto"/>
                    <w:ind w:right="-57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РОССИЯ ФЕДЕРАЦИЯЗЫ</w:t>
                  </w:r>
                </w:p>
                <w:p w:rsidR="002D00EC" w:rsidRDefault="002D00EC" w:rsidP="00FF4F88">
                  <w:pPr>
                    <w:spacing w:line="240" w:lineRule="auto"/>
                    <w:ind w:right="-57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ХАКАС РЕСПУБЛИКАЗЫ</w:t>
                  </w:r>
                </w:p>
                <w:p w:rsidR="002D00EC" w:rsidRDefault="002D00EC" w:rsidP="00FF4F88">
                  <w:pPr>
                    <w:spacing w:line="240" w:lineRule="auto"/>
                    <w:ind w:right="-57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СОРЫҒ ГОРОДТЫҢ</w:t>
                  </w:r>
                </w:p>
                <w:p w:rsidR="002D00EC" w:rsidRDefault="002D00EC" w:rsidP="00FF4F88">
                  <w:pPr>
                    <w:spacing w:line="240" w:lineRule="auto"/>
                    <w:ind w:left="-110" w:right="-180" w:hanging="110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УСТА</w:t>
                  </w:r>
                  <w:r>
                    <w:rPr>
                      <w:b/>
                      <w:szCs w:val="26"/>
                      <w:lang w:val="en-US"/>
                    </w:rPr>
                    <w:t>Ғ</w:t>
                  </w:r>
                  <w:r>
                    <w:rPr>
                      <w:b/>
                      <w:szCs w:val="26"/>
                    </w:rPr>
                    <w:t xml:space="preserve"> – ПАСТАА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28" type="#_x0000_t202" style="position:absolute;margin-left:-1.5pt;margin-top:.9pt;width:199.5pt;height:62.3pt;z-index:251656192;mso-wrap-distance-left:9.05pt;mso-wrap-distance-right:9.05pt" stroked="f">
            <v:fill opacity="0" color2="black"/>
            <v:textbox style="mso-next-textbox:#_x0000_s1028" inset="0,0,0,0">
              <w:txbxContent>
                <w:p w:rsidR="002D00EC" w:rsidRDefault="002D00EC" w:rsidP="00FF4F88">
                  <w:pPr>
                    <w:spacing w:line="240" w:lineRule="auto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РОССИЙСКАЯ ФЕДЕРАЦИЯ</w:t>
                  </w:r>
                </w:p>
                <w:p w:rsidR="002D00EC" w:rsidRDefault="002D00EC" w:rsidP="00FF4F88">
                  <w:pPr>
                    <w:spacing w:line="240" w:lineRule="auto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РЕСПУБЛИКА ХАКАСИЯ</w:t>
                  </w:r>
                </w:p>
                <w:p w:rsidR="002D00EC" w:rsidRDefault="002D00EC" w:rsidP="00FF4F88">
                  <w:pPr>
                    <w:spacing w:line="240" w:lineRule="auto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АДМИНИСТРАЦИЯ</w:t>
                  </w:r>
                </w:p>
                <w:p w:rsidR="002D00EC" w:rsidRDefault="002D00EC" w:rsidP="00FF4F88">
                  <w:pPr>
                    <w:spacing w:line="240" w:lineRule="auto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ГОРОДА СОРСКА</w:t>
                  </w:r>
                </w:p>
              </w:txbxContent>
            </v:textbox>
          </v:shape>
        </w:pict>
      </w:r>
    </w:p>
    <w:p w:rsidR="002D00EC" w:rsidRDefault="002D00EC" w:rsidP="00490D6A">
      <w:pPr>
        <w:spacing w:line="240" w:lineRule="auto"/>
        <w:ind w:firstLine="360"/>
        <w:jc w:val="center"/>
        <w:rPr>
          <w:b/>
          <w:szCs w:val="26"/>
        </w:rPr>
      </w:pPr>
    </w:p>
    <w:p w:rsidR="002D00EC" w:rsidRDefault="002D00EC" w:rsidP="00490D6A">
      <w:pPr>
        <w:spacing w:line="240" w:lineRule="auto"/>
        <w:ind w:firstLine="360"/>
        <w:jc w:val="center"/>
        <w:rPr>
          <w:b/>
          <w:szCs w:val="26"/>
        </w:rPr>
      </w:pPr>
    </w:p>
    <w:p w:rsidR="002D00EC" w:rsidRDefault="002D00EC" w:rsidP="00490D6A">
      <w:pPr>
        <w:pStyle w:val="ConsPlusNormal"/>
        <w:widowControl/>
        <w:ind w:left="540" w:firstLine="0"/>
        <w:jc w:val="center"/>
        <w:rPr>
          <w:rFonts w:ascii="Times New Roman" w:hAnsi="Times New Roman"/>
          <w:b/>
          <w:sz w:val="26"/>
          <w:szCs w:val="26"/>
          <w:lang w:eastAsia="ar-SA"/>
        </w:rPr>
      </w:pPr>
    </w:p>
    <w:p w:rsidR="002D00EC" w:rsidRDefault="002D00EC" w:rsidP="00490D6A">
      <w:pPr>
        <w:pStyle w:val="ConsPlusNormal"/>
        <w:widowControl/>
        <w:ind w:left="540" w:firstLine="0"/>
        <w:jc w:val="center"/>
        <w:rPr>
          <w:rFonts w:ascii="Times New Roman" w:hAnsi="Times New Roman"/>
          <w:b/>
          <w:sz w:val="26"/>
          <w:szCs w:val="26"/>
        </w:rPr>
      </w:pPr>
      <w:r>
        <w:rPr>
          <w:noProof/>
        </w:rPr>
        <w:pict>
          <v:line id="_x0000_s1029" style="position:absolute;left:0;text-align:left;z-index:251659264" from="18pt,3.7pt" to="469pt,3.7pt" strokeweight=".26mm">
            <v:stroke joinstyle="miter"/>
          </v:line>
        </w:pict>
      </w:r>
    </w:p>
    <w:p w:rsidR="002D00EC" w:rsidRDefault="002D00EC" w:rsidP="00490D6A">
      <w:pPr>
        <w:pStyle w:val="ConsPlusNormal"/>
        <w:widowControl/>
        <w:ind w:left="540" w:firstLine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ПОСТАНОВЛЕНИЕ</w:t>
      </w:r>
    </w:p>
    <w:p w:rsidR="002D00EC" w:rsidRDefault="002D00EC" w:rsidP="002B4228">
      <w:pPr>
        <w:pStyle w:val="ConsPlusNormal"/>
        <w:widowControl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2D00EC" w:rsidRDefault="002D00EC" w:rsidP="002B4228">
      <w:pPr>
        <w:pStyle w:val="ConsPlusNormal"/>
        <w:widowControl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«08» февраля  2016 год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№ 107-п.</w:t>
      </w:r>
    </w:p>
    <w:p w:rsidR="002D00EC" w:rsidRDefault="002D00EC" w:rsidP="00BF7B9B">
      <w:pPr>
        <w:pStyle w:val="ConsPlusNormal"/>
        <w:widowControl/>
        <w:ind w:firstLine="0"/>
        <w:jc w:val="both"/>
        <w:rPr>
          <w:rFonts w:ascii="Times New Roman" w:hAnsi="Times New Roman"/>
          <w:sz w:val="26"/>
          <w:szCs w:val="26"/>
        </w:rPr>
      </w:pPr>
    </w:p>
    <w:p w:rsidR="002D00EC" w:rsidRDefault="002D00EC" w:rsidP="002B4228">
      <w:pPr>
        <w:pStyle w:val="ConsPlusNormal"/>
        <w:widowControl/>
        <w:ind w:firstLine="56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 внесении изменений в постановление</w:t>
      </w:r>
    </w:p>
    <w:p w:rsidR="002D00EC" w:rsidRDefault="002D00EC" w:rsidP="002B4228">
      <w:pPr>
        <w:pStyle w:val="ConsPlusNormal"/>
        <w:widowControl/>
        <w:ind w:firstLine="56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администрации города Сорска</w:t>
      </w:r>
    </w:p>
    <w:p w:rsidR="002D00EC" w:rsidRDefault="002D00EC" w:rsidP="002B4228">
      <w:pPr>
        <w:pStyle w:val="ConsPlusNormal"/>
        <w:widowControl/>
        <w:ind w:firstLine="56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№ 287-п от 05.06.2013 года</w:t>
      </w:r>
    </w:p>
    <w:p w:rsidR="002D00EC" w:rsidRDefault="002D00EC" w:rsidP="002B4228">
      <w:pPr>
        <w:pStyle w:val="ConsPlusNormal"/>
        <w:widowControl/>
        <w:ind w:firstLine="56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«Об утверждении административного регламента </w:t>
      </w:r>
    </w:p>
    <w:p w:rsidR="002D00EC" w:rsidRDefault="002D00EC" w:rsidP="002B4228">
      <w:pPr>
        <w:pStyle w:val="ConsPlusNormal"/>
        <w:widowControl/>
        <w:ind w:firstLine="56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предоставления муниципальной услуги</w:t>
      </w:r>
    </w:p>
    <w:p w:rsidR="002D00EC" w:rsidRDefault="002D00EC" w:rsidP="000851FD">
      <w:pPr>
        <w:pStyle w:val="ConsPlusNormal"/>
        <w:widowControl/>
        <w:ind w:firstLine="567"/>
        <w:jc w:val="both"/>
        <w:rPr>
          <w:rFonts w:ascii="Times New Roman" w:hAnsi="Times New Roman"/>
          <w:sz w:val="26"/>
          <w:szCs w:val="26"/>
        </w:rPr>
      </w:pPr>
      <w:r w:rsidRPr="004E75B4">
        <w:rPr>
          <w:rFonts w:ascii="Times New Roman" w:hAnsi="Times New Roman"/>
          <w:sz w:val="26"/>
          <w:szCs w:val="26"/>
        </w:rPr>
        <w:t xml:space="preserve">«Предоставление </w:t>
      </w:r>
      <w:r>
        <w:rPr>
          <w:rFonts w:ascii="Times New Roman" w:hAnsi="Times New Roman"/>
          <w:sz w:val="26"/>
          <w:szCs w:val="26"/>
        </w:rPr>
        <w:t>земельных участков</w:t>
      </w:r>
    </w:p>
    <w:p w:rsidR="002D00EC" w:rsidRDefault="002D00EC" w:rsidP="000851FD">
      <w:pPr>
        <w:pStyle w:val="ConsPlusNormal"/>
        <w:widowControl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для индивидуального жилищного строительства»</w:t>
      </w:r>
    </w:p>
    <w:p w:rsidR="002D00EC" w:rsidRDefault="002D00EC" w:rsidP="000851FD">
      <w:pPr>
        <w:pStyle w:val="ConsPlusNormal"/>
        <w:widowControl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(с изменениями от 06.11.2013 № 612-п;</w:t>
      </w:r>
    </w:p>
    <w:p w:rsidR="002D00EC" w:rsidRDefault="002D00EC" w:rsidP="000851FD">
      <w:pPr>
        <w:pStyle w:val="ConsPlusNormal"/>
        <w:widowControl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 30.12.2015г. № 909-п)</w:t>
      </w:r>
    </w:p>
    <w:p w:rsidR="002D00EC" w:rsidRDefault="002D00EC" w:rsidP="000851FD">
      <w:pPr>
        <w:pStyle w:val="ConsPlusNormal"/>
        <w:widowControl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2D00EC" w:rsidRDefault="002D00EC" w:rsidP="00181227">
      <w:pPr>
        <w:pStyle w:val="ConsPlusNormal"/>
        <w:widowControl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Руководствуясь ст. 27 Устава муниципального образования город Сорск, администрация города Сорска</w:t>
      </w:r>
    </w:p>
    <w:p w:rsidR="002D00EC" w:rsidRDefault="002D00EC" w:rsidP="002B4228">
      <w:pPr>
        <w:pStyle w:val="ConsPlusNormal"/>
        <w:widowControl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ПОСТАНОВЛЯЕТ:</w:t>
      </w:r>
    </w:p>
    <w:p w:rsidR="002D00EC" w:rsidRDefault="002D00EC" w:rsidP="00E741CF">
      <w:pPr>
        <w:pStyle w:val="ConsPlusNormal"/>
        <w:widowControl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1.Внести в постановление администрации города Сорска № 287-п от 05.06.2013 года «Об утверждении административного регламента предоставления муниципальной услуги </w:t>
      </w:r>
      <w:r w:rsidRPr="004E75B4">
        <w:rPr>
          <w:rFonts w:ascii="Times New Roman" w:hAnsi="Times New Roman"/>
          <w:sz w:val="26"/>
          <w:szCs w:val="26"/>
        </w:rPr>
        <w:t xml:space="preserve">«Предоставление </w:t>
      </w:r>
      <w:r>
        <w:rPr>
          <w:rFonts w:ascii="Times New Roman" w:hAnsi="Times New Roman"/>
          <w:sz w:val="26"/>
          <w:szCs w:val="26"/>
        </w:rPr>
        <w:t>земельных участков для индивидуального жилищного строительства» следующие изменения:</w:t>
      </w:r>
    </w:p>
    <w:p w:rsidR="002D00EC" w:rsidRDefault="002D00EC" w:rsidP="007D4DE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Cs w:val="26"/>
        </w:rPr>
      </w:pPr>
      <w:r w:rsidRPr="0012369F">
        <w:rPr>
          <w:szCs w:val="26"/>
        </w:rPr>
        <w:t xml:space="preserve">1.1. </w:t>
      </w:r>
      <w:r>
        <w:rPr>
          <w:szCs w:val="26"/>
        </w:rPr>
        <w:t xml:space="preserve">Раздел «Сведения о возможности получения информации» пункта 1.7 изменить и изложить в следующей редакции: </w:t>
      </w:r>
    </w:p>
    <w:p w:rsidR="002D00EC" w:rsidRPr="008A130C" w:rsidRDefault="002D00EC" w:rsidP="007D4DE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</w:pPr>
      <w:r>
        <w:rPr>
          <w:szCs w:val="26"/>
        </w:rPr>
        <w:t>«</w:t>
      </w:r>
      <w:r w:rsidRPr="008A130C">
        <w:t>Телефоны для справок и адреса сайтов:</w:t>
      </w:r>
    </w:p>
    <w:p w:rsidR="002D00EC" w:rsidRPr="008A130C" w:rsidRDefault="002D00EC" w:rsidP="007D4DE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</w:pPr>
      <w:r>
        <w:t>-секретарь приемной: (8-39033) 24-355</w:t>
      </w:r>
      <w:r w:rsidRPr="008A130C">
        <w:t>;</w:t>
      </w:r>
    </w:p>
    <w:p w:rsidR="002D00EC" w:rsidRPr="008A130C" w:rsidRDefault="002D00EC" w:rsidP="007D4DE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</w:pPr>
      <w:r w:rsidRPr="008A130C">
        <w:t>-</w:t>
      </w:r>
      <w:r>
        <w:t>отдел</w:t>
      </w:r>
      <w:r w:rsidRPr="00541D5A">
        <w:t xml:space="preserve"> по управлению муниципальным имуществом администрации города Сорска:</w:t>
      </w:r>
      <w:r>
        <w:t xml:space="preserve"> (8-39033) 24-530</w:t>
      </w:r>
      <w:r w:rsidRPr="008A130C">
        <w:t>;</w:t>
      </w:r>
    </w:p>
    <w:p w:rsidR="002D00EC" w:rsidRPr="008A130C" w:rsidRDefault="002D00EC" w:rsidP="007D4DE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</w:pPr>
      <w:r w:rsidRPr="008A130C">
        <w:t>-официальный сайт администрации: www.sorsk-adm.ru</w:t>
      </w:r>
    </w:p>
    <w:p w:rsidR="002D00EC" w:rsidRPr="008A130C" w:rsidRDefault="002D00EC" w:rsidP="007D4DE7">
      <w:pPr>
        <w:autoSpaceDE w:val="0"/>
        <w:autoSpaceDN w:val="0"/>
        <w:adjustRightInd w:val="0"/>
        <w:spacing w:line="240" w:lineRule="auto"/>
        <w:ind w:firstLine="709"/>
        <w:jc w:val="both"/>
        <w:outlineLvl w:val="1"/>
        <w:rPr>
          <w:color w:val="000000"/>
        </w:rPr>
      </w:pPr>
      <w:r w:rsidRPr="008A130C">
        <w:t xml:space="preserve">-электронная почта администрации: </w:t>
      </w:r>
      <w:hyperlink r:id="rId6" w:history="1">
        <w:r w:rsidRPr="008A130C">
          <w:rPr>
            <w:rStyle w:val="Hyperlink"/>
          </w:rPr>
          <w:t>a</w:t>
        </w:r>
        <w:r w:rsidRPr="008A130C">
          <w:rPr>
            <w:rStyle w:val="Hyperlink"/>
            <w:lang w:val="en-US"/>
          </w:rPr>
          <w:t>sorsk</w:t>
        </w:r>
        <w:r w:rsidRPr="008A130C">
          <w:rPr>
            <w:rStyle w:val="Hyperlink"/>
          </w:rPr>
          <w:t>@</w:t>
        </w:r>
        <w:r w:rsidRPr="008A130C">
          <w:rPr>
            <w:rStyle w:val="Hyperlink"/>
            <w:lang w:val="en-US"/>
          </w:rPr>
          <w:t>bk</w:t>
        </w:r>
        <w:r w:rsidRPr="008A130C">
          <w:rPr>
            <w:rStyle w:val="Hyperlink"/>
          </w:rPr>
          <w:t>.ru</w:t>
        </w:r>
      </w:hyperlink>
      <w:r w:rsidRPr="008A130C">
        <w:rPr>
          <w:color w:val="000000"/>
        </w:rPr>
        <w:t>;</w:t>
      </w:r>
    </w:p>
    <w:p w:rsidR="002D00EC" w:rsidRPr="007D4DE7" w:rsidRDefault="002D00EC" w:rsidP="007D4DE7">
      <w:pPr>
        <w:autoSpaceDE w:val="0"/>
        <w:autoSpaceDN w:val="0"/>
        <w:adjustRightInd w:val="0"/>
        <w:spacing w:line="240" w:lineRule="auto"/>
        <w:ind w:firstLine="709"/>
        <w:jc w:val="both"/>
        <w:outlineLvl w:val="1"/>
        <w:rPr>
          <w:color w:val="000000"/>
        </w:rPr>
      </w:pPr>
      <w:r>
        <w:rPr>
          <w:color w:val="000000"/>
        </w:rPr>
        <w:t>-факс: (8-39033) 24-354».</w:t>
      </w:r>
    </w:p>
    <w:p w:rsidR="002D00EC" w:rsidRDefault="002D00EC" w:rsidP="006E682B">
      <w:pPr>
        <w:pStyle w:val="ConsPlusNormal"/>
        <w:widowControl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Pr="006E682B">
        <w:rPr>
          <w:rFonts w:ascii="Times New Roman" w:hAnsi="Times New Roman"/>
          <w:sz w:val="26"/>
          <w:szCs w:val="26"/>
        </w:rPr>
        <w:t xml:space="preserve">2.Опубликовать данное постановление в газете Сорский </w:t>
      </w:r>
      <w:r>
        <w:rPr>
          <w:rFonts w:ascii="Times New Roman" w:hAnsi="Times New Roman"/>
          <w:sz w:val="26"/>
          <w:szCs w:val="26"/>
        </w:rPr>
        <w:t>м</w:t>
      </w:r>
      <w:r w:rsidRPr="006E682B">
        <w:rPr>
          <w:rFonts w:ascii="Times New Roman" w:hAnsi="Times New Roman"/>
          <w:sz w:val="26"/>
          <w:szCs w:val="26"/>
        </w:rPr>
        <w:t>олибден и разместить на официальном сайте администрации города Сорска.</w:t>
      </w:r>
    </w:p>
    <w:p w:rsidR="002D00EC" w:rsidRPr="006E682B" w:rsidRDefault="002D00EC" w:rsidP="005C45B6">
      <w:pPr>
        <w:pStyle w:val="ConsPlusNormal"/>
        <w:widowControl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 Контроль за исполнением административного регламента возложить на руководителя отдела по управлению муниципальным имуществом администрации города Сорска Республики Хакасия.</w:t>
      </w:r>
    </w:p>
    <w:p w:rsidR="002D00EC" w:rsidRPr="006E682B" w:rsidRDefault="002D00EC" w:rsidP="005C45B6">
      <w:pPr>
        <w:pStyle w:val="ConsPlusNormal"/>
        <w:widowControl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</w:t>
      </w:r>
      <w:r w:rsidRPr="006E682B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 xml:space="preserve"> Контроль за исполнением постановления оставляю за собой</w:t>
      </w:r>
      <w:r w:rsidRPr="006E682B">
        <w:rPr>
          <w:rFonts w:ascii="Times New Roman" w:hAnsi="Times New Roman"/>
          <w:sz w:val="26"/>
          <w:szCs w:val="26"/>
        </w:rPr>
        <w:t>.</w:t>
      </w:r>
    </w:p>
    <w:p w:rsidR="002D00EC" w:rsidRDefault="002D00EC" w:rsidP="006E682B">
      <w:pPr>
        <w:pStyle w:val="ConsPlusNormal"/>
        <w:widowControl/>
        <w:ind w:firstLine="426"/>
        <w:jc w:val="both"/>
        <w:rPr>
          <w:rFonts w:ascii="Times New Roman" w:hAnsi="Times New Roman"/>
          <w:sz w:val="26"/>
          <w:szCs w:val="26"/>
        </w:rPr>
      </w:pPr>
    </w:p>
    <w:p w:rsidR="002D00EC" w:rsidRDefault="002D00EC" w:rsidP="006E682B">
      <w:pPr>
        <w:pStyle w:val="ConsPlusNormal"/>
        <w:widowControl/>
        <w:ind w:firstLine="426"/>
        <w:jc w:val="both"/>
        <w:rPr>
          <w:rFonts w:ascii="Times New Roman" w:hAnsi="Times New Roman"/>
          <w:sz w:val="26"/>
          <w:szCs w:val="26"/>
        </w:rPr>
      </w:pPr>
    </w:p>
    <w:p w:rsidR="002D00EC" w:rsidRDefault="002D00EC" w:rsidP="006E682B">
      <w:pPr>
        <w:pStyle w:val="ConsPlusNormal"/>
        <w:widowControl/>
        <w:ind w:firstLine="426"/>
        <w:jc w:val="both"/>
        <w:rPr>
          <w:rFonts w:ascii="Times New Roman" w:hAnsi="Times New Roman"/>
          <w:sz w:val="26"/>
          <w:szCs w:val="26"/>
        </w:rPr>
      </w:pPr>
    </w:p>
    <w:p w:rsidR="002D00EC" w:rsidRDefault="002D00EC" w:rsidP="003147A1">
      <w:pPr>
        <w:pStyle w:val="ConsPlusNormal"/>
        <w:widowControl/>
        <w:ind w:firstLine="56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Глава города</w:t>
      </w:r>
      <w:r>
        <w:rPr>
          <w:rFonts w:ascii="Times New Roman" w:hAnsi="Times New Roman"/>
          <w:sz w:val="26"/>
          <w:szCs w:val="26"/>
        </w:rPr>
        <w:tab/>
        <w:t>Сорска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>В.Ф. Найденов</w:t>
      </w:r>
    </w:p>
    <w:p w:rsidR="002D00EC" w:rsidRDefault="002D00EC" w:rsidP="003147A1">
      <w:pPr>
        <w:pStyle w:val="ConsPlusNormal"/>
        <w:widowControl/>
        <w:ind w:firstLine="567"/>
        <w:rPr>
          <w:rFonts w:ascii="Times New Roman" w:hAnsi="Times New Roman"/>
          <w:sz w:val="26"/>
          <w:szCs w:val="26"/>
        </w:rPr>
      </w:pPr>
    </w:p>
    <w:p w:rsidR="002D00EC" w:rsidRDefault="002D00EC" w:rsidP="003147A1">
      <w:pPr>
        <w:pStyle w:val="ConsPlusNormal"/>
        <w:widowControl/>
        <w:ind w:firstLine="567"/>
        <w:rPr>
          <w:rFonts w:ascii="Times New Roman" w:hAnsi="Times New Roman"/>
          <w:sz w:val="26"/>
          <w:szCs w:val="26"/>
        </w:rPr>
      </w:pPr>
    </w:p>
    <w:p w:rsidR="002D00EC" w:rsidRDefault="002D00EC" w:rsidP="001209EB">
      <w:pPr>
        <w:pStyle w:val="ConsPlusNormal"/>
        <w:widowControl/>
        <w:ind w:firstLine="0"/>
      </w:pPr>
    </w:p>
    <w:sectPr w:rsidR="002D00EC" w:rsidSect="001209EB">
      <w:pgSz w:w="11906" w:h="16838"/>
      <w:pgMar w:top="180" w:right="851" w:bottom="851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C000B"/>
    <w:multiLevelType w:val="hybridMultilevel"/>
    <w:tmpl w:val="839446C2"/>
    <w:lvl w:ilvl="0" w:tplc="867A96B2">
      <w:start w:val="4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5652010"/>
    <w:multiLevelType w:val="hybridMultilevel"/>
    <w:tmpl w:val="610A46C0"/>
    <w:lvl w:ilvl="0" w:tplc="E986617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9D6F9F"/>
    <w:multiLevelType w:val="hybridMultilevel"/>
    <w:tmpl w:val="F664EE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D3535B"/>
    <w:multiLevelType w:val="hybridMultilevel"/>
    <w:tmpl w:val="1E46DC8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3BB1A8C"/>
    <w:multiLevelType w:val="hybridMultilevel"/>
    <w:tmpl w:val="3A4CF6B2"/>
    <w:lvl w:ilvl="0" w:tplc="867A96B2">
      <w:start w:val="4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2A4E2C4F"/>
    <w:multiLevelType w:val="hybridMultilevel"/>
    <w:tmpl w:val="17709F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4919CD"/>
    <w:multiLevelType w:val="hybridMultilevel"/>
    <w:tmpl w:val="046CF51A"/>
    <w:lvl w:ilvl="0" w:tplc="4E8CB8C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F811F96"/>
    <w:multiLevelType w:val="hybridMultilevel"/>
    <w:tmpl w:val="CE74C632"/>
    <w:lvl w:ilvl="0" w:tplc="A224E4A0">
      <w:start w:val="1"/>
      <w:numFmt w:val="decimal"/>
      <w:lvlText w:val="%1)"/>
      <w:lvlJc w:val="left"/>
      <w:pPr>
        <w:tabs>
          <w:tab w:val="num" w:pos="709"/>
        </w:tabs>
        <w:ind w:firstLine="709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06138C8"/>
    <w:multiLevelType w:val="hybridMultilevel"/>
    <w:tmpl w:val="3C783E3C"/>
    <w:lvl w:ilvl="0" w:tplc="867A96B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B74B26"/>
    <w:multiLevelType w:val="hybridMultilevel"/>
    <w:tmpl w:val="5A168C7A"/>
    <w:lvl w:ilvl="0" w:tplc="867A96B2">
      <w:start w:val="4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BCE08B5"/>
    <w:multiLevelType w:val="hybridMultilevel"/>
    <w:tmpl w:val="63BE0444"/>
    <w:lvl w:ilvl="0" w:tplc="867A96B2">
      <w:start w:val="4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1">
    <w:nsid w:val="3F821C59"/>
    <w:multiLevelType w:val="hybridMultilevel"/>
    <w:tmpl w:val="5CEEAB2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47961579"/>
    <w:multiLevelType w:val="hybridMultilevel"/>
    <w:tmpl w:val="CF6E49E8"/>
    <w:lvl w:ilvl="0" w:tplc="F5B4991C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3">
    <w:nsid w:val="60CC4B54"/>
    <w:multiLevelType w:val="hybridMultilevel"/>
    <w:tmpl w:val="59D0FE34"/>
    <w:lvl w:ilvl="0" w:tplc="867A96B2">
      <w:start w:val="4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61A23C8D"/>
    <w:multiLevelType w:val="hybridMultilevel"/>
    <w:tmpl w:val="7AF44A54"/>
    <w:lvl w:ilvl="0" w:tplc="867A96B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4CD656B"/>
    <w:multiLevelType w:val="hybridMultilevel"/>
    <w:tmpl w:val="EBCEE69A"/>
    <w:lvl w:ilvl="0" w:tplc="2B4C76A0">
      <w:start w:val="1"/>
      <w:numFmt w:val="bullet"/>
      <w:pStyle w:val="a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FA00E2C"/>
    <w:multiLevelType w:val="hybridMultilevel"/>
    <w:tmpl w:val="D9587E78"/>
    <w:lvl w:ilvl="0" w:tplc="867A96B2">
      <w:start w:val="4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71E937BE"/>
    <w:multiLevelType w:val="hybridMultilevel"/>
    <w:tmpl w:val="412CC0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47B5DF3"/>
    <w:multiLevelType w:val="hybridMultilevel"/>
    <w:tmpl w:val="D660ABB4"/>
    <w:lvl w:ilvl="0" w:tplc="867A96B2">
      <w:start w:val="4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"/>
  </w:num>
  <w:num w:numId="3">
    <w:abstractNumId w:val="11"/>
  </w:num>
  <w:num w:numId="4">
    <w:abstractNumId w:val="12"/>
  </w:num>
  <w:num w:numId="5">
    <w:abstractNumId w:val="4"/>
  </w:num>
  <w:num w:numId="6">
    <w:abstractNumId w:val="9"/>
  </w:num>
  <w:num w:numId="7">
    <w:abstractNumId w:val="13"/>
  </w:num>
  <w:num w:numId="8">
    <w:abstractNumId w:val="8"/>
  </w:num>
  <w:num w:numId="9">
    <w:abstractNumId w:val="3"/>
  </w:num>
  <w:num w:numId="10">
    <w:abstractNumId w:val="1"/>
  </w:num>
  <w:num w:numId="11">
    <w:abstractNumId w:val="14"/>
  </w:num>
  <w:num w:numId="12">
    <w:abstractNumId w:val="7"/>
  </w:num>
  <w:num w:numId="13">
    <w:abstractNumId w:val="15"/>
  </w:num>
  <w:num w:numId="14">
    <w:abstractNumId w:val="5"/>
  </w:num>
  <w:num w:numId="15">
    <w:abstractNumId w:val="10"/>
  </w:num>
  <w:num w:numId="16">
    <w:abstractNumId w:val="16"/>
  </w:num>
  <w:num w:numId="17">
    <w:abstractNumId w:val="0"/>
  </w:num>
  <w:num w:numId="18">
    <w:abstractNumId w:val="18"/>
  </w:num>
  <w:num w:numId="1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3705"/>
    <w:rsid w:val="0000051D"/>
    <w:rsid w:val="000008EE"/>
    <w:rsid w:val="00000E3D"/>
    <w:rsid w:val="0000197E"/>
    <w:rsid w:val="00001C78"/>
    <w:rsid w:val="000024BE"/>
    <w:rsid w:val="000036D1"/>
    <w:rsid w:val="00004817"/>
    <w:rsid w:val="00006109"/>
    <w:rsid w:val="00006BC1"/>
    <w:rsid w:val="00007F9F"/>
    <w:rsid w:val="00010E59"/>
    <w:rsid w:val="0001148D"/>
    <w:rsid w:val="000116A1"/>
    <w:rsid w:val="00012A38"/>
    <w:rsid w:val="000147B3"/>
    <w:rsid w:val="00014E05"/>
    <w:rsid w:val="00016830"/>
    <w:rsid w:val="000179CE"/>
    <w:rsid w:val="000179FC"/>
    <w:rsid w:val="00020F9C"/>
    <w:rsid w:val="0002185C"/>
    <w:rsid w:val="00021A58"/>
    <w:rsid w:val="00021B36"/>
    <w:rsid w:val="00022609"/>
    <w:rsid w:val="000229FD"/>
    <w:rsid w:val="00023385"/>
    <w:rsid w:val="0002394E"/>
    <w:rsid w:val="00026BA9"/>
    <w:rsid w:val="00027626"/>
    <w:rsid w:val="00030DBE"/>
    <w:rsid w:val="0003123C"/>
    <w:rsid w:val="0003210D"/>
    <w:rsid w:val="00033F3F"/>
    <w:rsid w:val="00033F47"/>
    <w:rsid w:val="000343BD"/>
    <w:rsid w:val="000349CD"/>
    <w:rsid w:val="0004123E"/>
    <w:rsid w:val="00041ABC"/>
    <w:rsid w:val="00042245"/>
    <w:rsid w:val="00042B16"/>
    <w:rsid w:val="00047460"/>
    <w:rsid w:val="00047ED4"/>
    <w:rsid w:val="00051C6F"/>
    <w:rsid w:val="00055852"/>
    <w:rsid w:val="00056473"/>
    <w:rsid w:val="000569BC"/>
    <w:rsid w:val="000576D0"/>
    <w:rsid w:val="000617D5"/>
    <w:rsid w:val="000629BA"/>
    <w:rsid w:val="000630A0"/>
    <w:rsid w:val="0006367B"/>
    <w:rsid w:val="000637FD"/>
    <w:rsid w:val="00063AF0"/>
    <w:rsid w:val="00064479"/>
    <w:rsid w:val="00064AD1"/>
    <w:rsid w:val="00067923"/>
    <w:rsid w:val="000716EA"/>
    <w:rsid w:val="00072679"/>
    <w:rsid w:val="0007288A"/>
    <w:rsid w:val="000730CD"/>
    <w:rsid w:val="000737A6"/>
    <w:rsid w:val="000754E4"/>
    <w:rsid w:val="00076BE8"/>
    <w:rsid w:val="00076BF6"/>
    <w:rsid w:val="00076D04"/>
    <w:rsid w:val="0008037E"/>
    <w:rsid w:val="00080754"/>
    <w:rsid w:val="00080A26"/>
    <w:rsid w:val="000820B9"/>
    <w:rsid w:val="00082647"/>
    <w:rsid w:val="00084544"/>
    <w:rsid w:val="000851FD"/>
    <w:rsid w:val="000855E1"/>
    <w:rsid w:val="000865B7"/>
    <w:rsid w:val="00086F30"/>
    <w:rsid w:val="00087A81"/>
    <w:rsid w:val="00087D47"/>
    <w:rsid w:val="00090B02"/>
    <w:rsid w:val="0009209C"/>
    <w:rsid w:val="00092B07"/>
    <w:rsid w:val="00093057"/>
    <w:rsid w:val="000935CA"/>
    <w:rsid w:val="00096288"/>
    <w:rsid w:val="00097BC7"/>
    <w:rsid w:val="00097E10"/>
    <w:rsid w:val="000A16B6"/>
    <w:rsid w:val="000A286A"/>
    <w:rsid w:val="000A2877"/>
    <w:rsid w:val="000A3071"/>
    <w:rsid w:val="000A3C87"/>
    <w:rsid w:val="000A4F2C"/>
    <w:rsid w:val="000A53F5"/>
    <w:rsid w:val="000A66B6"/>
    <w:rsid w:val="000A69CF"/>
    <w:rsid w:val="000A6F7B"/>
    <w:rsid w:val="000B07E0"/>
    <w:rsid w:val="000B3083"/>
    <w:rsid w:val="000B48B1"/>
    <w:rsid w:val="000B625A"/>
    <w:rsid w:val="000B69C0"/>
    <w:rsid w:val="000B73F0"/>
    <w:rsid w:val="000C032C"/>
    <w:rsid w:val="000C0922"/>
    <w:rsid w:val="000C1C61"/>
    <w:rsid w:val="000C1F0F"/>
    <w:rsid w:val="000C42D2"/>
    <w:rsid w:val="000C4340"/>
    <w:rsid w:val="000C4827"/>
    <w:rsid w:val="000C6881"/>
    <w:rsid w:val="000C714D"/>
    <w:rsid w:val="000C7F71"/>
    <w:rsid w:val="000D0B36"/>
    <w:rsid w:val="000D1044"/>
    <w:rsid w:val="000D40D5"/>
    <w:rsid w:val="000D6131"/>
    <w:rsid w:val="000D774A"/>
    <w:rsid w:val="000D7DDA"/>
    <w:rsid w:val="000E0225"/>
    <w:rsid w:val="000E0977"/>
    <w:rsid w:val="000E0A3F"/>
    <w:rsid w:val="000E0D28"/>
    <w:rsid w:val="000E1923"/>
    <w:rsid w:val="000E2AC5"/>
    <w:rsid w:val="000E4421"/>
    <w:rsid w:val="000E4B32"/>
    <w:rsid w:val="000E5D9C"/>
    <w:rsid w:val="000F07A6"/>
    <w:rsid w:val="000F1307"/>
    <w:rsid w:val="000F6425"/>
    <w:rsid w:val="00100818"/>
    <w:rsid w:val="001029E2"/>
    <w:rsid w:val="00102EAD"/>
    <w:rsid w:val="00110603"/>
    <w:rsid w:val="00113705"/>
    <w:rsid w:val="00114A47"/>
    <w:rsid w:val="00114CB2"/>
    <w:rsid w:val="0011526B"/>
    <w:rsid w:val="00115B04"/>
    <w:rsid w:val="00115D75"/>
    <w:rsid w:val="00116BDC"/>
    <w:rsid w:val="00117521"/>
    <w:rsid w:val="001209EB"/>
    <w:rsid w:val="0012369F"/>
    <w:rsid w:val="00123C44"/>
    <w:rsid w:val="001244A1"/>
    <w:rsid w:val="00126DF6"/>
    <w:rsid w:val="001278A0"/>
    <w:rsid w:val="00130107"/>
    <w:rsid w:val="0013254A"/>
    <w:rsid w:val="00132C3F"/>
    <w:rsid w:val="001335E2"/>
    <w:rsid w:val="00133E51"/>
    <w:rsid w:val="00134464"/>
    <w:rsid w:val="001353DE"/>
    <w:rsid w:val="0013563A"/>
    <w:rsid w:val="00135988"/>
    <w:rsid w:val="00143F12"/>
    <w:rsid w:val="00144244"/>
    <w:rsid w:val="00145676"/>
    <w:rsid w:val="001459AF"/>
    <w:rsid w:val="0014750F"/>
    <w:rsid w:val="00147F07"/>
    <w:rsid w:val="001539F8"/>
    <w:rsid w:val="00155058"/>
    <w:rsid w:val="00156294"/>
    <w:rsid w:val="001567ED"/>
    <w:rsid w:val="0016503E"/>
    <w:rsid w:val="00171AE0"/>
    <w:rsid w:val="001726DA"/>
    <w:rsid w:val="0017458C"/>
    <w:rsid w:val="00176033"/>
    <w:rsid w:val="00176359"/>
    <w:rsid w:val="00176AF8"/>
    <w:rsid w:val="00181227"/>
    <w:rsid w:val="00183962"/>
    <w:rsid w:val="00184509"/>
    <w:rsid w:val="001855CE"/>
    <w:rsid w:val="00186547"/>
    <w:rsid w:val="00186D0E"/>
    <w:rsid w:val="00187775"/>
    <w:rsid w:val="0019038D"/>
    <w:rsid w:val="00190A2A"/>
    <w:rsid w:val="00190A85"/>
    <w:rsid w:val="00192236"/>
    <w:rsid w:val="00193AC8"/>
    <w:rsid w:val="0019481A"/>
    <w:rsid w:val="0019593B"/>
    <w:rsid w:val="001A01FF"/>
    <w:rsid w:val="001A03DD"/>
    <w:rsid w:val="001A1784"/>
    <w:rsid w:val="001A2057"/>
    <w:rsid w:val="001A3D5B"/>
    <w:rsid w:val="001A527A"/>
    <w:rsid w:val="001A6040"/>
    <w:rsid w:val="001A651B"/>
    <w:rsid w:val="001A761B"/>
    <w:rsid w:val="001A7A7A"/>
    <w:rsid w:val="001B06E4"/>
    <w:rsid w:val="001B1823"/>
    <w:rsid w:val="001B22BA"/>
    <w:rsid w:val="001B4CA8"/>
    <w:rsid w:val="001B59BA"/>
    <w:rsid w:val="001B6516"/>
    <w:rsid w:val="001B6866"/>
    <w:rsid w:val="001B6F99"/>
    <w:rsid w:val="001B7423"/>
    <w:rsid w:val="001C1D1E"/>
    <w:rsid w:val="001C1E73"/>
    <w:rsid w:val="001C2169"/>
    <w:rsid w:val="001C2ECA"/>
    <w:rsid w:val="001C3977"/>
    <w:rsid w:val="001C571F"/>
    <w:rsid w:val="001C5BDE"/>
    <w:rsid w:val="001C5C54"/>
    <w:rsid w:val="001C6EF1"/>
    <w:rsid w:val="001C72F1"/>
    <w:rsid w:val="001C7841"/>
    <w:rsid w:val="001D037D"/>
    <w:rsid w:val="001D3963"/>
    <w:rsid w:val="001D5CF1"/>
    <w:rsid w:val="001D6460"/>
    <w:rsid w:val="001D6576"/>
    <w:rsid w:val="001D7320"/>
    <w:rsid w:val="001D7F9C"/>
    <w:rsid w:val="001E08B0"/>
    <w:rsid w:val="001E0BD2"/>
    <w:rsid w:val="001E16FC"/>
    <w:rsid w:val="001E3263"/>
    <w:rsid w:val="001E48A1"/>
    <w:rsid w:val="001E4BF2"/>
    <w:rsid w:val="001E52CF"/>
    <w:rsid w:val="001E52FC"/>
    <w:rsid w:val="001E79AB"/>
    <w:rsid w:val="001F158E"/>
    <w:rsid w:val="001F281B"/>
    <w:rsid w:val="001F2ACE"/>
    <w:rsid w:val="001F339B"/>
    <w:rsid w:val="001F49C4"/>
    <w:rsid w:val="001F4B9F"/>
    <w:rsid w:val="001F4CC2"/>
    <w:rsid w:val="001F65A4"/>
    <w:rsid w:val="001F6CD5"/>
    <w:rsid w:val="001F6E73"/>
    <w:rsid w:val="00201037"/>
    <w:rsid w:val="002018BE"/>
    <w:rsid w:val="00202495"/>
    <w:rsid w:val="002027B1"/>
    <w:rsid w:val="0020366D"/>
    <w:rsid w:val="00203FB5"/>
    <w:rsid w:val="002041FE"/>
    <w:rsid w:val="0020434A"/>
    <w:rsid w:val="0020584F"/>
    <w:rsid w:val="002059C4"/>
    <w:rsid w:val="002066DC"/>
    <w:rsid w:val="00210397"/>
    <w:rsid w:val="0021214A"/>
    <w:rsid w:val="00212166"/>
    <w:rsid w:val="00213D3F"/>
    <w:rsid w:val="00213F54"/>
    <w:rsid w:val="00214202"/>
    <w:rsid w:val="0021486B"/>
    <w:rsid w:val="00214C44"/>
    <w:rsid w:val="0021599F"/>
    <w:rsid w:val="00217300"/>
    <w:rsid w:val="0022038D"/>
    <w:rsid w:val="0022305C"/>
    <w:rsid w:val="00226E45"/>
    <w:rsid w:val="002331BF"/>
    <w:rsid w:val="002344DC"/>
    <w:rsid w:val="00237403"/>
    <w:rsid w:val="002376E0"/>
    <w:rsid w:val="0023792B"/>
    <w:rsid w:val="00241BDA"/>
    <w:rsid w:val="00242098"/>
    <w:rsid w:val="00243BB0"/>
    <w:rsid w:val="00244A46"/>
    <w:rsid w:val="00245F74"/>
    <w:rsid w:val="0024779B"/>
    <w:rsid w:val="00247CAB"/>
    <w:rsid w:val="002505DF"/>
    <w:rsid w:val="00252B9F"/>
    <w:rsid w:val="00252DDF"/>
    <w:rsid w:val="002534E5"/>
    <w:rsid w:val="002543D0"/>
    <w:rsid w:val="00255832"/>
    <w:rsid w:val="00255CC3"/>
    <w:rsid w:val="00260D1B"/>
    <w:rsid w:val="002619CE"/>
    <w:rsid w:val="00263508"/>
    <w:rsid w:val="00266336"/>
    <w:rsid w:val="00266390"/>
    <w:rsid w:val="00270630"/>
    <w:rsid w:val="002707BF"/>
    <w:rsid w:val="0027412A"/>
    <w:rsid w:val="00274442"/>
    <w:rsid w:val="00275EB5"/>
    <w:rsid w:val="00280DCA"/>
    <w:rsid w:val="00282129"/>
    <w:rsid w:val="00282C15"/>
    <w:rsid w:val="0028317C"/>
    <w:rsid w:val="00283375"/>
    <w:rsid w:val="002843BC"/>
    <w:rsid w:val="0028677C"/>
    <w:rsid w:val="002871E8"/>
    <w:rsid w:val="00287343"/>
    <w:rsid w:val="00290562"/>
    <w:rsid w:val="00290A2B"/>
    <w:rsid w:val="00291587"/>
    <w:rsid w:val="00296120"/>
    <w:rsid w:val="002961F2"/>
    <w:rsid w:val="002963DA"/>
    <w:rsid w:val="002964ED"/>
    <w:rsid w:val="002979CC"/>
    <w:rsid w:val="002A06E3"/>
    <w:rsid w:val="002A0E5F"/>
    <w:rsid w:val="002A3051"/>
    <w:rsid w:val="002A42F1"/>
    <w:rsid w:val="002A5302"/>
    <w:rsid w:val="002B0AA6"/>
    <w:rsid w:val="002B143D"/>
    <w:rsid w:val="002B24D3"/>
    <w:rsid w:val="002B3B4A"/>
    <w:rsid w:val="002B4228"/>
    <w:rsid w:val="002B4320"/>
    <w:rsid w:val="002B4AEB"/>
    <w:rsid w:val="002B52B2"/>
    <w:rsid w:val="002B70DC"/>
    <w:rsid w:val="002B7D43"/>
    <w:rsid w:val="002C0EEB"/>
    <w:rsid w:val="002C5010"/>
    <w:rsid w:val="002C55C6"/>
    <w:rsid w:val="002C64A1"/>
    <w:rsid w:val="002C6F29"/>
    <w:rsid w:val="002D00EC"/>
    <w:rsid w:val="002D017B"/>
    <w:rsid w:val="002D062C"/>
    <w:rsid w:val="002D14D3"/>
    <w:rsid w:val="002D1B1C"/>
    <w:rsid w:val="002D2718"/>
    <w:rsid w:val="002D3716"/>
    <w:rsid w:val="002D5222"/>
    <w:rsid w:val="002D5FA8"/>
    <w:rsid w:val="002D6170"/>
    <w:rsid w:val="002D798A"/>
    <w:rsid w:val="002E0D13"/>
    <w:rsid w:val="002E2957"/>
    <w:rsid w:val="002E4925"/>
    <w:rsid w:val="002E6C45"/>
    <w:rsid w:val="002F28B2"/>
    <w:rsid w:val="002F4A28"/>
    <w:rsid w:val="002F7B7E"/>
    <w:rsid w:val="003009A8"/>
    <w:rsid w:val="003037B0"/>
    <w:rsid w:val="00304A41"/>
    <w:rsid w:val="0030637F"/>
    <w:rsid w:val="00306829"/>
    <w:rsid w:val="003147A1"/>
    <w:rsid w:val="00314F42"/>
    <w:rsid w:val="00316C67"/>
    <w:rsid w:val="003204A9"/>
    <w:rsid w:val="0032285A"/>
    <w:rsid w:val="00323445"/>
    <w:rsid w:val="003244B6"/>
    <w:rsid w:val="00325A06"/>
    <w:rsid w:val="00326982"/>
    <w:rsid w:val="00327E51"/>
    <w:rsid w:val="00327FC8"/>
    <w:rsid w:val="00330E54"/>
    <w:rsid w:val="00331B83"/>
    <w:rsid w:val="00331BDF"/>
    <w:rsid w:val="00332DEE"/>
    <w:rsid w:val="00334BCF"/>
    <w:rsid w:val="00335B98"/>
    <w:rsid w:val="00337B6D"/>
    <w:rsid w:val="00344C8F"/>
    <w:rsid w:val="0035011A"/>
    <w:rsid w:val="003517D2"/>
    <w:rsid w:val="00352156"/>
    <w:rsid w:val="00353252"/>
    <w:rsid w:val="00353E5E"/>
    <w:rsid w:val="0035543B"/>
    <w:rsid w:val="00355EB7"/>
    <w:rsid w:val="00355F88"/>
    <w:rsid w:val="00356989"/>
    <w:rsid w:val="0035773A"/>
    <w:rsid w:val="003603E2"/>
    <w:rsid w:val="003629FE"/>
    <w:rsid w:val="003639D7"/>
    <w:rsid w:val="003644FC"/>
    <w:rsid w:val="00365B17"/>
    <w:rsid w:val="00366235"/>
    <w:rsid w:val="00366B2C"/>
    <w:rsid w:val="00367DB0"/>
    <w:rsid w:val="00367EE5"/>
    <w:rsid w:val="00370EBD"/>
    <w:rsid w:val="00373D06"/>
    <w:rsid w:val="003746D1"/>
    <w:rsid w:val="00374ADB"/>
    <w:rsid w:val="00375528"/>
    <w:rsid w:val="003776FB"/>
    <w:rsid w:val="00381A97"/>
    <w:rsid w:val="0038279F"/>
    <w:rsid w:val="003840A8"/>
    <w:rsid w:val="00384208"/>
    <w:rsid w:val="00384DD9"/>
    <w:rsid w:val="003902B6"/>
    <w:rsid w:val="003902CB"/>
    <w:rsid w:val="00390E20"/>
    <w:rsid w:val="00391384"/>
    <w:rsid w:val="00394FC9"/>
    <w:rsid w:val="0039664C"/>
    <w:rsid w:val="003970DF"/>
    <w:rsid w:val="003A097B"/>
    <w:rsid w:val="003A1D8B"/>
    <w:rsid w:val="003A21F8"/>
    <w:rsid w:val="003A286B"/>
    <w:rsid w:val="003A5A56"/>
    <w:rsid w:val="003A7359"/>
    <w:rsid w:val="003B090B"/>
    <w:rsid w:val="003B1091"/>
    <w:rsid w:val="003B3208"/>
    <w:rsid w:val="003B4725"/>
    <w:rsid w:val="003B554B"/>
    <w:rsid w:val="003B5BE5"/>
    <w:rsid w:val="003B6D17"/>
    <w:rsid w:val="003B6D5E"/>
    <w:rsid w:val="003B7999"/>
    <w:rsid w:val="003C0FC9"/>
    <w:rsid w:val="003C1D43"/>
    <w:rsid w:val="003C27E8"/>
    <w:rsid w:val="003C2FD2"/>
    <w:rsid w:val="003C32B9"/>
    <w:rsid w:val="003C33BD"/>
    <w:rsid w:val="003C44E6"/>
    <w:rsid w:val="003C4833"/>
    <w:rsid w:val="003C4BB5"/>
    <w:rsid w:val="003C51D6"/>
    <w:rsid w:val="003C6BC1"/>
    <w:rsid w:val="003C7944"/>
    <w:rsid w:val="003D03D5"/>
    <w:rsid w:val="003D0CA1"/>
    <w:rsid w:val="003D61F1"/>
    <w:rsid w:val="003D6E76"/>
    <w:rsid w:val="003E06AD"/>
    <w:rsid w:val="003E1A08"/>
    <w:rsid w:val="003E31F4"/>
    <w:rsid w:val="003E4CAE"/>
    <w:rsid w:val="003E4ECE"/>
    <w:rsid w:val="003E5DA5"/>
    <w:rsid w:val="003E68EE"/>
    <w:rsid w:val="003F27D0"/>
    <w:rsid w:val="003F47D0"/>
    <w:rsid w:val="004001A9"/>
    <w:rsid w:val="004006C7"/>
    <w:rsid w:val="00400825"/>
    <w:rsid w:val="004008AE"/>
    <w:rsid w:val="00402553"/>
    <w:rsid w:val="004027F5"/>
    <w:rsid w:val="00402E13"/>
    <w:rsid w:val="00403E7B"/>
    <w:rsid w:val="0040483D"/>
    <w:rsid w:val="00406518"/>
    <w:rsid w:val="0040698A"/>
    <w:rsid w:val="00410F11"/>
    <w:rsid w:val="00413C28"/>
    <w:rsid w:val="00415959"/>
    <w:rsid w:val="00416CE4"/>
    <w:rsid w:val="0041768B"/>
    <w:rsid w:val="00420413"/>
    <w:rsid w:val="00424342"/>
    <w:rsid w:val="004274D3"/>
    <w:rsid w:val="00427B8A"/>
    <w:rsid w:val="00430194"/>
    <w:rsid w:val="004310F6"/>
    <w:rsid w:val="0043590C"/>
    <w:rsid w:val="0044015B"/>
    <w:rsid w:val="00440A4C"/>
    <w:rsid w:val="004426F6"/>
    <w:rsid w:val="00443271"/>
    <w:rsid w:val="00444E15"/>
    <w:rsid w:val="004452AF"/>
    <w:rsid w:val="00450CAE"/>
    <w:rsid w:val="00450FE3"/>
    <w:rsid w:val="00453E73"/>
    <w:rsid w:val="004541EE"/>
    <w:rsid w:val="004553E9"/>
    <w:rsid w:val="00455B69"/>
    <w:rsid w:val="00455C81"/>
    <w:rsid w:val="004568D8"/>
    <w:rsid w:val="00457492"/>
    <w:rsid w:val="00462D92"/>
    <w:rsid w:val="00462FB0"/>
    <w:rsid w:val="00463847"/>
    <w:rsid w:val="00463C77"/>
    <w:rsid w:val="00464384"/>
    <w:rsid w:val="00464941"/>
    <w:rsid w:val="004654AD"/>
    <w:rsid w:val="004700E4"/>
    <w:rsid w:val="004701E6"/>
    <w:rsid w:val="00470451"/>
    <w:rsid w:val="00471C84"/>
    <w:rsid w:val="00473160"/>
    <w:rsid w:val="00473853"/>
    <w:rsid w:val="00473BCE"/>
    <w:rsid w:val="00474917"/>
    <w:rsid w:val="004750C1"/>
    <w:rsid w:val="00475FC2"/>
    <w:rsid w:val="00476B68"/>
    <w:rsid w:val="00476C10"/>
    <w:rsid w:val="00477BF3"/>
    <w:rsid w:val="004803C4"/>
    <w:rsid w:val="00480DBC"/>
    <w:rsid w:val="00483A0C"/>
    <w:rsid w:val="00483FFC"/>
    <w:rsid w:val="00484511"/>
    <w:rsid w:val="00487116"/>
    <w:rsid w:val="00487B5A"/>
    <w:rsid w:val="004900C7"/>
    <w:rsid w:val="00490D6A"/>
    <w:rsid w:val="004911AF"/>
    <w:rsid w:val="004913B4"/>
    <w:rsid w:val="00491772"/>
    <w:rsid w:val="0049346C"/>
    <w:rsid w:val="00493D1F"/>
    <w:rsid w:val="00493DBF"/>
    <w:rsid w:val="00494505"/>
    <w:rsid w:val="0049629B"/>
    <w:rsid w:val="004A073F"/>
    <w:rsid w:val="004A26F8"/>
    <w:rsid w:val="004A3316"/>
    <w:rsid w:val="004A3705"/>
    <w:rsid w:val="004A48A9"/>
    <w:rsid w:val="004A6980"/>
    <w:rsid w:val="004A70E7"/>
    <w:rsid w:val="004B04A0"/>
    <w:rsid w:val="004B051D"/>
    <w:rsid w:val="004B18E2"/>
    <w:rsid w:val="004B2714"/>
    <w:rsid w:val="004B2AC2"/>
    <w:rsid w:val="004B348C"/>
    <w:rsid w:val="004B44C6"/>
    <w:rsid w:val="004B4F07"/>
    <w:rsid w:val="004B6D3A"/>
    <w:rsid w:val="004B7340"/>
    <w:rsid w:val="004C09A0"/>
    <w:rsid w:val="004C14D9"/>
    <w:rsid w:val="004C37D1"/>
    <w:rsid w:val="004C3DB7"/>
    <w:rsid w:val="004C52AA"/>
    <w:rsid w:val="004C596E"/>
    <w:rsid w:val="004C6439"/>
    <w:rsid w:val="004C724C"/>
    <w:rsid w:val="004C7A67"/>
    <w:rsid w:val="004C7CF6"/>
    <w:rsid w:val="004D2089"/>
    <w:rsid w:val="004D2EED"/>
    <w:rsid w:val="004D3855"/>
    <w:rsid w:val="004D4817"/>
    <w:rsid w:val="004D4F85"/>
    <w:rsid w:val="004D79E6"/>
    <w:rsid w:val="004E04B8"/>
    <w:rsid w:val="004E1322"/>
    <w:rsid w:val="004E1964"/>
    <w:rsid w:val="004E235C"/>
    <w:rsid w:val="004E2F50"/>
    <w:rsid w:val="004E5013"/>
    <w:rsid w:val="004E59E9"/>
    <w:rsid w:val="004E65B8"/>
    <w:rsid w:val="004E689D"/>
    <w:rsid w:val="004E730E"/>
    <w:rsid w:val="004E75B4"/>
    <w:rsid w:val="004E7D07"/>
    <w:rsid w:val="004F1C0C"/>
    <w:rsid w:val="004F3871"/>
    <w:rsid w:val="004F44DC"/>
    <w:rsid w:val="004F5294"/>
    <w:rsid w:val="004F531A"/>
    <w:rsid w:val="004F5F13"/>
    <w:rsid w:val="004F6467"/>
    <w:rsid w:val="004F6FE1"/>
    <w:rsid w:val="004F700A"/>
    <w:rsid w:val="004F795E"/>
    <w:rsid w:val="0050066B"/>
    <w:rsid w:val="00501E67"/>
    <w:rsid w:val="0050399D"/>
    <w:rsid w:val="00503E7F"/>
    <w:rsid w:val="005044EB"/>
    <w:rsid w:val="00506452"/>
    <w:rsid w:val="00507EF3"/>
    <w:rsid w:val="00512390"/>
    <w:rsid w:val="005133A6"/>
    <w:rsid w:val="005139AA"/>
    <w:rsid w:val="0051642F"/>
    <w:rsid w:val="00516DCE"/>
    <w:rsid w:val="00517BA6"/>
    <w:rsid w:val="005211A2"/>
    <w:rsid w:val="00523457"/>
    <w:rsid w:val="005236B1"/>
    <w:rsid w:val="005240A1"/>
    <w:rsid w:val="00525291"/>
    <w:rsid w:val="00525ADC"/>
    <w:rsid w:val="00526AA1"/>
    <w:rsid w:val="0052746D"/>
    <w:rsid w:val="005311C8"/>
    <w:rsid w:val="00532633"/>
    <w:rsid w:val="00532860"/>
    <w:rsid w:val="00534DEA"/>
    <w:rsid w:val="00535ADE"/>
    <w:rsid w:val="005369ED"/>
    <w:rsid w:val="00536E17"/>
    <w:rsid w:val="00541D5A"/>
    <w:rsid w:val="00541D62"/>
    <w:rsid w:val="00541D9B"/>
    <w:rsid w:val="005422AE"/>
    <w:rsid w:val="00542684"/>
    <w:rsid w:val="005429C9"/>
    <w:rsid w:val="0054339D"/>
    <w:rsid w:val="00543B2E"/>
    <w:rsid w:val="005441B2"/>
    <w:rsid w:val="00544294"/>
    <w:rsid w:val="00546EE2"/>
    <w:rsid w:val="00547AA2"/>
    <w:rsid w:val="0055058D"/>
    <w:rsid w:val="0055128D"/>
    <w:rsid w:val="00552BB7"/>
    <w:rsid w:val="00552EBA"/>
    <w:rsid w:val="00553E76"/>
    <w:rsid w:val="00554688"/>
    <w:rsid w:val="0055642E"/>
    <w:rsid w:val="00562288"/>
    <w:rsid w:val="00563441"/>
    <w:rsid w:val="005638C3"/>
    <w:rsid w:val="0056430D"/>
    <w:rsid w:val="00564765"/>
    <w:rsid w:val="00565562"/>
    <w:rsid w:val="0056716A"/>
    <w:rsid w:val="0056774B"/>
    <w:rsid w:val="00570108"/>
    <w:rsid w:val="00572F03"/>
    <w:rsid w:val="00573585"/>
    <w:rsid w:val="0057363B"/>
    <w:rsid w:val="00573939"/>
    <w:rsid w:val="005742F6"/>
    <w:rsid w:val="00575961"/>
    <w:rsid w:val="00577B9A"/>
    <w:rsid w:val="00580B39"/>
    <w:rsid w:val="00581091"/>
    <w:rsid w:val="005813CF"/>
    <w:rsid w:val="005842AF"/>
    <w:rsid w:val="005879D4"/>
    <w:rsid w:val="0059062F"/>
    <w:rsid w:val="00591707"/>
    <w:rsid w:val="00591F47"/>
    <w:rsid w:val="00592C71"/>
    <w:rsid w:val="00596065"/>
    <w:rsid w:val="005A0F98"/>
    <w:rsid w:val="005A3F97"/>
    <w:rsid w:val="005A623E"/>
    <w:rsid w:val="005A6445"/>
    <w:rsid w:val="005B07B9"/>
    <w:rsid w:val="005B1D46"/>
    <w:rsid w:val="005B1FCD"/>
    <w:rsid w:val="005B28F6"/>
    <w:rsid w:val="005B387C"/>
    <w:rsid w:val="005B3D50"/>
    <w:rsid w:val="005B55EE"/>
    <w:rsid w:val="005B64B8"/>
    <w:rsid w:val="005C090B"/>
    <w:rsid w:val="005C12F3"/>
    <w:rsid w:val="005C45B6"/>
    <w:rsid w:val="005C4E17"/>
    <w:rsid w:val="005C4F9C"/>
    <w:rsid w:val="005C5413"/>
    <w:rsid w:val="005C6657"/>
    <w:rsid w:val="005C69B0"/>
    <w:rsid w:val="005C6A6E"/>
    <w:rsid w:val="005C70EB"/>
    <w:rsid w:val="005C7381"/>
    <w:rsid w:val="005C7F61"/>
    <w:rsid w:val="005D10F4"/>
    <w:rsid w:val="005D18F1"/>
    <w:rsid w:val="005D3128"/>
    <w:rsid w:val="005D324D"/>
    <w:rsid w:val="005D44F2"/>
    <w:rsid w:val="005D656B"/>
    <w:rsid w:val="005D6A2A"/>
    <w:rsid w:val="005D7685"/>
    <w:rsid w:val="005E08D7"/>
    <w:rsid w:val="005E0CFF"/>
    <w:rsid w:val="005E1481"/>
    <w:rsid w:val="005E1E8D"/>
    <w:rsid w:val="005E20FC"/>
    <w:rsid w:val="005E29D4"/>
    <w:rsid w:val="005E3219"/>
    <w:rsid w:val="005E35F3"/>
    <w:rsid w:val="005E668D"/>
    <w:rsid w:val="005E695F"/>
    <w:rsid w:val="005F0642"/>
    <w:rsid w:val="005F0C07"/>
    <w:rsid w:val="005F1D5A"/>
    <w:rsid w:val="005F2CD6"/>
    <w:rsid w:val="005F2E32"/>
    <w:rsid w:val="005F4F95"/>
    <w:rsid w:val="005F5238"/>
    <w:rsid w:val="005F6356"/>
    <w:rsid w:val="00600ACA"/>
    <w:rsid w:val="00602802"/>
    <w:rsid w:val="00602A7B"/>
    <w:rsid w:val="00602DA2"/>
    <w:rsid w:val="006046A5"/>
    <w:rsid w:val="00604E6A"/>
    <w:rsid w:val="006057FC"/>
    <w:rsid w:val="00605B2B"/>
    <w:rsid w:val="00606A8F"/>
    <w:rsid w:val="00606DFE"/>
    <w:rsid w:val="006073C4"/>
    <w:rsid w:val="006076DB"/>
    <w:rsid w:val="00607B1D"/>
    <w:rsid w:val="00610753"/>
    <w:rsid w:val="00610F67"/>
    <w:rsid w:val="006120E1"/>
    <w:rsid w:val="006122B6"/>
    <w:rsid w:val="00612A73"/>
    <w:rsid w:val="0061320D"/>
    <w:rsid w:val="006137AF"/>
    <w:rsid w:val="0061408E"/>
    <w:rsid w:val="006150FD"/>
    <w:rsid w:val="006158B4"/>
    <w:rsid w:val="00615E95"/>
    <w:rsid w:val="00616187"/>
    <w:rsid w:val="00616BE6"/>
    <w:rsid w:val="006178FE"/>
    <w:rsid w:val="0062094E"/>
    <w:rsid w:val="00621BDA"/>
    <w:rsid w:val="006239A6"/>
    <w:rsid w:val="0062429F"/>
    <w:rsid w:val="00625747"/>
    <w:rsid w:val="006269F6"/>
    <w:rsid w:val="0063323A"/>
    <w:rsid w:val="00633E9F"/>
    <w:rsid w:val="0063493E"/>
    <w:rsid w:val="00636181"/>
    <w:rsid w:val="00642088"/>
    <w:rsid w:val="00642F3A"/>
    <w:rsid w:val="00644B4B"/>
    <w:rsid w:val="00644D1F"/>
    <w:rsid w:val="00644FEB"/>
    <w:rsid w:val="00646610"/>
    <w:rsid w:val="0064665C"/>
    <w:rsid w:val="00647A43"/>
    <w:rsid w:val="00650FBC"/>
    <w:rsid w:val="006510EF"/>
    <w:rsid w:val="00651C7E"/>
    <w:rsid w:val="00652769"/>
    <w:rsid w:val="00653483"/>
    <w:rsid w:val="00653804"/>
    <w:rsid w:val="00655C2B"/>
    <w:rsid w:val="00656E5D"/>
    <w:rsid w:val="006578E6"/>
    <w:rsid w:val="00657E4C"/>
    <w:rsid w:val="00660067"/>
    <w:rsid w:val="006607D0"/>
    <w:rsid w:val="0066087E"/>
    <w:rsid w:val="00661430"/>
    <w:rsid w:val="006636DC"/>
    <w:rsid w:val="006645ED"/>
    <w:rsid w:val="006646B8"/>
    <w:rsid w:val="0066491F"/>
    <w:rsid w:val="00664973"/>
    <w:rsid w:val="006667DC"/>
    <w:rsid w:val="00666B16"/>
    <w:rsid w:val="00666D17"/>
    <w:rsid w:val="006714BC"/>
    <w:rsid w:val="00671543"/>
    <w:rsid w:val="006718BE"/>
    <w:rsid w:val="0067647D"/>
    <w:rsid w:val="00676893"/>
    <w:rsid w:val="00677431"/>
    <w:rsid w:val="00677450"/>
    <w:rsid w:val="0067751E"/>
    <w:rsid w:val="00677527"/>
    <w:rsid w:val="00680138"/>
    <w:rsid w:val="006818D1"/>
    <w:rsid w:val="00681B61"/>
    <w:rsid w:val="00681C63"/>
    <w:rsid w:val="00681E36"/>
    <w:rsid w:val="00682548"/>
    <w:rsid w:val="0068577A"/>
    <w:rsid w:val="00686B9F"/>
    <w:rsid w:val="00687EA0"/>
    <w:rsid w:val="0069044C"/>
    <w:rsid w:val="006906C1"/>
    <w:rsid w:val="00694340"/>
    <w:rsid w:val="0069446F"/>
    <w:rsid w:val="00694475"/>
    <w:rsid w:val="00694C25"/>
    <w:rsid w:val="00695F45"/>
    <w:rsid w:val="006977CC"/>
    <w:rsid w:val="00697CDA"/>
    <w:rsid w:val="00697E16"/>
    <w:rsid w:val="006A2544"/>
    <w:rsid w:val="006A2C4C"/>
    <w:rsid w:val="006A317A"/>
    <w:rsid w:val="006A3F7B"/>
    <w:rsid w:val="006A544F"/>
    <w:rsid w:val="006A7158"/>
    <w:rsid w:val="006B0823"/>
    <w:rsid w:val="006B478E"/>
    <w:rsid w:val="006B5664"/>
    <w:rsid w:val="006B7FF2"/>
    <w:rsid w:val="006C01E4"/>
    <w:rsid w:val="006C0210"/>
    <w:rsid w:val="006C09C5"/>
    <w:rsid w:val="006C1CD7"/>
    <w:rsid w:val="006C343F"/>
    <w:rsid w:val="006C3824"/>
    <w:rsid w:val="006C500A"/>
    <w:rsid w:val="006C5D55"/>
    <w:rsid w:val="006C5FFF"/>
    <w:rsid w:val="006C633E"/>
    <w:rsid w:val="006C685C"/>
    <w:rsid w:val="006C7882"/>
    <w:rsid w:val="006C78BA"/>
    <w:rsid w:val="006C7941"/>
    <w:rsid w:val="006D02B1"/>
    <w:rsid w:val="006D0658"/>
    <w:rsid w:val="006D1A5A"/>
    <w:rsid w:val="006D2212"/>
    <w:rsid w:val="006D2E33"/>
    <w:rsid w:val="006D45C3"/>
    <w:rsid w:val="006D4A8E"/>
    <w:rsid w:val="006D7BE9"/>
    <w:rsid w:val="006E0B36"/>
    <w:rsid w:val="006E0B52"/>
    <w:rsid w:val="006E1826"/>
    <w:rsid w:val="006E1FBD"/>
    <w:rsid w:val="006E2BCA"/>
    <w:rsid w:val="006E3F29"/>
    <w:rsid w:val="006E4816"/>
    <w:rsid w:val="006E5129"/>
    <w:rsid w:val="006E5299"/>
    <w:rsid w:val="006E682B"/>
    <w:rsid w:val="006E74FE"/>
    <w:rsid w:val="006F1852"/>
    <w:rsid w:val="006F1E52"/>
    <w:rsid w:val="006F4F99"/>
    <w:rsid w:val="006F5555"/>
    <w:rsid w:val="006F6A5F"/>
    <w:rsid w:val="007005E9"/>
    <w:rsid w:val="00700CC7"/>
    <w:rsid w:val="007015CE"/>
    <w:rsid w:val="00701BB1"/>
    <w:rsid w:val="007020FE"/>
    <w:rsid w:val="00703C90"/>
    <w:rsid w:val="00703EC6"/>
    <w:rsid w:val="0070603F"/>
    <w:rsid w:val="0071049B"/>
    <w:rsid w:val="00711A42"/>
    <w:rsid w:val="00711B73"/>
    <w:rsid w:val="00712C6E"/>
    <w:rsid w:val="00715AD6"/>
    <w:rsid w:val="007165A5"/>
    <w:rsid w:val="00717825"/>
    <w:rsid w:val="00721534"/>
    <w:rsid w:val="007221D1"/>
    <w:rsid w:val="00722EB5"/>
    <w:rsid w:val="0072398B"/>
    <w:rsid w:val="007239A1"/>
    <w:rsid w:val="0072477F"/>
    <w:rsid w:val="00725CFD"/>
    <w:rsid w:val="0072652B"/>
    <w:rsid w:val="00731567"/>
    <w:rsid w:val="007340FB"/>
    <w:rsid w:val="00734338"/>
    <w:rsid w:val="007352B6"/>
    <w:rsid w:val="00735E0A"/>
    <w:rsid w:val="007365B4"/>
    <w:rsid w:val="00736D50"/>
    <w:rsid w:val="00740613"/>
    <w:rsid w:val="00741609"/>
    <w:rsid w:val="00743F2D"/>
    <w:rsid w:val="00744AD7"/>
    <w:rsid w:val="007474EC"/>
    <w:rsid w:val="00750ADB"/>
    <w:rsid w:val="0075301A"/>
    <w:rsid w:val="00753066"/>
    <w:rsid w:val="007531CE"/>
    <w:rsid w:val="00755A72"/>
    <w:rsid w:val="00760365"/>
    <w:rsid w:val="007610CB"/>
    <w:rsid w:val="0076262A"/>
    <w:rsid w:val="00765E3A"/>
    <w:rsid w:val="00766DE3"/>
    <w:rsid w:val="007670F9"/>
    <w:rsid w:val="0077047A"/>
    <w:rsid w:val="00770719"/>
    <w:rsid w:val="00770D39"/>
    <w:rsid w:val="0077451E"/>
    <w:rsid w:val="0077595E"/>
    <w:rsid w:val="007776B2"/>
    <w:rsid w:val="00777DA8"/>
    <w:rsid w:val="00781571"/>
    <w:rsid w:val="00781ED4"/>
    <w:rsid w:val="0078356A"/>
    <w:rsid w:val="00783603"/>
    <w:rsid w:val="0078440E"/>
    <w:rsid w:val="00785376"/>
    <w:rsid w:val="007855A8"/>
    <w:rsid w:val="00786EC8"/>
    <w:rsid w:val="007933FC"/>
    <w:rsid w:val="007940F7"/>
    <w:rsid w:val="007953A0"/>
    <w:rsid w:val="00796CD4"/>
    <w:rsid w:val="0079711B"/>
    <w:rsid w:val="007A0BCD"/>
    <w:rsid w:val="007A0F4D"/>
    <w:rsid w:val="007A13DC"/>
    <w:rsid w:val="007A2DE0"/>
    <w:rsid w:val="007A4367"/>
    <w:rsid w:val="007A44EB"/>
    <w:rsid w:val="007A4CA6"/>
    <w:rsid w:val="007A510D"/>
    <w:rsid w:val="007A5E96"/>
    <w:rsid w:val="007A687C"/>
    <w:rsid w:val="007A7A4B"/>
    <w:rsid w:val="007B01F7"/>
    <w:rsid w:val="007B0295"/>
    <w:rsid w:val="007B389B"/>
    <w:rsid w:val="007B54A0"/>
    <w:rsid w:val="007B7B0F"/>
    <w:rsid w:val="007C03C8"/>
    <w:rsid w:val="007C03E3"/>
    <w:rsid w:val="007C0ADE"/>
    <w:rsid w:val="007C1016"/>
    <w:rsid w:val="007C3BAE"/>
    <w:rsid w:val="007C4241"/>
    <w:rsid w:val="007C4A94"/>
    <w:rsid w:val="007C52D7"/>
    <w:rsid w:val="007C5972"/>
    <w:rsid w:val="007C6AE2"/>
    <w:rsid w:val="007D0835"/>
    <w:rsid w:val="007D1D94"/>
    <w:rsid w:val="007D27A6"/>
    <w:rsid w:val="007D3528"/>
    <w:rsid w:val="007D3754"/>
    <w:rsid w:val="007D42F5"/>
    <w:rsid w:val="007D450C"/>
    <w:rsid w:val="007D4DE7"/>
    <w:rsid w:val="007D4E5C"/>
    <w:rsid w:val="007D4FE5"/>
    <w:rsid w:val="007D5A98"/>
    <w:rsid w:val="007D7058"/>
    <w:rsid w:val="007E0ABE"/>
    <w:rsid w:val="007E0B1E"/>
    <w:rsid w:val="007E179D"/>
    <w:rsid w:val="007E23E5"/>
    <w:rsid w:val="007E3596"/>
    <w:rsid w:val="007E44C1"/>
    <w:rsid w:val="007E6529"/>
    <w:rsid w:val="007F17CB"/>
    <w:rsid w:val="007F1CD8"/>
    <w:rsid w:val="007F28A5"/>
    <w:rsid w:val="007F35DB"/>
    <w:rsid w:val="007F3AD8"/>
    <w:rsid w:val="007F46CC"/>
    <w:rsid w:val="007F493F"/>
    <w:rsid w:val="007F5DBC"/>
    <w:rsid w:val="007F60A1"/>
    <w:rsid w:val="007F6B7E"/>
    <w:rsid w:val="007F77A7"/>
    <w:rsid w:val="008011D2"/>
    <w:rsid w:val="00801FF3"/>
    <w:rsid w:val="008034FC"/>
    <w:rsid w:val="00803852"/>
    <w:rsid w:val="008039DF"/>
    <w:rsid w:val="00803ED8"/>
    <w:rsid w:val="00806A4A"/>
    <w:rsid w:val="00806F2A"/>
    <w:rsid w:val="008071EB"/>
    <w:rsid w:val="008071F1"/>
    <w:rsid w:val="00807E58"/>
    <w:rsid w:val="00810CF3"/>
    <w:rsid w:val="008123A0"/>
    <w:rsid w:val="00814AC6"/>
    <w:rsid w:val="00815A27"/>
    <w:rsid w:val="00816967"/>
    <w:rsid w:val="008207D4"/>
    <w:rsid w:val="008211D4"/>
    <w:rsid w:val="0082325A"/>
    <w:rsid w:val="00827C23"/>
    <w:rsid w:val="00827E8D"/>
    <w:rsid w:val="00830854"/>
    <w:rsid w:val="00834348"/>
    <w:rsid w:val="00834B73"/>
    <w:rsid w:val="00836BD0"/>
    <w:rsid w:val="00837CC8"/>
    <w:rsid w:val="00837EF1"/>
    <w:rsid w:val="008408B1"/>
    <w:rsid w:val="00841144"/>
    <w:rsid w:val="00841769"/>
    <w:rsid w:val="00842189"/>
    <w:rsid w:val="00842B1C"/>
    <w:rsid w:val="00843465"/>
    <w:rsid w:val="0084450C"/>
    <w:rsid w:val="00847360"/>
    <w:rsid w:val="00850BD2"/>
    <w:rsid w:val="00853887"/>
    <w:rsid w:val="00853A3F"/>
    <w:rsid w:val="008565B4"/>
    <w:rsid w:val="00861D3E"/>
    <w:rsid w:val="00867C0B"/>
    <w:rsid w:val="00870D3D"/>
    <w:rsid w:val="00874E57"/>
    <w:rsid w:val="008758BF"/>
    <w:rsid w:val="00877AFB"/>
    <w:rsid w:val="00877C42"/>
    <w:rsid w:val="00881D89"/>
    <w:rsid w:val="00883EBC"/>
    <w:rsid w:val="00884008"/>
    <w:rsid w:val="008843F0"/>
    <w:rsid w:val="00886FC0"/>
    <w:rsid w:val="00887A72"/>
    <w:rsid w:val="00890732"/>
    <w:rsid w:val="008908E9"/>
    <w:rsid w:val="00892D60"/>
    <w:rsid w:val="00892FD1"/>
    <w:rsid w:val="00895E72"/>
    <w:rsid w:val="008A03BC"/>
    <w:rsid w:val="008A0E54"/>
    <w:rsid w:val="008A1178"/>
    <w:rsid w:val="008A130C"/>
    <w:rsid w:val="008A1458"/>
    <w:rsid w:val="008A199F"/>
    <w:rsid w:val="008A1F94"/>
    <w:rsid w:val="008A22CC"/>
    <w:rsid w:val="008A22CE"/>
    <w:rsid w:val="008A39B6"/>
    <w:rsid w:val="008A41CE"/>
    <w:rsid w:val="008A5256"/>
    <w:rsid w:val="008A627F"/>
    <w:rsid w:val="008A666E"/>
    <w:rsid w:val="008A6AFF"/>
    <w:rsid w:val="008A6C17"/>
    <w:rsid w:val="008A75B6"/>
    <w:rsid w:val="008B1309"/>
    <w:rsid w:val="008B278F"/>
    <w:rsid w:val="008B33A6"/>
    <w:rsid w:val="008B44DA"/>
    <w:rsid w:val="008B4D49"/>
    <w:rsid w:val="008B549B"/>
    <w:rsid w:val="008B673B"/>
    <w:rsid w:val="008B6A8B"/>
    <w:rsid w:val="008B79F8"/>
    <w:rsid w:val="008B7DBB"/>
    <w:rsid w:val="008C1B87"/>
    <w:rsid w:val="008C446F"/>
    <w:rsid w:val="008C4498"/>
    <w:rsid w:val="008C4EB8"/>
    <w:rsid w:val="008C6DDA"/>
    <w:rsid w:val="008D22FF"/>
    <w:rsid w:val="008D2731"/>
    <w:rsid w:val="008D346E"/>
    <w:rsid w:val="008D4098"/>
    <w:rsid w:val="008D55C1"/>
    <w:rsid w:val="008D6A24"/>
    <w:rsid w:val="008D6E6F"/>
    <w:rsid w:val="008D788C"/>
    <w:rsid w:val="008E1629"/>
    <w:rsid w:val="008E2757"/>
    <w:rsid w:val="008E48C2"/>
    <w:rsid w:val="008E74A5"/>
    <w:rsid w:val="008F0995"/>
    <w:rsid w:val="008F22E2"/>
    <w:rsid w:val="008F2A55"/>
    <w:rsid w:val="008F4203"/>
    <w:rsid w:val="008F510F"/>
    <w:rsid w:val="008F5473"/>
    <w:rsid w:val="008F5BDF"/>
    <w:rsid w:val="008F5EAD"/>
    <w:rsid w:val="008F79C1"/>
    <w:rsid w:val="009002EF"/>
    <w:rsid w:val="009005AE"/>
    <w:rsid w:val="0090096D"/>
    <w:rsid w:val="009021D3"/>
    <w:rsid w:val="0090569A"/>
    <w:rsid w:val="00906781"/>
    <w:rsid w:val="00906D3F"/>
    <w:rsid w:val="009079E2"/>
    <w:rsid w:val="00912463"/>
    <w:rsid w:val="00912C4D"/>
    <w:rsid w:val="00912CC3"/>
    <w:rsid w:val="00913006"/>
    <w:rsid w:val="00914CCE"/>
    <w:rsid w:val="00914F4F"/>
    <w:rsid w:val="00916020"/>
    <w:rsid w:val="0091706C"/>
    <w:rsid w:val="00917AFD"/>
    <w:rsid w:val="00917DF9"/>
    <w:rsid w:val="00920D09"/>
    <w:rsid w:val="00924050"/>
    <w:rsid w:val="009249E4"/>
    <w:rsid w:val="00924F58"/>
    <w:rsid w:val="0092579B"/>
    <w:rsid w:val="009263C0"/>
    <w:rsid w:val="00927150"/>
    <w:rsid w:val="00927B13"/>
    <w:rsid w:val="00930E9F"/>
    <w:rsid w:val="00931C63"/>
    <w:rsid w:val="00931E6E"/>
    <w:rsid w:val="00932C92"/>
    <w:rsid w:val="00932D0B"/>
    <w:rsid w:val="00937A48"/>
    <w:rsid w:val="00937CDF"/>
    <w:rsid w:val="009414ED"/>
    <w:rsid w:val="00942200"/>
    <w:rsid w:val="00942440"/>
    <w:rsid w:val="00942985"/>
    <w:rsid w:val="00944AD4"/>
    <w:rsid w:val="00944DC4"/>
    <w:rsid w:val="009505A9"/>
    <w:rsid w:val="00951703"/>
    <w:rsid w:val="00952EA5"/>
    <w:rsid w:val="0095339C"/>
    <w:rsid w:val="0095361A"/>
    <w:rsid w:val="00953AD0"/>
    <w:rsid w:val="00954570"/>
    <w:rsid w:val="0095499A"/>
    <w:rsid w:val="0095546C"/>
    <w:rsid w:val="00955F05"/>
    <w:rsid w:val="00961758"/>
    <w:rsid w:val="00961A0E"/>
    <w:rsid w:val="00962798"/>
    <w:rsid w:val="00962B04"/>
    <w:rsid w:val="00965837"/>
    <w:rsid w:val="00965AF6"/>
    <w:rsid w:val="00966E52"/>
    <w:rsid w:val="00967270"/>
    <w:rsid w:val="00967C34"/>
    <w:rsid w:val="009737D8"/>
    <w:rsid w:val="00976B23"/>
    <w:rsid w:val="00977024"/>
    <w:rsid w:val="009813E7"/>
    <w:rsid w:val="009829BF"/>
    <w:rsid w:val="00984558"/>
    <w:rsid w:val="00985078"/>
    <w:rsid w:val="00986C44"/>
    <w:rsid w:val="00987410"/>
    <w:rsid w:val="00987BBF"/>
    <w:rsid w:val="0099013B"/>
    <w:rsid w:val="0099074D"/>
    <w:rsid w:val="0099126C"/>
    <w:rsid w:val="009913F8"/>
    <w:rsid w:val="0099383F"/>
    <w:rsid w:val="009946BE"/>
    <w:rsid w:val="00995E96"/>
    <w:rsid w:val="00996C8E"/>
    <w:rsid w:val="00997C42"/>
    <w:rsid w:val="009A2640"/>
    <w:rsid w:val="009A26C3"/>
    <w:rsid w:val="009A3B57"/>
    <w:rsid w:val="009A3BE3"/>
    <w:rsid w:val="009A797C"/>
    <w:rsid w:val="009B06BA"/>
    <w:rsid w:val="009B0E54"/>
    <w:rsid w:val="009B15B9"/>
    <w:rsid w:val="009B3748"/>
    <w:rsid w:val="009B5BB4"/>
    <w:rsid w:val="009B718D"/>
    <w:rsid w:val="009B7EA6"/>
    <w:rsid w:val="009C026D"/>
    <w:rsid w:val="009C037F"/>
    <w:rsid w:val="009C1B07"/>
    <w:rsid w:val="009C25E6"/>
    <w:rsid w:val="009C42CC"/>
    <w:rsid w:val="009C5068"/>
    <w:rsid w:val="009C6796"/>
    <w:rsid w:val="009C6D8D"/>
    <w:rsid w:val="009C783B"/>
    <w:rsid w:val="009D0ACE"/>
    <w:rsid w:val="009D2405"/>
    <w:rsid w:val="009D3BB0"/>
    <w:rsid w:val="009D416D"/>
    <w:rsid w:val="009D4802"/>
    <w:rsid w:val="009D4DEE"/>
    <w:rsid w:val="009D5458"/>
    <w:rsid w:val="009D5B82"/>
    <w:rsid w:val="009D69B5"/>
    <w:rsid w:val="009D7745"/>
    <w:rsid w:val="009E25DC"/>
    <w:rsid w:val="009E3FCC"/>
    <w:rsid w:val="009E6454"/>
    <w:rsid w:val="009E781D"/>
    <w:rsid w:val="009F2611"/>
    <w:rsid w:val="009F4888"/>
    <w:rsid w:val="009F4D0B"/>
    <w:rsid w:val="009F633A"/>
    <w:rsid w:val="009F7D00"/>
    <w:rsid w:val="009F7E89"/>
    <w:rsid w:val="00A00557"/>
    <w:rsid w:val="00A00CF1"/>
    <w:rsid w:val="00A01A87"/>
    <w:rsid w:val="00A01B8A"/>
    <w:rsid w:val="00A02D56"/>
    <w:rsid w:val="00A036D4"/>
    <w:rsid w:val="00A045DE"/>
    <w:rsid w:val="00A04D7B"/>
    <w:rsid w:val="00A05F11"/>
    <w:rsid w:val="00A06038"/>
    <w:rsid w:val="00A072A3"/>
    <w:rsid w:val="00A0756E"/>
    <w:rsid w:val="00A10A08"/>
    <w:rsid w:val="00A113B2"/>
    <w:rsid w:val="00A130B1"/>
    <w:rsid w:val="00A14DB8"/>
    <w:rsid w:val="00A15DA0"/>
    <w:rsid w:val="00A17A25"/>
    <w:rsid w:val="00A204EC"/>
    <w:rsid w:val="00A2083C"/>
    <w:rsid w:val="00A20BB8"/>
    <w:rsid w:val="00A22E33"/>
    <w:rsid w:val="00A24404"/>
    <w:rsid w:val="00A249E2"/>
    <w:rsid w:val="00A254EF"/>
    <w:rsid w:val="00A26629"/>
    <w:rsid w:val="00A26AB7"/>
    <w:rsid w:val="00A31335"/>
    <w:rsid w:val="00A33E26"/>
    <w:rsid w:val="00A3421B"/>
    <w:rsid w:val="00A342BD"/>
    <w:rsid w:val="00A4093A"/>
    <w:rsid w:val="00A41BB7"/>
    <w:rsid w:val="00A43FF0"/>
    <w:rsid w:val="00A45C07"/>
    <w:rsid w:val="00A54DCC"/>
    <w:rsid w:val="00A61437"/>
    <w:rsid w:val="00A61520"/>
    <w:rsid w:val="00A61FAC"/>
    <w:rsid w:val="00A62CA9"/>
    <w:rsid w:val="00A663FA"/>
    <w:rsid w:val="00A66AF5"/>
    <w:rsid w:val="00A66C87"/>
    <w:rsid w:val="00A715D3"/>
    <w:rsid w:val="00A7329F"/>
    <w:rsid w:val="00A738C6"/>
    <w:rsid w:val="00A73AC0"/>
    <w:rsid w:val="00A75A21"/>
    <w:rsid w:val="00A767F1"/>
    <w:rsid w:val="00A76C56"/>
    <w:rsid w:val="00A77403"/>
    <w:rsid w:val="00A800E5"/>
    <w:rsid w:val="00A808F9"/>
    <w:rsid w:val="00A81A33"/>
    <w:rsid w:val="00A86847"/>
    <w:rsid w:val="00A90430"/>
    <w:rsid w:val="00A913B1"/>
    <w:rsid w:val="00A919DF"/>
    <w:rsid w:val="00A91A56"/>
    <w:rsid w:val="00A93C96"/>
    <w:rsid w:val="00A93D8F"/>
    <w:rsid w:val="00A95FB9"/>
    <w:rsid w:val="00A96F26"/>
    <w:rsid w:val="00AA03E5"/>
    <w:rsid w:val="00AA121B"/>
    <w:rsid w:val="00AA188C"/>
    <w:rsid w:val="00AA2EFA"/>
    <w:rsid w:val="00AA3BA1"/>
    <w:rsid w:val="00AA4787"/>
    <w:rsid w:val="00AA640E"/>
    <w:rsid w:val="00AA6F66"/>
    <w:rsid w:val="00AA7E13"/>
    <w:rsid w:val="00AB2078"/>
    <w:rsid w:val="00AB3D3A"/>
    <w:rsid w:val="00AB4030"/>
    <w:rsid w:val="00AB4982"/>
    <w:rsid w:val="00AB5C75"/>
    <w:rsid w:val="00AB5F55"/>
    <w:rsid w:val="00AB6357"/>
    <w:rsid w:val="00AB6ADC"/>
    <w:rsid w:val="00AB6DC0"/>
    <w:rsid w:val="00AB7B4C"/>
    <w:rsid w:val="00AC024C"/>
    <w:rsid w:val="00AC104D"/>
    <w:rsid w:val="00AC149C"/>
    <w:rsid w:val="00AC2162"/>
    <w:rsid w:val="00AC2632"/>
    <w:rsid w:val="00AC30BC"/>
    <w:rsid w:val="00AC3ABA"/>
    <w:rsid w:val="00AC4123"/>
    <w:rsid w:val="00AC4353"/>
    <w:rsid w:val="00AC4594"/>
    <w:rsid w:val="00AC4C63"/>
    <w:rsid w:val="00AC50EB"/>
    <w:rsid w:val="00AC57CF"/>
    <w:rsid w:val="00AD124B"/>
    <w:rsid w:val="00AD24EA"/>
    <w:rsid w:val="00AD2561"/>
    <w:rsid w:val="00AD290B"/>
    <w:rsid w:val="00AD2C06"/>
    <w:rsid w:val="00AD637C"/>
    <w:rsid w:val="00AD7365"/>
    <w:rsid w:val="00AE2678"/>
    <w:rsid w:val="00AE2B66"/>
    <w:rsid w:val="00AE2F76"/>
    <w:rsid w:val="00AE2FE8"/>
    <w:rsid w:val="00AE304B"/>
    <w:rsid w:val="00AE3FC5"/>
    <w:rsid w:val="00AE4EA9"/>
    <w:rsid w:val="00AE58FA"/>
    <w:rsid w:val="00AE716B"/>
    <w:rsid w:val="00AF21D6"/>
    <w:rsid w:val="00AF248E"/>
    <w:rsid w:val="00AF2A9E"/>
    <w:rsid w:val="00AF3AB1"/>
    <w:rsid w:val="00AF3D55"/>
    <w:rsid w:val="00AF4293"/>
    <w:rsid w:val="00AF5594"/>
    <w:rsid w:val="00AF64D6"/>
    <w:rsid w:val="00AF7C87"/>
    <w:rsid w:val="00B001AF"/>
    <w:rsid w:val="00B00C84"/>
    <w:rsid w:val="00B04432"/>
    <w:rsid w:val="00B044F9"/>
    <w:rsid w:val="00B11EF0"/>
    <w:rsid w:val="00B12144"/>
    <w:rsid w:val="00B13B48"/>
    <w:rsid w:val="00B15A27"/>
    <w:rsid w:val="00B161D2"/>
    <w:rsid w:val="00B16634"/>
    <w:rsid w:val="00B17973"/>
    <w:rsid w:val="00B21F48"/>
    <w:rsid w:val="00B23708"/>
    <w:rsid w:val="00B238D9"/>
    <w:rsid w:val="00B249D5"/>
    <w:rsid w:val="00B256F8"/>
    <w:rsid w:val="00B259D3"/>
    <w:rsid w:val="00B2636A"/>
    <w:rsid w:val="00B2709D"/>
    <w:rsid w:val="00B277AB"/>
    <w:rsid w:val="00B27886"/>
    <w:rsid w:val="00B27D44"/>
    <w:rsid w:val="00B32E95"/>
    <w:rsid w:val="00B3307A"/>
    <w:rsid w:val="00B33F96"/>
    <w:rsid w:val="00B3580A"/>
    <w:rsid w:val="00B36DE7"/>
    <w:rsid w:val="00B37386"/>
    <w:rsid w:val="00B3766B"/>
    <w:rsid w:val="00B4085F"/>
    <w:rsid w:val="00B40BDB"/>
    <w:rsid w:val="00B40BF8"/>
    <w:rsid w:val="00B40DE5"/>
    <w:rsid w:val="00B42B13"/>
    <w:rsid w:val="00B45AC5"/>
    <w:rsid w:val="00B468C4"/>
    <w:rsid w:val="00B46AE1"/>
    <w:rsid w:val="00B47930"/>
    <w:rsid w:val="00B5051D"/>
    <w:rsid w:val="00B55229"/>
    <w:rsid w:val="00B55836"/>
    <w:rsid w:val="00B57223"/>
    <w:rsid w:val="00B60297"/>
    <w:rsid w:val="00B60666"/>
    <w:rsid w:val="00B619C7"/>
    <w:rsid w:val="00B620CA"/>
    <w:rsid w:val="00B62173"/>
    <w:rsid w:val="00B621AB"/>
    <w:rsid w:val="00B62F74"/>
    <w:rsid w:val="00B63256"/>
    <w:rsid w:val="00B6482B"/>
    <w:rsid w:val="00B678DB"/>
    <w:rsid w:val="00B70393"/>
    <w:rsid w:val="00B71888"/>
    <w:rsid w:val="00B722DE"/>
    <w:rsid w:val="00B723A5"/>
    <w:rsid w:val="00B72C5B"/>
    <w:rsid w:val="00B7312E"/>
    <w:rsid w:val="00B74768"/>
    <w:rsid w:val="00B75317"/>
    <w:rsid w:val="00B76137"/>
    <w:rsid w:val="00B768DC"/>
    <w:rsid w:val="00B769EB"/>
    <w:rsid w:val="00B8116A"/>
    <w:rsid w:val="00B84956"/>
    <w:rsid w:val="00B84F5B"/>
    <w:rsid w:val="00B85216"/>
    <w:rsid w:val="00B857EE"/>
    <w:rsid w:val="00B85AAE"/>
    <w:rsid w:val="00B86F60"/>
    <w:rsid w:val="00B90375"/>
    <w:rsid w:val="00B907DA"/>
    <w:rsid w:val="00B909B6"/>
    <w:rsid w:val="00B90E2C"/>
    <w:rsid w:val="00B91C49"/>
    <w:rsid w:val="00B934BA"/>
    <w:rsid w:val="00B95673"/>
    <w:rsid w:val="00B95C56"/>
    <w:rsid w:val="00B978A9"/>
    <w:rsid w:val="00B97B24"/>
    <w:rsid w:val="00BA0D22"/>
    <w:rsid w:val="00BA151C"/>
    <w:rsid w:val="00BA3570"/>
    <w:rsid w:val="00BA4536"/>
    <w:rsid w:val="00BB1423"/>
    <w:rsid w:val="00BC0ACA"/>
    <w:rsid w:val="00BC116D"/>
    <w:rsid w:val="00BC3F5C"/>
    <w:rsid w:val="00BC57DF"/>
    <w:rsid w:val="00BC662B"/>
    <w:rsid w:val="00BC6FF9"/>
    <w:rsid w:val="00BC7BC3"/>
    <w:rsid w:val="00BD01A3"/>
    <w:rsid w:val="00BD0929"/>
    <w:rsid w:val="00BD1004"/>
    <w:rsid w:val="00BD36DD"/>
    <w:rsid w:val="00BD3FA6"/>
    <w:rsid w:val="00BD5194"/>
    <w:rsid w:val="00BD61BA"/>
    <w:rsid w:val="00BD6305"/>
    <w:rsid w:val="00BD6C32"/>
    <w:rsid w:val="00BE3B2F"/>
    <w:rsid w:val="00BE5B8C"/>
    <w:rsid w:val="00BE748A"/>
    <w:rsid w:val="00BF1012"/>
    <w:rsid w:val="00BF117E"/>
    <w:rsid w:val="00BF1CFB"/>
    <w:rsid w:val="00BF2488"/>
    <w:rsid w:val="00BF3C19"/>
    <w:rsid w:val="00BF3C7B"/>
    <w:rsid w:val="00BF6AA7"/>
    <w:rsid w:val="00BF6D4A"/>
    <w:rsid w:val="00BF751C"/>
    <w:rsid w:val="00BF7B9B"/>
    <w:rsid w:val="00C00AA5"/>
    <w:rsid w:val="00C0233D"/>
    <w:rsid w:val="00C02A71"/>
    <w:rsid w:val="00C04F24"/>
    <w:rsid w:val="00C05278"/>
    <w:rsid w:val="00C0592B"/>
    <w:rsid w:val="00C060A1"/>
    <w:rsid w:val="00C077EB"/>
    <w:rsid w:val="00C107EC"/>
    <w:rsid w:val="00C11F7A"/>
    <w:rsid w:val="00C1397D"/>
    <w:rsid w:val="00C13E03"/>
    <w:rsid w:val="00C15837"/>
    <w:rsid w:val="00C23333"/>
    <w:rsid w:val="00C265F5"/>
    <w:rsid w:val="00C326E4"/>
    <w:rsid w:val="00C333F9"/>
    <w:rsid w:val="00C3403E"/>
    <w:rsid w:val="00C37410"/>
    <w:rsid w:val="00C37D20"/>
    <w:rsid w:val="00C400F9"/>
    <w:rsid w:val="00C407AA"/>
    <w:rsid w:val="00C40EC2"/>
    <w:rsid w:val="00C45DC9"/>
    <w:rsid w:val="00C463F9"/>
    <w:rsid w:val="00C4678A"/>
    <w:rsid w:val="00C501CA"/>
    <w:rsid w:val="00C502CF"/>
    <w:rsid w:val="00C53F62"/>
    <w:rsid w:val="00C64849"/>
    <w:rsid w:val="00C65947"/>
    <w:rsid w:val="00C65B92"/>
    <w:rsid w:val="00C65CEF"/>
    <w:rsid w:val="00C66F95"/>
    <w:rsid w:val="00C7089E"/>
    <w:rsid w:val="00C713E1"/>
    <w:rsid w:val="00C7151C"/>
    <w:rsid w:val="00C74367"/>
    <w:rsid w:val="00C7474E"/>
    <w:rsid w:val="00C77522"/>
    <w:rsid w:val="00C81C38"/>
    <w:rsid w:val="00C8338A"/>
    <w:rsid w:val="00C8400E"/>
    <w:rsid w:val="00C84573"/>
    <w:rsid w:val="00C848A8"/>
    <w:rsid w:val="00C84C33"/>
    <w:rsid w:val="00C92D38"/>
    <w:rsid w:val="00C9750E"/>
    <w:rsid w:val="00CA0BF4"/>
    <w:rsid w:val="00CA26AF"/>
    <w:rsid w:val="00CA3320"/>
    <w:rsid w:val="00CA406E"/>
    <w:rsid w:val="00CA561B"/>
    <w:rsid w:val="00CA59EF"/>
    <w:rsid w:val="00CA5E0B"/>
    <w:rsid w:val="00CA771A"/>
    <w:rsid w:val="00CB1768"/>
    <w:rsid w:val="00CB1F7B"/>
    <w:rsid w:val="00CB351E"/>
    <w:rsid w:val="00CB4C76"/>
    <w:rsid w:val="00CB576E"/>
    <w:rsid w:val="00CB5921"/>
    <w:rsid w:val="00CB5BC3"/>
    <w:rsid w:val="00CB6D8E"/>
    <w:rsid w:val="00CB7A59"/>
    <w:rsid w:val="00CC0344"/>
    <w:rsid w:val="00CC06C7"/>
    <w:rsid w:val="00CC2559"/>
    <w:rsid w:val="00CC32BD"/>
    <w:rsid w:val="00CC5690"/>
    <w:rsid w:val="00CD36A7"/>
    <w:rsid w:val="00CD37DE"/>
    <w:rsid w:val="00CD3988"/>
    <w:rsid w:val="00CD3B9E"/>
    <w:rsid w:val="00CD453A"/>
    <w:rsid w:val="00CD5205"/>
    <w:rsid w:val="00CD52ED"/>
    <w:rsid w:val="00CD5863"/>
    <w:rsid w:val="00CD6302"/>
    <w:rsid w:val="00CE09E3"/>
    <w:rsid w:val="00CE0F6C"/>
    <w:rsid w:val="00CE188C"/>
    <w:rsid w:val="00CE1E01"/>
    <w:rsid w:val="00CE3267"/>
    <w:rsid w:val="00CE3840"/>
    <w:rsid w:val="00CE406E"/>
    <w:rsid w:val="00CE5208"/>
    <w:rsid w:val="00CE6E50"/>
    <w:rsid w:val="00CF268C"/>
    <w:rsid w:val="00CF2BD0"/>
    <w:rsid w:val="00CF4FC8"/>
    <w:rsid w:val="00CF569C"/>
    <w:rsid w:val="00CF5BD9"/>
    <w:rsid w:val="00CF7C4A"/>
    <w:rsid w:val="00D00CFC"/>
    <w:rsid w:val="00D01225"/>
    <w:rsid w:val="00D01AAC"/>
    <w:rsid w:val="00D037C8"/>
    <w:rsid w:val="00D05733"/>
    <w:rsid w:val="00D059B9"/>
    <w:rsid w:val="00D1100A"/>
    <w:rsid w:val="00D1181B"/>
    <w:rsid w:val="00D11AC3"/>
    <w:rsid w:val="00D11EC8"/>
    <w:rsid w:val="00D12386"/>
    <w:rsid w:val="00D12B11"/>
    <w:rsid w:val="00D1306A"/>
    <w:rsid w:val="00D1523A"/>
    <w:rsid w:val="00D17003"/>
    <w:rsid w:val="00D179DB"/>
    <w:rsid w:val="00D22082"/>
    <w:rsid w:val="00D22253"/>
    <w:rsid w:val="00D22693"/>
    <w:rsid w:val="00D231E5"/>
    <w:rsid w:val="00D23C6E"/>
    <w:rsid w:val="00D248E5"/>
    <w:rsid w:val="00D25B32"/>
    <w:rsid w:val="00D27B8E"/>
    <w:rsid w:val="00D30853"/>
    <w:rsid w:val="00D30BBD"/>
    <w:rsid w:val="00D31014"/>
    <w:rsid w:val="00D31A7B"/>
    <w:rsid w:val="00D326D0"/>
    <w:rsid w:val="00D33434"/>
    <w:rsid w:val="00D335E2"/>
    <w:rsid w:val="00D336CA"/>
    <w:rsid w:val="00D34E68"/>
    <w:rsid w:val="00D364D4"/>
    <w:rsid w:val="00D40C43"/>
    <w:rsid w:val="00D41BD2"/>
    <w:rsid w:val="00D42F81"/>
    <w:rsid w:val="00D43C81"/>
    <w:rsid w:val="00D44386"/>
    <w:rsid w:val="00D456A9"/>
    <w:rsid w:val="00D4660A"/>
    <w:rsid w:val="00D5301F"/>
    <w:rsid w:val="00D53558"/>
    <w:rsid w:val="00D54091"/>
    <w:rsid w:val="00D55694"/>
    <w:rsid w:val="00D55E07"/>
    <w:rsid w:val="00D55F20"/>
    <w:rsid w:val="00D5627A"/>
    <w:rsid w:val="00D57228"/>
    <w:rsid w:val="00D57E23"/>
    <w:rsid w:val="00D60D08"/>
    <w:rsid w:val="00D61FA6"/>
    <w:rsid w:val="00D65E07"/>
    <w:rsid w:val="00D6683A"/>
    <w:rsid w:val="00D67303"/>
    <w:rsid w:val="00D67494"/>
    <w:rsid w:val="00D7045B"/>
    <w:rsid w:val="00D70B48"/>
    <w:rsid w:val="00D718BA"/>
    <w:rsid w:val="00D7297C"/>
    <w:rsid w:val="00D72B5C"/>
    <w:rsid w:val="00D81A64"/>
    <w:rsid w:val="00D82761"/>
    <w:rsid w:val="00D82C27"/>
    <w:rsid w:val="00D8302A"/>
    <w:rsid w:val="00D8326D"/>
    <w:rsid w:val="00D83AC4"/>
    <w:rsid w:val="00D84756"/>
    <w:rsid w:val="00D8590B"/>
    <w:rsid w:val="00D85B88"/>
    <w:rsid w:val="00D86692"/>
    <w:rsid w:val="00D86810"/>
    <w:rsid w:val="00D8762C"/>
    <w:rsid w:val="00D93225"/>
    <w:rsid w:val="00D935C8"/>
    <w:rsid w:val="00D94964"/>
    <w:rsid w:val="00D95FB0"/>
    <w:rsid w:val="00D963CB"/>
    <w:rsid w:val="00DA1F3A"/>
    <w:rsid w:val="00DA30BA"/>
    <w:rsid w:val="00DA340F"/>
    <w:rsid w:val="00DA4CC0"/>
    <w:rsid w:val="00DA5010"/>
    <w:rsid w:val="00DA5E62"/>
    <w:rsid w:val="00DA5EE9"/>
    <w:rsid w:val="00DA71E6"/>
    <w:rsid w:val="00DB2BB1"/>
    <w:rsid w:val="00DB3932"/>
    <w:rsid w:val="00DB3FE3"/>
    <w:rsid w:val="00DB4FB6"/>
    <w:rsid w:val="00DB625C"/>
    <w:rsid w:val="00DB6414"/>
    <w:rsid w:val="00DC2867"/>
    <w:rsid w:val="00DC29B2"/>
    <w:rsid w:val="00DC370B"/>
    <w:rsid w:val="00DC37E3"/>
    <w:rsid w:val="00DC48EB"/>
    <w:rsid w:val="00DC4EDB"/>
    <w:rsid w:val="00DC6A59"/>
    <w:rsid w:val="00DC737C"/>
    <w:rsid w:val="00DC7AED"/>
    <w:rsid w:val="00DD1F2F"/>
    <w:rsid w:val="00DD36F4"/>
    <w:rsid w:val="00DD6ACD"/>
    <w:rsid w:val="00DD75FC"/>
    <w:rsid w:val="00DE029A"/>
    <w:rsid w:val="00DE0E87"/>
    <w:rsid w:val="00DE45FC"/>
    <w:rsid w:val="00DE6063"/>
    <w:rsid w:val="00DE7D98"/>
    <w:rsid w:val="00DF0884"/>
    <w:rsid w:val="00DF14EE"/>
    <w:rsid w:val="00DF1939"/>
    <w:rsid w:val="00DF26B3"/>
    <w:rsid w:val="00DF2A22"/>
    <w:rsid w:val="00DF2ABC"/>
    <w:rsid w:val="00DF2CD8"/>
    <w:rsid w:val="00DF400C"/>
    <w:rsid w:val="00DF47AA"/>
    <w:rsid w:val="00DF4AF5"/>
    <w:rsid w:val="00DF4F92"/>
    <w:rsid w:val="00DF60FA"/>
    <w:rsid w:val="00DF6B75"/>
    <w:rsid w:val="00DF7A3D"/>
    <w:rsid w:val="00E005DF"/>
    <w:rsid w:val="00E00790"/>
    <w:rsid w:val="00E0166E"/>
    <w:rsid w:val="00E043BC"/>
    <w:rsid w:val="00E0447B"/>
    <w:rsid w:val="00E04CB4"/>
    <w:rsid w:val="00E06F47"/>
    <w:rsid w:val="00E07DA1"/>
    <w:rsid w:val="00E10D88"/>
    <w:rsid w:val="00E10EE0"/>
    <w:rsid w:val="00E11AC5"/>
    <w:rsid w:val="00E139A9"/>
    <w:rsid w:val="00E1620C"/>
    <w:rsid w:val="00E16C06"/>
    <w:rsid w:val="00E172E8"/>
    <w:rsid w:val="00E2430A"/>
    <w:rsid w:val="00E24DD3"/>
    <w:rsid w:val="00E25468"/>
    <w:rsid w:val="00E2551E"/>
    <w:rsid w:val="00E2576F"/>
    <w:rsid w:val="00E262FF"/>
    <w:rsid w:val="00E263AD"/>
    <w:rsid w:val="00E323DC"/>
    <w:rsid w:val="00E32E79"/>
    <w:rsid w:val="00E33C42"/>
    <w:rsid w:val="00E357A5"/>
    <w:rsid w:val="00E40AC6"/>
    <w:rsid w:val="00E429CE"/>
    <w:rsid w:val="00E43581"/>
    <w:rsid w:val="00E4390B"/>
    <w:rsid w:val="00E43C11"/>
    <w:rsid w:val="00E445BD"/>
    <w:rsid w:val="00E458EA"/>
    <w:rsid w:val="00E45CB0"/>
    <w:rsid w:val="00E45F1F"/>
    <w:rsid w:val="00E51022"/>
    <w:rsid w:val="00E549B4"/>
    <w:rsid w:val="00E5506A"/>
    <w:rsid w:val="00E55602"/>
    <w:rsid w:val="00E61D41"/>
    <w:rsid w:val="00E6208D"/>
    <w:rsid w:val="00E63657"/>
    <w:rsid w:val="00E646CC"/>
    <w:rsid w:val="00E65360"/>
    <w:rsid w:val="00E665AE"/>
    <w:rsid w:val="00E703A9"/>
    <w:rsid w:val="00E72C81"/>
    <w:rsid w:val="00E741CF"/>
    <w:rsid w:val="00E7665D"/>
    <w:rsid w:val="00E76CB0"/>
    <w:rsid w:val="00E81722"/>
    <w:rsid w:val="00E824BD"/>
    <w:rsid w:val="00E83E54"/>
    <w:rsid w:val="00E8507B"/>
    <w:rsid w:val="00E87443"/>
    <w:rsid w:val="00E90C50"/>
    <w:rsid w:val="00E932B6"/>
    <w:rsid w:val="00E93C17"/>
    <w:rsid w:val="00E946C1"/>
    <w:rsid w:val="00E9516E"/>
    <w:rsid w:val="00E9612E"/>
    <w:rsid w:val="00E96A99"/>
    <w:rsid w:val="00E96E42"/>
    <w:rsid w:val="00EA0B94"/>
    <w:rsid w:val="00EA112B"/>
    <w:rsid w:val="00EA1A48"/>
    <w:rsid w:val="00EA4B93"/>
    <w:rsid w:val="00EA6090"/>
    <w:rsid w:val="00EA67F2"/>
    <w:rsid w:val="00EB0D11"/>
    <w:rsid w:val="00EB0DE7"/>
    <w:rsid w:val="00EB3293"/>
    <w:rsid w:val="00EB3407"/>
    <w:rsid w:val="00EB3EC3"/>
    <w:rsid w:val="00EB6275"/>
    <w:rsid w:val="00EB69FF"/>
    <w:rsid w:val="00EC1904"/>
    <w:rsid w:val="00EC3898"/>
    <w:rsid w:val="00EC3C8D"/>
    <w:rsid w:val="00EC4573"/>
    <w:rsid w:val="00EC4C83"/>
    <w:rsid w:val="00EC59F0"/>
    <w:rsid w:val="00EC6F00"/>
    <w:rsid w:val="00ED0EC6"/>
    <w:rsid w:val="00ED6054"/>
    <w:rsid w:val="00ED60F3"/>
    <w:rsid w:val="00ED68B6"/>
    <w:rsid w:val="00ED7269"/>
    <w:rsid w:val="00EE00C0"/>
    <w:rsid w:val="00EE032E"/>
    <w:rsid w:val="00EE0F1D"/>
    <w:rsid w:val="00EE20BF"/>
    <w:rsid w:val="00EE4462"/>
    <w:rsid w:val="00EE54A6"/>
    <w:rsid w:val="00EF021E"/>
    <w:rsid w:val="00EF07C3"/>
    <w:rsid w:val="00EF09B0"/>
    <w:rsid w:val="00EF1876"/>
    <w:rsid w:val="00EF2241"/>
    <w:rsid w:val="00EF2C4D"/>
    <w:rsid w:val="00EF4FCE"/>
    <w:rsid w:val="00EF522F"/>
    <w:rsid w:val="00EF5678"/>
    <w:rsid w:val="00EF7B23"/>
    <w:rsid w:val="00F00FC3"/>
    <w:rsid w:val="00F0200F"/>
    <w:rsid w:val="00F02263"/>
    <w:rsid w:val="00F03511"/>
    <w:rsid w:val="00F05986"/>
    <w:rsid w:val="00F070B1"/>
    <w:rsid w:val="00F11734"/>
    <w:rsid w:val="00F11A1D"/>
    <w:rsid w:val="00F120A7"/>
    <w:rsid w:val="00F1212E"/>
    <w:rsid w:val="00F12840"/>
    <w:rsid w:val="00F13ED0"/>
    <w:rsid w:val="00F14630"/>
    <w:rsid w:val="00F14D07"/>
    <w:rsid w:val="00F17059"/>
    <w:rsid w:val="00F174D4"/>
    <w:rsid w:val="00F20FE4"/>
    <w:rsid w:val="00F24F82"/>
    <w:rsid w:val="00F26821"/>
    <w:rsid w:val="00F319D8"/>
    <w:rsid w:val="00F3509E"/>
    <w:rsid w:val="00F3667D"/>
    <w:rsid w:val="00F36B8A"/>
    <w:rsid w:val="00F36C44"/>
    <w:rsid w:val="00F36CF6"/>
    <w:rsid w:val="00F377E5"/>
    <w:rsid w:val="00F40BCB"/>
    <w:rsid w:val="00F412BA"/>
    <w:rsid w:val="00F419FA"/>
    <w:rsid w:val="00F41D13"/>
    <w:rsid w:val="00F4202A"/>
    <w:rsid w:val="00F44E07"/>
    <w:rsid w:val="00F44FDF"/>
    <w:rsid w:val="00F47B5D"/>
    <w:rsid w:val="00F502F2"/>
    <w:rsid w:val="00F50379"/>
    <w:rsid w:val="00F52BDD"/>
    <w:rsid w:val="00F53F8C"/>
    <w:rsid w:val="00F54769"/>
    <w:rsid w:val="00F554DF"/>
    <w:rsid w:val="00F56C35"/>
    <w:rsid w:val="00F56D88"/>
    <w:rsid w:val="00F604CF"/>
    <w:rsid w:val="00F61B4D"/>
    <w:rsid w:val="00F63259"/>
    <w:rsid w:val="00F63693"/>
    <w:rsid w:val="00F65169"/>
    <w:rsid w:val="00F666F6"/>
    <w:rsid w:val="00F66B93"/>
    <w:rsid w:val="00F67EA8"/>
    <w:rsid w:val="00F77050"/>
    <w:rsid w:val="00F77AEB"/>
    <w:rsid w:val="00F8107B"/>
    <w:rsid w:val="00F8302A"/>
    <w:rsid w:val="00F851E3"/>
    <w:rsid w:val="00F8583D"/>
    <w:rsid w:val="00F86D6E"/>
    <w:rsid w:val="00F91734"/>
    <w:rsid w:val="00F932BE"/>
    <w:rsid w:val="00F934F8"/>
    <w:rsid w:val="00F9494A"/>
    <w:rsid w:val="00F95342"/>
    <w:rsid w:val="00F971D2"/>
    <w:rsid w:val="00FA07A6"/>
    <w:rsid w:val="00FA2698"/>
    <w:rsid w:val="00FA3957"/>
    <w:rsid w:val="00FA3D01"/>
    <w:rsid w:val="00FA5176"/>
    <w:rsid w:val="00FA724A"/>
    <w:rsid w:val="00FA7E39"/>
    <w:rsid w:val="00FB08E0"/>
    <w:rsid w:val="00FB0C41"/>
    <w:rsid w:val="00FB2274"/>
    <w:rsid w:val="00FB335A"/>
    <w:rsid w:val="00FB4255"/>
    <w:rsid w:val="00FB4DF0"/>
    <w:rsid w:val="00FB6655"/>
    <w:rsid w:val="00FB7564"/>
    <w:rsid w:val="00FB7C62"/>
    <w:rsid w:val="00FC14CF"/>
    <w:rsid w:val="00FC1F73"/>
    <w:rsid w:val="00FC2A8B"/>
    <w:rsid w:val="00FC318D"/>
    <w:rsid w:val="00FC36D5"/>
    <w:rsid w:val="00FC4B12"/>
    <w:rsid w:val="00FC4E99"/>
    <w:rsid w:val="00FC5932"/>
    <w:rsid w:val="00FC69CC"/>
    <w:rsid w:val="00FC7671"/>
    <w:rsid w:val="00FC76C5"/>
    <w:rsid w:val="00FD1DA0"/>
    <w:rsid w:val="00FD20B8"/>
    <w:rsid w:val="00FD2B19"/>
    <w:rsid w:val="00FD47C6"/>
    <w:rsid w:val="00FD5970"/>
    <w:rsid w:val="00FD69CA"/>
    <w:rsid w:val="00FD6CD2"/>
    <w:rsid w:val="00FD768D"/>
    <w:rsid w:val="00FE2EE5"/>
    <w:rsid w:val="00FE4E92"/>
    <w:rsid w:val="00FE5AEF"/>
    <w:rsid w:val="00FF0197"/>
    <w:rsid w:val="00FF1D46"/>
    <w:rsid w:val="00FF25F4"/>
    <w:rsid w:val="00FF3174"/>
    <w:rsid w:val="00FF33A8"/>
    <w:rsid w:val="00FF4F88"/>
    <w:rsid w:val="00FF50E2"/>
    <w:rsid w:val="00FF72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3705"/>
    <w:pPr>
      <w:spacing w:line="276" w:lineRule="auto"/>
    </w:pPr>
    <w:rPr>
      <w:sz w:val="26"/>
      <w:lang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87A81"/>
    <w:pPr>
      <w:keepNext/>
      <w:autoSpaceDE w:val="0"/>
      <w:autoSpaceDN w:val="0"/>
      <w:adjustRightInd w:val="0"/>
      <w:spacing w:line="240" w:lineRule="auto"/>
      <w:ind w:firstLine="709"/>
      <w:jc w:val="both"/>
      <w:outlineLvl w:val="2"/>
    </w:pPr>
    <w:rPr>
      <w:rFonts w:eastAsia="Times New Roman"/>
      <w:sz w:val="28"/>
      <w:szCs w:val="2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087A81"/>
    <w:rPr>
      <w:rFonts w:eastAsia="Times New Roman" w:cs="Times New Roman"/>
      <w:sz w:val="28"/>
    </w:rPr>
  </w:style>
  <w:style w:type="paragraph" w:customStyle="1" w:styleId="ConsPlusTitle">
    <w:name w:val="ConsPlusTitle"/>
    <w:uiPriority w:val="99"/>
    <w:rsid w:val="00113705"/>
    <w:pPr>
      <w:widowControl w:val="0"/>
      <w:autoSpaceDE w:val="0"/>
      <w:autoSpaceDN w:val="0"/>
      <w:adjustRightInd w:val="0"/>
    </w:pPr>
    <w:rPr>
      <w:rFonts w:eastAsia="Times New Roman"/>
      <w:b/>
      <w:bCs/>
      <w:sz w:val="26"/>
      <w:szCs w:val="26"/>
    </w:rPr>
  </w:style>
  <w:style w:type="character" w:styleId="Hyperlink">
    <w:name w:val="Hyperlink"/>
    <w:basedOn w:val="DefaultParagraphFont"/>
    <w:uiPriority w:val="99"/>
    <w:rsid w:val="00113705"/>
    <w:rPr>
      <w:rFonts w:cs="Times New Roman"/>
      <w:color w:val="0000FF"/>
      <w:u w:val="single"/>
    </w:rPr>
  </w:style>
  <w:style w:type="paragraph" w:customStyle="1" w:styleId="ConsPlusNormal">
    <w:name w:val="ConsPlusNormal"/>
    <w:link w:val="ConsPlusNormal0"/>
    <w:uiPriority w:val="99"/>
    <w:rsid w:val="00113705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customStyle="1" w:styleId="1">
    <w:name w:val="Абзац списка1"/>
    <w:basedOn w:val="Normal"/>
    <w:uiPriority w:val="99"/>
    <w:rsid w:val="00113705"/>
    <w:pPr>
      <w:spacing w:line="360" w:lineRule="auto"/>
      <w:ind w:firstLine="709"/>
      <w:jc w:val="both"/>
    </w:pPr>
    <w:rPr>
      <w:szCs w:val="26"/>
      <w:lang w:eastAsia="ru-RU"/>
    </w:rPr>
  </w:style>
  <w:style w:type="paragraph" w:styleId="NormalWeb">
    <w:name w:val="Normal (Web)"/>
    <w:aliases w:val="Обычный (веб) Знак1,Обычный (веб) Знак Знак"/>
    <w:basedOn w:val="Normal"/>
    <w:link w:val="NormalWebChar"/>
    <w:uiPriority w:val="99"/>
    <w:rsid w:val="00D11AC3"/>
    <w:pPr>
      <w:spacing w:before="100" w:beforeAutospacing="1" w:after="100" w:afterAutospacing="1" w:line="360" w:lineRule="auto"/>
      <w:jc w:val="both"/>
    </w:pPr>
    <w:rPr>
      <w:rFonts w:eastAsia="SimSun"/>
      <w:sz w:val="16"/>
      <w:szCs w:val="20"/>
      <w:lang w:eastAsia="ru-RU"/>
    </w:rPr>
  </w:style>
  <w:style w:type="character" w:customStyle="1" w:styleId="NormalWebChar">
    <w:name w:val="Normal (Web) Char"/>
    <w:aliases w:val="Обычный (веб) Знак1 Char,Обычный (веб) Знак Знак Char"/>
    <w:link w:val="NormalWeb"/>
    <w:uiPriority w:val="99"/>
    <w:locked/>
    <w:rsid w:val="00D11AC3"/>
    <w:rPr>
      <w:rFonts w:eastAsia="SimSun"/>
      <w:sz w:val="16"/>
    </w:rPr>
  </w:style>
  <w:style w:type="character" w:customStyle="1" w:styleId="ConsPlusNormal0">
    <w:name w:val="ConsPlusNormal Знак"/>
    <w:link w:val="ConsPlusNormal"/>
    <w:uiPriority w:val="99"/>
    <w:locked/>
    <w:rsid w:val="00D11AC3"/>
    <w:rPr>
      <w:rFonts w:ascii="Arial" w:hAnsi="Arial"/>
      <w:sz w:val="22"/>
      <w:lang w:val="ru-RU" w:eastAsia="ru-RU"/>
    </w:rPr>
  </w:style>
  <w:style w:type="paragraph" w:customStyle="1" w:styleId="ConsPlusNonformat">
    <w:name w:val="ConsPlusNonformat"/>
    <w:uiPriority w:val="99"/>
    <w:rsid w:val="0062429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62429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BodyText">
    <w:name w:val="Body Text"/>
    <w:basedOn w:val="Normal"/>
    <w:link w:val="BodyTextChar"/>
    <w:uiPriority w:val="99"/>
    <w:semiHidden/>
    <w:rsid w:val="00087A81"/>
    <w:pPr>
      <w:spacing w:line="240" w:lineRule="auto"/>
      <w:jc w:val="both"/>
    </w:pPr>
    <w:rPr>
      <w:rFonts w:eastAsia="Times New Roman"/>
      <w:sz w:val="28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087A81"/>
    <w:rPr>
      <w:rFonts w:eastAsia="Times New Roman" w:cs="Times New Roman"/>
      <w:sz w:val="24"/>
    </w:rPr>
  </w:style>
  <w:style w:type="paragraph" w:styleId="BodyTextIndent">
    <w:name w:val="Body Text Indent"/>
    <w:basedOn w:val="Normal"/>
    <w:link w:val="BodyTextIndentChar"/>
    <w:uiPriority w:val="99"/>
    <w:semiHidden/>
    <w:rsid w:val="00087A81"/>
    <w:pPr>
      <w:autoSpaceDE w:val="0"/>
      <w:autoSpaceDN w:val="0"/>
      <w:adjustRightInd w:val="0"/>
      <w:spacing w:line="240" w:lineRule="auto"/>
      <w:ind w:firstLine="540"/>
      <w:jc w:val="both"/>
      <w:outlineLvl w:val="2"/>
    </w:pPr>
    <w:rPr>
      <w:rFonts w:eastAsia="Times New Roman"/>
      <w:sz w:val="28"/>
      <w:szCs w:val="28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087A81"/>
    <w:rPr>
      <w:rFonts w:eastAsia="Times New Roman" w:cs="Times New Roman"/>
      <w:sz w:val="28"/>
    </w:rPr>
  </w:style>
  <w:style w:type="paragraph" w:customStyle="1" w:styleId="10">
    <w:name w:val="Текст1"/>
    <w:basedOn w:val="Normal"/>
    <w:link w:val="11"/>
    <w:uiPriority w:val="99"/>
    <w:rsid w:val="00CD6302"/>
    <w:pPr>
      <w:spacing w:line="240" w:lineRule="auto"/>
      <w:ind w:firstLine="709"/>
      <w:jc w:val="both"/>
    </w:pPr>
    <w:rPr>
      <w:rFonts w:eastAsia="Times New Roman"/>
      <w:sz w:val="24"/>
      <w:szCs w:val="20"/>
      <w:lang w:eastAsia="ru-RU"/>
    </w:rPr>
  </w:style>
  <w:style w:type="paragraph" w:customStyle="1" w:styleId="a">
    <w:name w:val="ненумер список"/>
    <w:basedOn w:val="10"/>
    <w:link w:val="a0"/>
    <w:uiPriority w:val="99"/>
    <w:rsid w:val="00CD6302"/>
    <w:pPr>
      <w:numPr>
        <w:numId w:val="13"/>
      </w:numPr>
      <w:ind w:left="0" w:firstLine="414"/>
    </w:pPr>
  </w:style>
  <w:style w:type="character" w:customStyle="1" w:styleId="11">
    <w:name w:val="Текст1 Знак"/>
    <w:link w:val="10"/>
    <w:uiPriority w:val="99"/>
    <w:locked/>
    <w:rsid w:val="00CD6302"/>
    <w:rPr>
      <w:rFonts w:eastAsia="Times New Roman"/>
      <w:sz w:val="24"/>
    </w:rPr>
  </w:style>
  <w:style w:type="character" w:customStyle="1" w:styleId="a0">
    <w:name w:val="ненумер список Знак"/>
    <w:link w:val="a"/>
    <w:uiPriority w:val="99"/>
    <w:locked/>
    <w:rsid w:val="00CD6302"/>
    <w:rPr>
      <w:rFonts w:eastAsia="Times New Roman"/>
      <w:sz w:val="24"/>
    </w:rPr>
  </w:style>
  <w:style w:type="paragraph" w:customStyle="1" w:styleId="Default">
    <w:name w:val="Default"/>
    <w:uiPriority w:val="99"/>
    <w:rsid w:val="00490D6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530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30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30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sorsk@bk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765</TotalTime>
  <Pages>1</Pages>
  <Words>240</Words>
  <Characters>1370</Characters>
  <Application>Microsoft Office Outlook</Application>
  <DocSecurity>0</DocSecurity>
  <Lines>0</Lines>
  <Paragraphs>0</Paragraphs>
  <ScaleCrop>false</ScaleCrop>
  <Company>2BGroup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 Sergeev</dc:creator>
  <cp:keywords/>
  <dc:description/>
  <cp:lastModifiedBy>Saumi</cp:lastModifiedBy>
  <cp:revision>38</cp:revision>
  <cp:lastPrinted>2016-02-05T04:53:00Z</cp:lastPrinted>
  <dcterms:created xsi:type="dcterms:W3CDTF">2013-10-31T08:34:00Z</dcterms:created>
  <dcterms:modified xsi:type="dcterms:W3CDTF">2016-02-11T03:33:00Z</dcterms:modified>
</cp:coreProperties>
</file>