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9D4" w:rsidRPr="00AB5C5D" w:rsidRDefault="00A159D4" w:rsidP="00796F38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2pt;margin-top:-5.1pt;width:196pt;height:104.1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A159D4" w:rsidRDefault="00A159D4" w:rsidP="00983A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159D4" w:rsidRDefault="00A159D4" w:rsidP="00983A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159D4" w:rsidRDefault="00A159D4" w:rsidP="00983A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159D4" w:rsidRPr="00983A4A" w:rsidRDefault="00A159D4" w:rsidP="00983A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983A4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159D4" w:rsidRPr="00983A4A" w:rsidRDefault="00A159D4" w:rsidP="00983A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983A4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159D4" w:rsidRPr="00983A4A" w:rsidRDefault="00A159D4" w:rsidP="00983A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983A4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A159D4" w:rsidRPr="00983A4A" w:rsidRDefault="00A159D4" w:rsidP="00983A4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 w:rsidRPr="00983A4A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УСТАҒ – ПАСТАА</w:t>
                  </w:r>
                </w:p>
                <w:p w:rsidR="00A159D4" w:rsidRPr="000C5F62" w:rsidRDefault="00A159D4" w:rsidP="00796F38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159D4" w:rsidRDefault="00A159D4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159D4" w:rsidRPr="00862877" w:rsidRDefault="00A159D4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159D4" w:rsidRDefault="00A159D4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159D4" w:rsidRDefault="00A159D4" w:rsidP="00796F3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9" o:spid="_x0000_s1027" type="#_x0000_t75" style="position:absolute;margin-left:207pt;margin-top:-9pt;width:50.95pt;height:64.1pt;z-index:251658240;visibility:visible;mso-wrap-distance-left:9.05pt;mso-wrap-distance-right:9.05pt" filled="t">
            <v:imagedata r:id="rId5" o:title=""/>
          </v:shape>
        </w:pict>
      </w:r>
    </w:p>
    <w:p w:rsidR="00A159D4" w:rsidRPr="003D1246" w:rsidRDefault="00A159D4" w:rsidP="00796F38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  <w:lang w:eastAsia="ru-RU"/>
        </w:rPr>
        <w:pict>
          <v:shape id="_x0000_s1028" type="#_x0000_t202" style="position:absolute;margin-left:-1.5pt;margin-top:10.5pt;width:199.5pt;height:73.55pt;z-index:251656192;mso-wrap-distance-left:9.05pt;mso-wrap-distance-right:9.05pt" stroked="f">
            <v:fill opacity="0" color2="black"/>
            <v:textbox style="mso-next-textbox:#_x0000_s1028" inset="0,0,0,0">
              <w:txbxContent>
                <w:p w:rsidR="00A159D4" w:rsidRDefault="00A159D4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159D4" w:rsidRDefault="00A159D4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159D4" w:rsidRDefault="00A159D4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159D4" w:rsidRDefault="00A159D4" w:rsidP="00D63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159D4" w:rsidRDefault="00A159D4" w:rsidP="00D63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159D4" w:rsidRDefault="00A159D4" w:rsidP="00D63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159D4" w:rsidRDefault="00A159D4" w:rsidP="00D63D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159D4" w:rsidRDefault="00A159D4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A159D4" w:rsidRDefault="00A159D4" w:rsidP="00796F3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159D4" w:rsidRDefault="00A159D4" w:rsidP="00796F38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159D4" w:rsidRPr="003D1246" w:rsidRDefault="00A159D4" w:rsidP="00796F38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A159D4" w:rsidRPr="003D1246" w:rsidRDefault="00A159D4" w:rsidP="00796F38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A159D4" w:rsidRPr="003D1246" w:rsidRDefault="00A159D4" w:rsidP="00796F38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A159D4" w:rsidRDefault="00A159D4" w:rsidP="00796F38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A159D4" w:rsidRPr="003D1246" w:rsidRDefault="00A159D4" w:rsidP="00796F38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  <w:r>
        <w:rPr>
          <w:noProof/>
          <w:lang w:eastAsia="ru-RU"/>
        </w:rPr>
        <w:pict>
          <v:line id="_x0000_s1029" style="position:absolute;left:0;text-align:left;z-index:251659264" from="18pt,9.3pt" to="469pt,9.3pt" strokeweight=".26mm">
            <v:stroke joinstyle="miter"/>
          </v:line>
        </w:pict>
      </w:r>
    </w:p>
    <w:p w:rsidR="00A159D4" w:rsidRDefault="00A159D4" w:rsidP="00796F3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A159D4" w:rsidRPr="001574A6" w:rsidRDefault="00A159D4" w:rsidP="00796F38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159D4" w:rsidRDefault="00A159D4" w:rsidP="00796F38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159D4" w:rsidRPr="009B1542" w:rsidRDefault="00A159D4" w:rsidP="00983A4A">
      <w:pPr>
        <w:pStyle w:val="ConsPlusNormal"/>
        <w:widowControl/>
        <w:ind w:left="540" w:firstLine="16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«15» 02. 2016г.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 125-п.</w:t>
      </w:r>
    </w:p>
    <w:p w:rsidR="00A159D4" w:rsidRPr="00A510F5" w:rsidRDefault="00A159D4" w:rsidP="00A510F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59D4" w:rsidRDefault="00A159D4" w:rsidP="00116076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A159D4" w:rsidRPr="00F01DAC" w:rsidRDefault="00A159D4" w:rsidP="00983A4A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Pr="00F01DAC">
        <w:rPr>
          <w:rFonts w:ascii="Times New Roman" w:hAnsi="Times New Roman"/>
          <w:sz w:val="26"/>
          <w:szCs w:val="26"/>
        </w:rPr>
        <w:t>О подготовке и проведении</w:t>
      </w:r>
    </w:p>
    <w:p w:rsidR="00A159D4" w:rsidRDefault="00A159D4" w:rsidP="00983A4A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Регионального турнира по спортивной</w:t>
      </w:r>
    </w:p>
    <w:p w:rsidR="00A159D4" w:rsidRDefault="00A159D4" w:rsidP="00983A4A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(вольной) борьбе среди юношей и девушек,</w:t>
      </w:r>
    </w:p>
    <w:p w:rsidR="00A159D4" w:rsidRDefault="00A159D4" w:rsidP="00983A4A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посвященного Дню защитника Отечества,</w:t>
      </w:r>
    </w:p>
    <w:p w:rsidR="00A159D4" w:rsidRDefault="00A159D4" w:rsidP="00983A4A">
      <w:pPr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на призы ООО «Сорский ГОК», администрации</w:t>
      </w:r>
    </w:p>
    <w:p w:rsidR="00A159D4" w:rsidRDefault="00A159D4" w:rsidP="00983A4A">
      <w:pPr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города Сорска и личный приз И. У. Ахметова</w:t>
      </w:r>
    </w:p>
    <w:p w:rsidR="00A159D4" w:rsidRPr="00F01DAC" w:rsidRDefault="00A159D4" w:rsidP="00F01DA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59D4" w:rsidRPr="00F01DAC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01DAC">
        <w:rPr>
          <w:rFonts w:ascii="Times New Roman" w:hAnsi="Times New Roman"/>
          <w:sz w:val="26"/>
          <w:szCs w:val="26"/>
        </w:rPr>
        <w:t xml:space="preserve">    В целях </w:t>
      </w:r>
      <w:r>
        <w:rPr>
          <w:rFonts w:ascii="Times New Roman" w:hAnsi="Times New Roman"/>
          <w:sz w:val="26"/>
          <w:szCs w:val="26"/>
        </w:rPr>
        <w:t>организации</w:t>
      </w:r>
      <w:r w:rsidRPr="00F01DAC">
        <w:rPr>
          <w:rFonts w:ascii="Times New Roman" w:hAnsi="Times New Roman"/>
          <w:sz w:val="26"/>
          <w:szCs w:val="26"/>
        </w:rPr>
        <w:t xml:space="preserve"> и </w:t>
      </w:r>
      <w:r>
        <w:rPr>
          <w:rFonts w:ascii="Times New Roman" w:hAnsi="Times New Roman"/>
          <w:sz w:val="26"/>
          <w:szCs w:val="26"/>
        </w:rPr>
        <w:t>проведения спортивных массовых мероприятий</w:t>
      </w:r>
      <w:r w:rsidRPr="00F01DA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 спортивной (вольной) борьбе,</w:t>
      </w:r>
      <w:r w:rsidRPr="00F01DA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руководствуясь</w:t>
      </w:r>
      <w:r w:rsidRPr="00CE7E11">
        <w:rPr>
          <w:rFonts w:ascii="Times New Roman" w:hAnsi="Times New Roman"/>
          <w:sz w:val="26"/>
          <w:szCs w:val="26"/>
        </w:rPr>
        <w:t xml:space="preserve"> Федеральным  законом </w:t>
      </w:r>
      <w:r>
        <w:rPr>
          <w:rFonts w:ascii="Times New Roman" w:hAnsi="Times New Roman"/>
          <w:sz w:val="26"/>
          <w:szCs w:val="26"/>
        </w:rPr>
        <w:t xml:space="preserve">№ 131 - ФЗ от 06.10.2003г. </w:t>
      </w:r>
      <w:r w:rsidRPr="00CE7E11">
        <w:rPr>
          <w:rFonts w:ascii="Times New Roman" w:hAnsi="Times New Roman"/>
          <w:sz w:val="26"/>
          <w:szCs w:val="26"/>
        </w:rPr>
        <w:t>«Об общих принципах организации  местного самоуправления в  Российской Федерации», Уставом муниципального  образования город Сорск,</w:t>
      </w:r>
      <w:r>
        <w:rPr>
          <w:rFonts w:ascii="Times New Roman" w:hAnsi="Times New Roman"/>
          <w:sz w:val="26"/>
          <w:szCs w:val="26"/>
        </w:rPr>
        <w:t xml:space="preserve"> администрация города Сорска Республики Хакасия</w:t>
      </w:r>
    </w:p>
    <w:p w:rsidR="00A159D4" w:rsidRPr="00F01DAC" w:rsidRDefault="00A159D4" w:rsidP="00EE660A">
      <w:pPr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F01DAC">
        <w:rPr>
          <w:rFonts w:ascii="Times New Roman" w:hAnsi="Times New Roman"/>
          <w:sz w:val="26"/>
          <w:szCs w:val="26"/>
        </w:rPr>
        <w:t>ПОСТАНОВЛЯ</w:t>
      </w:r>
      <w:r>
        <w:rPr>
          <w:rFonts w:ascii="Times New Roman" w:hAnsi="Times New Roman"/>
          <w:sz w:val="26"/>
          <w:szCs w:val="26"/>
        </w:rPr>
        <w:t>ЕТ</w:t>
      </w:r>
      <w:r w:rsidRPr="00F01DAC">
        <w:rPr>
          <w:rFonts w:ascii="Times New Roman" w:hAnsi="Times New Roman"/>
          <w:sz w:val="26"/>
          <w:szCs w:val="26"/>
        </w:rPr>
        <w:t>:</w:t>
      </w:r>
    </w:p>
    <w:p w:rsidR="00A159D4" w:rsidRDefault="00A159D4" w:rsidP="00EE660A">
      <w:pPr>
        <w:numPr>
          <w:ilvl w:val="0"/>
          <w:numId w:val="2"/>
        </w:numPr>
        <w:tabs>
          <w:tab w:val="num" w:pos="0"/>
          <w:tab w:val="left" w:pos="36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Провести 26-28 февраля 2016 года Региональный турнир по спортивной (вольной) борьбе среди юношей и девушек, посвященный Дню защитника Отечества, на призы ООО «Сорский ГОК», администрации города Сорска и личный приз И. У. Ахметова.</w:t>
      </w:r>
    </w:p>
    <w:p w:rsidR="00A159D4" w:rsidRPr="00BB2459" w:rsidRDefault="00A159D4" w:rsidP="00EE660A">
      <w:pPr>
        <w:numPr>
          <w:ilvl w:val="0"/>
          <w:numId w:val="2"/>
        </w:numPr>
        <w:tabs>
          <w:tab w:val="num" w:pos="0"/>
          <w:tab w:val="left" w:pos="36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BB2459">
        <w:rPr>
          <w:rFonts w:ascii="Times New Roman" w:hAnsi="Times New Roman"/>
          <w:sz w:val="26"/>
          <w:szCs w:val="26"/>
        </w:rPr>
        <w:t xml:space="preserve">Утвердить состав организационного комитета по подготовке и проведению </w:t>
      </w:r>
      <w:r>
        <w:rPr>
          <w:rFonts w:ascii="Times New Roman" w:hAnsi="Times New Roman"/>
          <w:sz w:val="26"/>
          <w:szCs w:val="26"/>
        </w:rPr>
        <w:t>турнира</w:t>
      </w:r>
      <w:r w:rsidRPr="00BB2459">
        <w:rPr>
          <w:rFonts w:ascii="Times New Roman" w:hAnsi="Times New Roman"/>
          <w:sz w:val="26"/>
          <w:szCs w:val="26"/>
        </w:rPr>
        <w:t xml:space="preserve"> (Приложение №1)</w:t>
      </w:r>
    </w:p>
    <w:p w:rsidR="00A159D4" w:rsidRDefault="00A159D4" w:rsidP="00EE660A">
      <w:pPr>
        <w:numPr>
          <w:ilvl w:val="0"/>
          <w:numId w:val="2"/>
        </w:numPr>
        <w:tabs>
          <w:tab w:val="num" w:pos="18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Утвердить программу турнира</w:t>
      </w:r>
      <w:r w:rsidRPr="00F01DAC"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>П</w:t>
      </w:r>
      <w:r w:rsidRPr="00F01DAC">
        <w:rPr>
          <w:rFonts w:ascii="Times New Roman" w:hAnsi="Times New Roman"/>
          <w:sz w:val="26"/>
          <w:szCs w:val="26"/>
        </w:rPr>
        <w:t xml:space="preserve">риложение </w:t>
      </w:r>
      <w:r>
        <w:rPr>
          <w:rFonts w:ascii="Times New Roman" w:hAnsi="Times New Roman"/>
          <w:sz w:val="26"/>
          <w:szCs w:val="26"/>
        </w:rPr>
        <w:t>№</w:t>
      </w:r>
      <w:r w:rsidRPr="00F01DAC">
        <w:rPr>
          <w:rFonts w:ascii="Times New Roman" w:hAnsi="Times New Roman"/>
          <w:sz w:val="26"/>
          <w:szCs w:val="26"/>
        </w:rPr>
        <w:t>2)</w:t>
      </w:r>
    </w:p>
    <w:p w:rsidR="00A159D4" w:rsidRPr="00116076" w:rsidRDefault="00A159D4" w:rsidP="00116076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Директору МБУ ДО</w:t>
      </w:r>
      <w:r w:rsidRPr="002233D0">
        <w:rPr>
          <w:rFonts w:ascii="Times New Roman" w:hAnsi="Times New Roman"/>
          <w:sz w:val="26"/>
          <w:szCs w:val="26"/>
        </w:rPr>
        <w:t xml:space="preserve"> «КДЮСШ» (Епишина 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233D0">
        <w:rPr>
          <w:rFonts w:ascii="Times New Roman" w:hAnsi="Times New Roman"/>
          <w:sz w:val="26"/>
          <w:szCs w:val="26"/>
        </w:rPr>
        <w:t>В.) организовать проведение спортивного мероприятия.</w:t>
      </w:r>
    </w:p>
    <w:p w:rsidR="00A159D4" w:rsidRDefault="00A159D4" w:rsidP="00EE660A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28591D">
        <w:rPr>
          <w:rFonts w:ascii="Times New Roman" w:hAnsi="Times New Roman"/>
          <w:sz w:val="26"/>
          <w:szCs w:val="26"/>
        </w:rPr>
        <w:t>Рекомендовать начальнику полиции ОМВД России по г. Сорску (</w:t>
      </w:r>
      <w:r>
        <w:rPr>
          <w:rFonts w:ascii="Times New Roman" w:hAnsi="Times New Roman"/>
          <w:sz w:val="26"/>
          <w:szCs w:val="26"/>
        </w:rPr>
        <w:t>Гительман А. В.</w:t>
      </w:r>
      <w:r w:rsidRPr="0028591D">
        <w:rPr>
          <w:rFonts w:ascii="Times New Roman" w:hAnsi="Times New Roman"/>
          <w:sz w:val="26"/>
          <w:szCs w:val="26"/>
        </w:rPr>
        <w:t>) (по согласованию) обеспеч</w:t>
      </w:r>
      <w:r>
        <w:rPr>
          <w:rFonts w:ascii="Times New Roman" w:hAnsi="Times New Roman"/>
          <w:sz w:val="26"/>
          <w:szCs w:val="26"/>
        </w:rPr>
        <w:t>ить охрану правопорядка во время  проведения спортивного  мероприятия</w:t>
      </w:r>
      <w:r w:rsidRPr="0028591D">
        <w:rPr>
          <w:rFonts w:ascii="Times New Roman" w:hAnsi="Times New Roman"/>
          <w:sz w:val="26"/>
          <w:szCs w:val="26"/>
        </w:rPr>
        <w:t>.</w:t>
      </w:r>
    </w:p>
    <w:p w:rsidR="00A159D4" w:rsidRDefault="00A159D4" w:rsidP="00EE660A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2233D0">
        <w:rPr>
          <w:rFonts w:ascii="Times New Roman" w:hAnsi="Times New Roman"/>
          <w:sz w:val="26"/>
          <w:szCs w:val="26"/>
        </w:rPr>
        <w:t xml:space="preserve">Директору МБОУ </w:t>
      </w:r>
      <w:r>
        <w:rPr>
          <w:rFonts w:ascii="Times New Roman" w:hAnsi="Times New Roman"/>
          <w:sz w:val="26"/>
          <w:szCs w:val="26"/>
        </w:rPr>
        <w:t>СОШ №1 (Ганжина</w:t>
      </w:r>
      <w:r w:rsidRPr="002233D0">
        <w:rPr>
          <w:rFonts w:ascii="Times New Roman" w:hAnsi="Times New Roman"/>
          <w:sz w:val="26"/>
          <w:szCs w:val="26"/>
        </w:rPr>
        <w:t xml:space="preserve"> С. А.) организовать работу школьной столовой для </w:t>
      </w:r>
      <w:r>
        <w:rPr>
          <w:rFonts w:ascii="Times New Roman" w:hAnsi="Times New Roman"/>
          <w:sz w:val="26"/>
          <w:szCs w:val="26"/>
        </w:rPr>
        <w:t>питания</w:t>
      </w:r>
      <w:r w:rsidRPr="002233D0">
        <w:rPr>
          <w:rFonts w:ascii="Times New Roman" w:hAnsi="Times New Roman"/>
          <w:sz w:val="26"/>
          <w:szCs w:val="26"/>
        </w:rPr>
        <w:t xml:space="preserve"> участников соревнований.</w:t>
      </w:r>
    </w:p>
    <w:p w:rsidR="00A159D4" w:rsidRDefault="00A159D4" w:rsidP="00EE660A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Директору  МУП «Наш дом» (Шаповалова Н. Н.) организовать расселение иногородних участников соревнований.</w:t>
      </w:r>
    </w:p>
    <w:p w:rsidR="00A159D4" w:rsidRDefault="00A159D4" w:rsidP="00EE660A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2233D0">
        <w:rPr>
          <w:rFonts w:ascii="Times New Roman" w:hAnsi="Times New Roman"/>
          <w:sz w:val="26"/>
          <w:szCs w:val="26"/>
        </w:rPr>
        <w:t>Директору МБУК ДК «Металлург» (Козмина О.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233D0">
        <w:rPr>
          <w:rFonts w:ascii="Times New Roman" w:hAnsi="Times New Roman"/>
          <w:sz w:val="26"/>
          <w:szCs w:val="26"/>
        </w:rPr>
        <w:t>В.) организовать выступление творческого коллектива и музыкального сопровождения.</w:t>
      </w:r>
    </w:p>
    <w:p w:rsidR="00A159D4" w:rsidRDefault="00A159D4" w:rsidP="00EE660A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2233D0">
        <w:rPr>
          <w:rFonts w:ascii="Times New Roman" w:hAnsi="Times New Roman"/>
          <w:sz w:val="26"/>
          <w:szCs w:val="26"/>
        </w:rPr>
        <w:t>Рекомендовать главному врачу ГБУЗ «Сорск</w:t>
      </w:r>
      <w:r>
        <w:rPr>
          <w:rFonts w:ascii="Times New Roman" w:hAnsi="Times New Roman"/>
          <w:sz w:val="26"/>
          <w:szCs w:val="26"/>
        </w:rPr>
        <w:t>ая городская больница» (Харланов</w:t>
      </w:r>
      <w:r w:rsidRPr="002233D0">
        <w:rPr>
          <w:rFonts w:ascii="Times New Roman" w:hAnsi="Times New Roman"/>
          <w:sz w:val="26"/>
          <w:szCs w:val="26"/>
        </w:rPr>
        <w:t xml:space="preserve"> Н. И.</w:t>
      </w:r>
      <w:r>
        <w:rPr>
          <w:rFonts w:ascii="Times New Roman" w:hAnsi="Times New Roman"/>
          <w:sz w:val="26"/>
          <w:szCs w:val="26"/>
        </w:rPr>
        <w:t>)</w:t>
      </w:r>
      <w:r w:rsidRPr="002233D0">
        <w:rPr>
          <w:rFonts w:ascii="Times New Roman" w:hAnsi="Times New Roman"/>
          <w:sz w:val="26"/>
          <w:szCs w:val="26"/>
        </w:rPr>
        <w:t xml:space="preserve"> обеспечить дежурство медицинского работника (хирурга) во время проведения спортивного мероприятия.</w:t>
      </w:r>
    </w:p>
    <w:p w:rsidR="00A159D4" w:rsidRDefault="00A159D4" w:rsidP="00EE660A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2233D0">
        <w:rPr>
          <w:rFonts w:ascii="Times New Roman" w:hAnsi="Times New Roman"/>
          <w:sz w:val="26"/>
          <w:szCs w:val="26"/>
        </w:rPr>
        <w:t>Директору МПТП «Прогресс» (Войнова Т.</w:t>
      </w:r>
      <w:r>
        <w:rPr>
          <w:rFonts w:ascii="Times New Roman" w:hAnsi="Times New Roman"/>
          <w:sz w:val="26"/>
          <w:szCs w:val="26"/>
        </w:rPr>
        <w:t xml:space="preserve"> </w:t>
      </w:r>
      <w:r w:rsidRPr="002233D0">
        <w:rPr>
          <w:rFonts w:ascii="Times New Roman" w:hAnsi="Times New Roman"/>
          <w:sz w:val="26"/>
          <w:szCs w:val="26"/>
        </w:rPr>
        <w:t>Л.) организовать торговлю</w:t>
      </w:r>
      <w:r>
        <w:rPr>
          <w:rFonts w:ascii="Times New Roman" w:hAnsi="Times New Roman"/>
          <w:sz w:val="26"/>
          <w:szCs w:val="26"/>
        </w:rPr>
        <w:t xml:space="preserve"> хлебобулочными изделиями и горячим чаем</w:t>
      </w:r>
      <w:r w:rsidRPr="002233D0">
        <w:rPr>
          <w:rFonts w:ascii="Times New Roman" w:hAnsi="Times New Roman"/>
          <w:sz w:val="26"/>
          <w:szCs w:val="26"/>
        </w:rPr>
        <w:t xml:space="preserve"> в МБУ ДО «КДЮСШ».</w:t>
      </w:r>
    </w:p>
    <w:p w:rsidR="00A159D4" w:rsidRPr="002233D0" w:rsidRDefault="00A159D4" w:rsidP="00EE660A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2233D0">
        <w:rPr>
          <w:rFonts w:ascii="Times New Roman" w:hAnsi="Times New Roman"/>
          <w:sz w:val="26"/>
          <w:szCs w:val="26"/>
        </w:rPr>
        <w:t>Контроль над исполнением настоящего постановления возложить на заместителя главы города по социальным вопросам (Шимель Т. С.)</w:t>
      </w: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   </w:t>
      </w:r>
      <w:r>
        <w:rPr>
          <w:rFonts w:ascii="Times New Roman" w:hAnsi="Times New Roman"/>
          <w:sz w:val="26"/>
        </w:rPr>
        <w:tab/>
        <w:t xml:space="preserve">   </w:t>
      </w:r>
      <w:r w:rsidRPr="00A510F5">
        <w:rPr>
          <w:rFonts w:ascii="Times New Roman" w:hAnsi="Times New Roman"/>
          <w:sz w:val="26"/>
        </w:rPr>
        <w:t xml:space="preserve">Глава </w:t>
      </w:r>
      <w:r>
        <w:rPr>
          <w:rFonts w:ascii="Times New Roman" w:hAnsi="Times New Roman"/>
          <w:sz w:val="26"/>
        </w:rPr>
        <w:t>города</w:t>
      </w:r>
      <w:r w:rsidRPr="00A510F5">
        <w:rPr>
          <w:rFonts w:ascii="Times New Roman" w:hAnsi="Times New Roman"/>
          <w:sz w:val="26"/>
        </w:rPr>
        <w:t xml:space="preserve">                                 </w:t>
      </w:r>
      <w:r>
        <w:rPr>
          <w:rFonts w:ascii="Times New Roman" w:hAnsi="Times New Roman"/>
          <w:sz w:val="26"/>
        </w:rPr>
        <w:t xml:space="preserve">             </w:t>
      </w:r>
      <w:r w:rsidRPr="00A510F5">
        <w:rPr>
          <w:rFonts w:ascii="Times New Roman" w:hAnsi="Times New Roman"/>
          <w:sz w:val="26"/>
        </w:rPr>
        <w:t xml:space="preserve">                   </w:t>
      </w:r>
      <w:r>
        <w:rPr>
          <w:rFonts w:ascii="Times New Roman" w:hAnsi="Times New Roman"/>
          <w:sz w:val="26"/>
        </w:rPr>
        <w:t xml:space="preserve">           </w:t>
      </w:r>
      <w:r w:rsidRPr="00A510F5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В. Ф. Найденов</w:t>
      </w: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720"/>
          <w:tab w:val="left" w:pos="900"/>
        </w:tabs>
        <w:spacing w:line="240" w:lineRule="auto"/>
        <w:jc w:val="both"/>
        <w:rPr>
          <w:rFonts w:ascii="Times New Roman" w:hAnsi="Times New Roman"/>
          <w:sz w:val="26"/>
        </w:rPr>
      </w:pPr>
    </w:p>
    <w:p w:rsidR="00A159D4" w:rsidRDefault="00A159D4" w:rsidP="00EE660A">
      <w:pPr>
        <w:tabs>
          <w:tab w:val="left" w:pos="6750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</w:p>
    <w:p w:rsidR="00A159D4" w:rsidRDefault="00A159D4" w:rsidP="00EE660A">
      <w:pPr>
        <w:tabs>
          <w:tab w:val="left" w:pos="6750"/>
        </w:tabs>
        <w:jc w:val="both"/>
        <w:rPr>
          <w:sz w:val="26"/>
          <w:szCs w:val="26"/>
        </w:rPr>
      </w:pPr>
    </w:p>
    <w:p w:rsidR="00A159D4" w:rsidRPr="00197F49" w:rsidRDefault="00A159D4" w:rsidP="00EE660A">
      <w:pPr>
        <w:tabs>
          <w:tab w:val="left" w:pos="6750"/>
        </w:tabs>
        <w:jc w:val="both"/>
        <w:rPr>
          <w:sz w:val="26"/>
          <w:szCs w:val="26"/>
        </w:rPr>
      </w:pPr>
    </w:p>
    <w:p w:rsidR="00A159D4" w:rsidRDefault="00A159D4" w:rsidP="00EE660A">
      <w:pPr>
        <w:tabs>
          <w:tab w:val="left" w:pos="6750"/>
        </w:tabs>
        <w:jc w:val="both"/>
        <w:rPr>
          <w:rFonts w:ascii="Times New Roman" w:hAnsi="Times New Roman"/>
          <w:sz w:val="26"/>
          <w:szCs w:val="26"/>
        </w:rPr>
      </w:pPr>
    </w:p>
    <w:p w:rsidR="00A159D4" w:rsidRDefault="00A159D4" w:rsidP="00EE660A">
      <w:pPr>
        <w:tabs>
          <w:tab w:val="left" w:pos="6750"/>
        </w:tabs>
        <w:jc w:val="both"/>
        <w:rPr>
          <w:rFonts w:ascii="Times New Roman" w:hAnsi="Times New Roman"/>
          <w:sz w:val="26"/>
          <w:szCs w:val="26"/>
        </w:rPr>
      </w:pPr>
    </w:p>
    <w:p w:rsidR="00A159D4" w:rsidRDefault="00A159D4" w:rsidP="00EE660A">
      <w:pPr>
        <w:tabs>
          <w:tab w:val="left" w:pos="6750"/>
        </w:tabs>
        <w:jc w:val="both"/>
        <w:rPr>
          <w:rFonts w:ascii="Times New Roman" w:hAnsi="Times New Roman"/>
          <w:sz w:val="26"/>
          <w:szCs w:val="26"/>
        </w:rPr>
      </w:pPr>
    </w:p>
    <w:p w:rsidR="00A159D4" w:rsidRDefault="00A159D4" w:rsidP="00074A50">
      <w:pPr>
        <w:tabs>
          <w:tab w:val="left" w:pos="675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159D4" w:rsidRPr="00067104" w:rsidRDefault="00A159D4" w:rsidP="00074A50">
      <w:pPr>
        <w:tabs>
          <w:tab w:val="left" w:pos="675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Приложение №1</w:t>
      </w:r>
    </w:p>
    <w:p w:rsidR="00A159D4" w:rsidRPr="00067104" w:rsidRDefault="00A159D4" w:rsidP="00EE660A">
      <w:pPr>
        <w:tabs>
          <w:tab w:val="left" w:pos="67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к постановлению администрации</w:t>
      </w:r>
    </w:p>
    <w:p w:rsidR="00A159D4" w:rsidRPr="00067104" w:rsidRDefault="00A159D4" w:rsidP="00EE66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города Сорска Республики Хакасия</w:t>
      </w:r>
    </w:p>
    <w:p w:rsidR="00A159D4" w:rsidRPr="00067104" w:rsidRDefault="00A159D4" w:rsidP="00EE66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от  « 15» 02.  2016 №  125 </w:t>
      </w:r>
      <w:r w:rsidRPr="00067104">
        <w:rPr>
          <w:rFonts w:ascii="Times New Roman" w:hAnsi="Times New Roman"/>
          <w:sz w:val="26"/>
          <w:szCs w:val="26"/>
        </w:rPr>
        <w:t>-п</w:t>
      </w:r>
    </w:p>
    <w:p w:rsidR="00A159D4" w:rsidRPr="00067104" w:rsidRDefault="00A159D4" w:rsidP="00EE660A">
      <w:pPr>
        <w:jc w:val="both"/>
        <w:rPr>
          <w:rFonts w:ascii="Times New Roman" w:hAnsi="Times New Roman"/>
          <w:sz w:val="26"/>
          <w:szCs w:val="26"/>
        </w:rPr>
      </w:pPr>
    </w:p>
    <w:p w:rsidR="00A159D4" w:rsidRPr="00067104" w:rsidRDefault="00A159D4" w:rsidP="00D84D0E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 w:rsidRPr="00067104">
        <w:rPr>
          <w:rFonts w:ascii="Times New Roman" w:hAnsi="Times New Roman"/>
          <w:b/>
          <w:sz w:val="26"/>
          <w:szCs w:val="26"/>
        </w:rPr>
        <w:t>СОСТАВ</w:t>
      </w:r>
    </w:p>
    <w:p w:rsidR="00A159D4" w:rsidRDefault="00A159D4" w:rsidP="00F83B48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r w:rsidRPr="00067104">
        <w:rPr>
          <w:rFonts w:ascii="Times New Roman" w:hAnsi="Times New Roman"/>
          <w:b/>
          <w:sz w:val="26"/>
          <w:szCs w:val="26"/>
        </w:rPr>
        <w:t xml:space="preserve">организационного комитета по подготовке и проведению </w:t>
      </w:r>
      <w:r>
        <w:rPr>
          <w:rFonts w:ascii="Times New Roman" w:hAnsi="Times New Roman"/>
          <w:b/>
          <w:sz w:val="26"/>
          <w:szCs w:val="26"/>
        </w:rPr>
        <w:t>Регионального турнира по спортивной (вольной) борьбе среди юношей и девушек, посвященного Дню защитника Отечества, на призы ООО «Сорский ГОК», администрации города Сорска и личный приз И. У. Ахметова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A159D4" w:rsidRPr="0006710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Найденов 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67104">
        <w:rPr>
          <w:rFonts w:ascii="Times New Roman" w:hAnsi="Times New Roman"/>
          <w:sz w:val="26"/>
          <w:szCs w:val="26"/>
        </w:rPr>
        <w:t>Ф. – глава города Сорска, председатель оргкомитета;</w:t>
      </w:r>
    </w:p>
    <w:p w:rsidR="00A159D4" w:rsidRPr="0006710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Савельев А.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67104">
        <w:rPr>
          <w:rFonts w:ascii="Times New Roman" w:hAnsi="Times New Roman"/>
          <w:sz w:val="26"/>
          <w:szCs w:val="26"/>
        </w:rPr>
        <w:t xml:space="preserve">Г. – первый заместитель главы города Сорска; </w:t>
      </w:r>
    </w:p>
    <w:p w:rsidR="00A159D4" w:rsidRPr="0006710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Шимель Т.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67104">
        <w:rPr>
          <w:rFonts w:ascii="Times New Roman" w:hAnsi="Times New Roman"/>
          <w:sz w:val="26"/>
          <w:szCs w:val="26"/>
        </w:rPr>
        <w:t>С. – заместитель главы по социальным вопросам, заместитель председателя оргкомитета.</w:t>
      </w:r>
    </w:p>
    <w:p w:rsidR="00A159D4" w:rsidRPr="0006710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Члены оргкомитета:</w:t>
      </w:r>
    </w:p>
    <w:p w:rsidR="00A159D4" w:rsidRPr="0006710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Журавлева А.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67104">
        <w:rPr>
          <w:rFonts w:ascii="Times New Roman" w:hAnsi="Times New Roman"/>
          <w:sz w:val="26"/>
          <w:szCs w:val="26"/>
        </w:rPr>
        <w:t>В. – управляющий делами администрации города Сорска;</w:t>
      </w:r>
    </w:p>
    <w:p w:rsidR="00A159D4" w:rsidRPr="0006710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Нестерова М.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67104">
        <w:rPr>
          <w:rFonts w:ascii="Times New Roman" w:hAnsi="Times New Roman"/>
          <w:sz w:val="26"/>
          <w:szCs w:val="26"/>
        </w:rPr>
        <w:t>А. – руководитель отдела образования администрации города Сорска;</w:t>
      </w:r>
    </w:p>
    <w:p w:rsidR="00A159D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Канаева О.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67104">
        <w:rPr>
          <w:rFonts w:ascii="Times New Roman" w:hAnsi="Times New Roman"/>
          <w:sz w:val="26"/>
          <w:szCs w:val="26"/>
        </w:rPr>
        <w:t>В. – руководитель УКМСиТ администрации города Сорска;</w:t>
      </w:r>
    </w:p>
    <w:p w:rsidR="00A159D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Вдовкина А. Ю. – ведущий специалист по делам молодежи, спорту и туризму;</w:t>
      </w:r>
    </w:p>
    <w:p w:rsidR="00A159D4" w:rsidRDefault="00A159D4" w:rsidP="00F83B48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Грейдина Е. С. – председатель ППП ООО «Сорский ГОК» (по согласованию);</w:t>
      </w:r>
    </w:p>
    <w:p w:rsidR="00A159D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Веселова Г. В. – и.о. начальника информационно-аналитического отдела </w:t>
      </w:r>
    </w:p>
    <w:p w:rsidR="00A159D4" w:rsidRDefault="00A159D4" w:rsidP="00983A4A">
      <w:pPr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ООО « Сорский ГОК» (по согласованию);</w:t>
      </w:r>
    </w:p>
    <w:p w:rsidR="00A159D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Романенко Е. В. - начальник</w:t>
      </w:r>
      <w:r w:rsidRPr="002233D0">
        <w:rPr>
          <w:rFonts w:ascii="Times New Roman" w:hAnsi="Times New Roman"/>
          <w:sz w:val="26"/>
          <w:szCs w:val="26"/>
        </w:rPr>
        <w:t xml:space="preserve">  ОГИБДД  ОМВД России  по г. Сорку</w:t>
      </w:r>
      <w:r>
        <w:rPr>
          <w:rFonts w:ascii="Times New Roman" w:hAnsi="Times New Roman"/>
          <w:sz w:val="26"/>
          <w:szCs w:val="26"/>
        </w:rPr>
        <w:t xml:space="preserve"> (по согласованию);</w:t>
      </w:r>
    </w:p>
    <w:p w:rsidR="00A159D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Гордеева Р. В. – и.о. директора ФБУ ЦРФС РФ «Туманный» (по согласованию);</w:t>
      </w:r>
    </w:p>
    <w:p w:rsidR="00A159D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Шаповалова Н. Н. – директор МУП «Наш дом»;</w:t>
      </w:r>
    </w:p>
    <w:p w:rsidR="00A159D4" w:rsidRPr="0006710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Нуждина Н. Д. – индивидуальный предприниматель;</w:t>
      </w:r>
      <w:r w:rsidRPr="002233D0">
        <w:rPr>
          <w:rFonts w:ascii="Times New Roman" w:hAnsi="Times New Roman"/>
          <w:sz w:val="26"/>
          <w:szCs w:val="26"/>
        </w:rPr>
        <w:t xml:space="preserve">  </w:t>
      </w:r>
    </w:p>
    <w:p w:rsidR="00A159D4" w:rsidRPr="0006710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Войнова Т.</w:t>
      </w:r>
      <w:r>
        <w:rPr>
          <w:rFonts w:ascii="Times New Roman" w:hAnsi="Times New Roman"/>
          <w:sz w:val="26"/>
          <w:szCs w:val="26"/>
        </w:rPr>
        <w:t xml:space="preserve"> Л. – директор МПТП «Прогресс»;</w:t>
      </w:r>
    </w:p>
    <w:p w:rsidR="00A159D4" w:rsidRPr="0006710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Епишина 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67104">
        <w:rPr>
          <w:rFonts w:ascii="Times New Roman" w:hAnsi="Times New Roman"/>
          <w:sz w:val="26"/>
          <w:szCs w:val="26"/>
        </w:rPr>
        <w:t>В. – д</w:t>
      </w:r>
      <w:r>
        <w:rPr>
          <w:rFonts w:ascii="Times New Roman" w:hAnsi="Times New Roman"/>
          <w:sz w:val="26"/>
          <w:szCs w:val="26"/>
        </w:rPr>
        <w:t>иректор МБОУ ДОД «КДЮСШ»;</w:t>
      </w:r>
    </w:p>
    <w:p w:rsidR="00A159D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Гительман А.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67104">
        <w:rPr>
          <w:rFonts w:ascii="Times New Roman" w:hAnsi="Times New Roman"/>
          <w:sz w:val="26"/>
          <w:szCs w:val="26"/>
        </w:rPr>
        <w:t>В. – начальник ОМВД России</w:t>
      </w:r>
      <w:r>
        <w:rPr>
          <w:rFonts w:ascii="Times New Roman" w:hAnsi="Times New Roman"/>
          <w:sz w:val="26"/>
          <w:szCs w:val="26"/>
        </w:rPr>
        <w:t xml:space="preserve"> по г. Сорску (по согласованию);</w:t>
      </w:r>
    </w:p>
    <w:p w:rsidR="00A159D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Новиков С. Н. </w:t>
      </w:r>
      <w:r w:rsidRPr="00067104">
        <w:rPr>
          <w:rFonts w:ascii="Times New Roman" w:hAnsi="Times New Roman"/>
          <w:sz w:val="26"/>
          <w:szCs w:val="26"/>
        </w:rPr>
        <w:t xml:space="preserve"> исполнительн</w:t>
      </w:r>
      <w:r>
        <w:rPr>
          <w:rFonts w:ascii="Times New Roman" w:hAnsi="Times New Roman"/>
          <w:sz w:val="26"/>
          <w:szCs w:val="26"/>
        </w:rPr>
        <w:t>ый</w:t>
      </w:r>
      <w:r w:rsidRPr="00067104">
        <w:rPr>
          <w:rFonts w:ascii="Times New Roman" w:hAnsi="Times New Roman"/>
          <w:sz w:val="26"/>
          <w:szCs w:val="26"/>
        </w:rPr>
        <w:t xml:space="preserve"> директор ООО «С</w:t>
      </w:r>
      <w:r>
        <w:rPr>
          <w:rFonts w:ascii="Times New Roman" w:hAnsi="Times New Roman"/>
          <w:sz w:val="26"/>
          <w:szCs w:val="26"/>
        </w:rPr>
        <w:t>орский ГОК» (по согласованию);</w:t>
      </w:r>
    </w:p>
    <w:p w:rsidR="00A159D4" w:rsidRPr="0006710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Доев Р. Р. – генеральный директор ЗАО «Карат-ЦМ» (по согласованию);</w:t>
      </w:r>
    </w:p>
    <w:p w:rsidR="00A159D4" w:rsidRPr="0006710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Козмина О.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67104">
        <w:rPr>
          <w:rFonts w:ascii="Times New Roman" w:hAnsi="Times New Roman"/>
          <w:sz w:val="26"/>
          <w:szCs w:val="26"/>
        </w:rPr>
        <w:t>В.</w:t>
      </w:r>
      <w:r>
        <w:rPr>
          <w:rFonts w:ascii="Times New Roman" w:hAnsi="Times New Roman"/>
          <w:sz w:val="26"/>
          <w:szCs w:val="26"/>
        </w:rPr>
        <w:t xml:space="preserve"> – директор МБУК ДК «Металлург»;</w:t>
      </w:r>
    </w:p>
    <w:p w:rsidR="00A159D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Харланов Н.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67104">
        <w:rPr>
          <w:rFonts w:ascii="Times New Roman" w:hAnsi="Times New Roman"/>
          <w:sz w:val="26"/>
          <w:szCs w:val="26"/>
        </w:rPr>
        <w:t>И. – главный врач ГБУЗ «Сорская городс</w:t>
      </w:r>
      <w:r>
        <w:rPr>
          <w:rFonts w:ascii="Times New Roman" w:hAnsi="Times New Roman"/>
          <w:sz w:val="26"/>
          <w:szCs w:val="26"/>
        </w:rPr>
        <w:t>кая больница» (по согласованию);</w:t>
      </w:r>
    </w:p>
    <w:p w:rsidR="00A159D4" w:rsidRPr="00067104" w:rsidRDefault="00A159D4" w:rsidP="00EE660A">
      <w:pPr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Ганжина С. А. – директор МБОУ СОШ №1.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159D4" w:rsidRPr="0006710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 xml:space="preserve">Заместитель главы </w:t>
      </w:r>
    </w:p>
    <w:p w:rsidR="00A159D4" w:rsidRPr="0006710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  <w:sectPr w:rsidR="00A159D4" w:rsidRPr="00067104" w:rsidSect="002E6943">
          <w:pgSz w:w="11906" w:h="16838"/>
          <w:pgMar w:top="567" w:right="851" w:bottom="1134" w:left="1560" w:header="454" w:footer="709" w:gutter="0"/>
          <w:cols w:space="708"/>
          <w:docGrid w:linePitch="360"/>
        </w:sectPr>
      </w:pPr>
      <w:r w:rsidRPr="00067104">
        <w:rPr>
          <w:rFonts w:ascii="Times New Roman" w:hAnsi="Times New Roman"/>
          <w:sz w:val="26"/>
          <w:szCs w:val="26"/>
        </w:rPr>
        <w:t>по социальным вопросам                                                                  Т.</w:t>
      </w:r>
      <w:r>
        <w:rPr>
          <w:rFonts w:ascii="Times New Roman" w:hAnsi="Times New Roman"/>
          <w:sz w:val="26"/>
          <w:szCs w:val="26"/>
        </w:rPr>
        <w:t xml:space="preserve"> </w:t>
      </w:r>
      <w:r w:rsidRPr="00067104">
        <w:rPr>
          <w:rFonts w:ascii="Times New Roman" w:hAnsi="Times New Roman"/>
          <w:sz w:val="26"/>
          <w:szCs w:val="26"/>
        </w:rPr>
        <w:t xml:space="preserve">С. Шимель        </w:t>
      </w:r>
      <w:r>
        <w:rPr>
          <w:rFonts w:ascii="Times New Roman" w:hAnsi="Times New Roman"/>
          <w:sz w:val="26"/>
          <w:szCs w:val="26"/>
        </w:rPr>
        <w:t xml:space="preserve">              </w:t>
      </w:r>
    </w:p>
    <w:p w:rsidR="00A159D4" w:rsidRDefault="00A159D4" w:rsidP="00D84D0E">
      <w:pPr>
        <w:tabs>
          <w:tab w:val="left" w:pos="675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</w:p>
    <w:p w:rsidR="00A159D4" w:rsidRPr="00067104" w:rsidRDefault="00A159D4" w:rsidP="00D84D0E">
      <w:pPr>
        <w:tabs>
          <w:tab w:val="left" w:pos="6750"/>
        </w:tabs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>Приложение №</w:t>
      </w:r>
      <w:r>
        <w:rPr>
          <w:rFonts w:ascii="Times New Roman" w:hAnsi="Times New Roman"/>
          <w:sz w:val="26"/>
          <w:szCs w:val="26"/>
        </w:rPr>
        <w:t>2</w:t>
      </w:r>
    </w:p>
    <w:p w:rsidR="00A159D4" w:rsidRPr="00067104" w:rsidRDefault="00A159D4" w:rsidP="00EE660A">
      <w:pPr>
        <w:tabs>
          <w:tab w:val="left" w:pos="675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к постановлению администрации</w:t>
      </w:r>
    </w:p>
    <w:p w:rsidR="00A159D4" w:rsidRPr="00067104" w:rsidRDefault="00A159D4" w:rsidP="00EE66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города Сорска Республики Хакасия</w:t>
      </w:r>
    </w:p>
    <w:p w:rsidR="00A159D4" w:rsidRPr="00067104" w:rsidRDefault="00A159D4" w:rsidP="00EE660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 xml:space="preserve">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от  « 15 » 02.  2016 №  125 </w:t>
      </w:r>
      <w:r w:rsidRPr="00067104">
        <w:rPr>
          <w:rFonts w:ascii="Times New Roman" w:hAnsi="Times New Roman"/>
          <w:sz w:val="26"/>
          <w:szCs w:val="26"/>
        </w:rPr>
        <w:t>-п</w:t>
      </w:r>
    </w:p>
    <w:p w:rsidR="00A159D4" w:rsidRPr="00067104" w:rsidRDefault="00A159D4" w:rsidP="00EE660A">
      <w:pPr>
        <w:jc w:val="both"/>
        <w:rPr>
          <w:rFonts w:ascii="Times New Roman" w:hAnsi="Times New Roman"/>
          <w:sz w:val="26"/>
          <w:szCs w:val="26"/>
        </w:rPr>
      </w:pPr>
    </w:p>
    <w:p w:rsidR="00A159D4" w:rsidRDefault="00A159D4" w:rsidP="00D84D0E">
      <w:pPr>
        <w:spacing w:after="0" w:line="240" w:lineRule="auto"/>
        <w:ind w:firstLine="567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ПРОГРАММА</w:t>
      </w:r>
    </w:p>
    <w:p w:rsidR="00A159D4" w:rsidRDefault="00A159D4" w:rsidP="00D84D0E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проведения </w:t>
      </w:r>
      <w:r w:rsidRPr="00F46301">
        <w:rPr>
          <w:rFonts w:ascii="Times New Roman" w:hAnsi="Times New Roman"/>
          <w:b/>
          <w:sz w:val="26"/>
          <w:szCs w:val="26"/>
        </w:rPr>
        <w:t>Регионального турнира по спортивной (вольной) борьбе среди юношей и девушек, посвященного Дню защитника Отечества, на призы ООО «Сорский ГОК», администрации города Сорска и личный приз И. У. Ах</w:t>
      </w:r>
      <w:r>
        <w:rPr>
          <w:rFonts w:ascii="Times New Roman" w:hAnsi="Times New Roman"/>
          <w:b/>
          <w:sz w:val="26"/>
          <w:szCs w:val="26"/>
        </w:rPr>
        <w:t>метова с 26 по 28 февраля 2016г</w:t>
      </w:r>
    </w:p>
    <w:p w:rsidR="00A159D4" w:rsidRPr="00F46301" w:rsidRDefault="00A159D4" w:rsidP="00EE660A">
      <w:pPr>
        <w:tabs>
          <w:tab w:val="left" w:pos="360"/>
        </w:tabs>
        <w:spacing w:after="0" w:line="240" w:lineRule="auto"/>
        <w:ind w:left="360"/>
        <w:jc w:val="both"/>
        <w:rPr>
          <w:rFonts w:ascii="Times New Roman" w:hAnsi="Times New Roman"/>
          <w:b/>
          <w:sz w:val="26"/>
          <w:szCs w:val="26"/>
        </w:rPr>
      </w:pP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F46301">
        <w:rPr>
          <w:rFonts w:ascii="Times New Roman" w:hAnsi="Times New Roman"/>
          <w:b/>
          <w:sz w:val="26"/>
          <w:szCs w:val="26"/>
        </w:rPr>
        <w:t>1 день. 26 февраля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F46301">
        <w:rPr>
          <w:rFonts w:ascii="Times New Roman" w:hAnsi="Times New Roman"/>
          <w:b/>
          <w:sz w:val="26"/>
          <w:szCs w:val="26"/>
        </w:rPr>
        <w:t>- День приезда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F46301">
        <w:rPr>
          <w:rFonts w:ascii="Times New Roman" w:hAnsi="Times New Roman"/>
          <w:sz w:val="26"/>
          <w:szCs w:val="26"/>
        </w:rPr>
        <w:t>- прохождение мандатной комиссии;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размещение и питание участников, представителей и судей;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17.00 – совещание судейской коллегии;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17.30 – взвешивание участников и жеребьёвка  во всех весовых категориях;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18.30-20.00 – ужин.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159D4" w:rsidRPr="0064405B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64405B">
        <w:rPr>
          <w:rFonts w:ascii="Times New Roman" w:hAnsi="Times New Roman"/>
          <w:b/>
          <w:sz w:val="26"/>
          <w:szCs w:val="26"/>
        </w:rPr>
        <w:t>2 день. 27 февраля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7.30 – 9.00 – завтрак;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10.00 – предварительные поединки во всех весовых категориях;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11.30 – 12.00 – церемония открытия турнира;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12.00 – 13.00 – продолжение предварительных поединков во всех весовых категориях;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13.00 – 15.00 – обед;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15.00 – 19.00 – продолжение предварительных поединков во всех весовых категориях;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19.00 – 20.00 – ужин;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20.00 – организация работ по проведению мероприятий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159D4" w:rsidRPr="0064405B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  <w:r w:rsidRPr="0064405B">
        <w:rPr>
          <w:rFonts w:ascii="Times New Roman" w:hAnsi="Times New Roman"/>
          <w:b/>
          <w:sz w:val="26"/>
          <w:szCs w:val="26"/>
        </w:rPr>
        <w:t>3 день. 28 февраля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8.00 – 9.00 – завтрак;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10.00 – 14.00 – полуфинальные и финальные поединки во всех весовых категориях;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14.00 – 15.00 – награждение борцов во всех весовых категориях и церемония закрытия турнира;</w:t>
      </w:r>
    </w:p>
    <w:p w:rsidR="00A159D4" w:rsidRPr="00F46301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отъезд команд.</w:t>
      </w:r>
    </w:p>
    <w:p w:rsidR="00A159D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A159D4" w:rsidRPr="0006710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b/>
          <w:sz w:val="26"/>
          <w:szCs w:val="26"/>
        </w:rPr>
      </w:pPr>
    </w:p>
    <w:p w:rsidR="00A159D4" w:rsidRPr="00067104" w:rsidRDefault="00A159D4" w:rsidP="00EE660A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067104">
        <w:rPr>
          <w:rFonts w:ascii="Times New Roman" w:hAnsi="Times New Roman"/>
          <w:sz w:val="26"/>
          <w:szCs w:val="26"/>
        </w:rPr>
        <w:t xml:space="preserve">Заместитель главы </w:t>
      </w:r>
    </w:p>
    <w:p w:rsidR="00A159D4" w:rsidRPr="00067104" w:rsidRDefault="00A159D4" w:rsidP="00EE660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67104">
        <w:rPr>
          <w:rFonts w:ascii="Times New Roman" w:hAnsi="Times New Roman" w:cs="Times New Roman"/>
          <w:sz w:val="26"/>
          <w:szCs w:val="26"/>
        </w:rPr>
        <w:t>по социальным вопросам                                                                Т.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67104">
        <w:rPr>
          <w:rFonts w:ascii="Times New Roman" w:hAnsi="Times New Roman" w:cs="Times New Roman"/>
          <w:sz w:val="26"/>
          <w:szCs w:val="26"/>
        </w:rPr>
        <w:t xml:space="preserve">С. Шимель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sectPr w:rsidR="00A159D4" w:rsidRPr="00067104" w:rsidSect="000F2148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13160"/>
    <w:multiLevelType w:val="hybridMultilevel"/>
    <w:tmpl w:val="215E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9B6549C"/>
    <w:multiLevelType w:val="hybridMultilevel"/>
    <w:tmpl w:val="215E8244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98C42DF"/>
    <w:multiLevelType w:val="hybridMultilevel"/>
    <w:tmpl w:val="9A38D760"/>
    <w:lvl w:ilvl="0" w:tplc="85EAC82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D7246F7"/>
    <w:multiLevelType w:val="hybridMultilevel"/>
    <w:tmpl w:val="4996875C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>
    <w:nsid w:val="6AEA650B"/>
    <w:multiLevelType w:val="hybridMultilevel"/>
    <w:tmpl w:val="215E8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5EC0"/>
    <w:rsid w:val="000053C8"/>
    <w:rsid w:val="00014BD6"/>
    <w:rsid w:val="000204B7"/>
    <w:rsid w:val="000207E4"/>
    <w:rsid w:val="000260D3"/>
    <w:rsid w:val="00026A50"/>
    <w:rsid w:val="0003136B"/>
    <w:rsid w:val="0003361D"/>
    <w:rsid w:val="00050366"/>
    <w:rsid w:val="00055C9A"/>
    <w:rsid w:val="00067104"/>
    <w:rsid w:val="00067185"/>
    <w:rsid w:val="00074A50"/>
    <w:rsid w:val="00086A13"/>
    <w:rsid w:val="00093CF1"/>
    <w:rsid w:val="000C5F62"/>
    <w:rsid w:val="000D55BE"/>
    <w:rsid w:val="000E68FE"/>
    <w:rsid w:val="000E6C9A"/>
    <w:rsid w:val="000F2148"/>
    <w:rsid w:val="001014E4"/>
    <w:rsid w:val="00110787"/>
    <w:rsid w:val="0011119B"/>
    <w:rsid w:val="00116076"/>
    <w:rsid w:val="0014218B"/>
    <w:rsid w:val="00143529"/>
    <w:rsid w:val="00152066"/>
    <w:rsid w:val="001574A6"/>
    <w:rsid w:val="00163641"/>
    <w:rsid w:val="0019461C"/>
    <w:rsid w:val="00197F49"/>
    <w:rsid w:val="001A3EF6"/>
    <w:rsid w:val="001B1CDB"/>
    <w:rsid w:val="001B5522"/>
    <w:rsid w:val="001B6206"/>
    <w:rsid w:val="001C339B"/>
    <w:rsid w:val="001C5696"/>
    <w:rsid w:val="001D760E"/>
    <w:rsid w:val="001E152C"/>
    <w:rsid w:val="001F7AA5"/>
    <w:rsid w:val="002041AA"/>
    <w:rsid w:val="002045C3"/>
    <w:rsid w:val="00211669"/>
    <w:rsid w:val="002137BB"/>
    <w:rsid w:val="002233D0"/>
    <w:rsid w:val="0022794A"/>
    <w:rsid w:val="002415D2"/>
    <w:rsid w:val="00252334"/>
    <w:rsid w:val="002559E4"/>
    <w:rsid w:val="00257591"/>
    <w:rsid w:val="0026387E"/>
    <w:rsid w:val="0028591D"/>
    <w:rsid w:val="002937AD"/>
    <w:rsid w:val="002A1CE1"/>
    <w:rsid w:val="002B2091"/>
    <w:rsid w:val="002C32F5"/>
    <w:rsid w:val="002E55D1"/>
    <w:rsid w:val="002E6943"/>
    <w:rsid w:val="00305480"/>
    <w:rsid w:val="00314EF2"/>
    <w:rsid w:val="0036237A"/>
    <w:rsid w:val="00363257"/>
    <w:rsid w:val="00380BC5"/>
    <w:rsid w:val="00381B9E"/>
    <w:rsid w:val="00387F0D"/>
    <w:rsid w:val="00390D60"/>
    <w:rsid w:val="00392A93"/>
    <w:rsid w:val="00394021"/>
    <w:rsid w:val="003A74A2"/>
    <w:rsid w:val="003D0F2E"/>
    <w:rsid w:val="003D1246"/>
    <w:rsid w:val="003F352E"/>
    <w:rsid w:val="003F4E60"/>
    <w:rsid w:val="00411492"/>
    <w:rsid w:val="00421300"/>
    <w:rsid w:val="00436A20"/>
    <w:rsid w:val="004426F5"/>
    <w:rsid w:val="0046393C"/>
    <w:rsid w:val="00465EC0"/>
    <w:rsid w:val="0047368E"/>
    <w:rsid w:val="004A43C9"/>
    <w:rsid w:val="004B2CD9"/>
    <w:rsid w:val="004E18DE"/>
    <w:rsid w:val="004F5308"/>
    <w:rsid w:val="00502C75"/>
    <w:rsid w:val="0050707D"/>
    <w:rsid w:val="00507D70"/>
    <w:rsid w:val="00522FD8"/>
    <w:rsid w:val="00543C43"/>
    <w:rsid w:val="005576DD"/>
    <w:rsid w:val="00572B7F"/>
    <w:rsid w:val="00576001"/>
    <w:rsid w:val="00577CF9"/>
    <w:rsid w:val="00591471"/>
    <w:rsid w:val="005B147B"/>
    <w:rsid w:val="005B409E"/>
    <w:rsid w:val="005C0A97"/>
    <w:rsid w:val="005D2192"/>
    <w:rsid w:val="005D33F7"/>
    <w:rsid w:val="00603EF7"/>
    <w:rsid w:val="00614308"/>
    <w:rsid w:val="0063628C"/>
    <w:rsid w:val="0064405B"/>
    <w:rsid w:val="00651397"/>
    <w:rsid w:val="00657999"/>
    <w:rsid w:val="006624AA"/>
    <w:rsid w:val="00667CD2"/>
    <w:rsid w:val="0067007E"/>
    <w:rsid w:val="006D40C6"/>
    <w:rsid w:val="006E151D"/>
    <w:rsid w:val="007078B8"/>
    <w:rsid w:val="00713D84"/>
    <w:rsid w:val="00720E6D"/>
    <w:rsid w:val="00761DF3"/>
    <w:rsid w:val="00774E96"/>
    <w:rsid w:val="007938F4"/>
    <w:rsid w:val="00796F38"/>
    <w:rsid w:val="007D50C8"/>
    <w:rsid w:val="007E6D22"/>
    <w:rsid w:val="007F183C"/>
    <w:rsid w:val="00821EB3"/>
    <w:rsid w:val="00834A01"/>
    <w:rsid w:val="008409AD"/>
    <w:rsid w:val="008442E4"/>
    <w:rsid w:val="008465C2"/>
    <w:rsid w:val="00862877"/>
    <w:rsid w:val="00866CF3"/>
    <w:rsid w:val="0087088A"/>
    <w:rsid w:val="00871439"/>
    <w:rsid w:val="008835C7"/>
    <w:rsid w:val="008A3B50"/>
    <w:rsid w:val="008A6399"/>
    <w:rsid w:val="008B139E"/>
    <w:rsid w:val="008B6C22"/>
    <w:rsid w:val="008C0E0D"/>
    <w:rsid w:val="008D0062"/>
    <w:rsid w:val="008F33C0"/>
    <w:rsid w:val="00901811"/>
    <w:rsid w:val="009307C8"/>
    <w:rsid w:val="00936706"/>
    <w:rsid w:val="009404C4"/>
    <w:rsid w:val="00940CD9"/>
    <w:rsid w:val="00950869"/>
    <w:rsid w:val="00950B36"/>
    <w:rsid w:val="00954CB0"/>
    <w:rsid w:val="00983190"/>
    <w:rsid w:val="00983A4A"/>
    <w:rsid w:val="009940BA"/>
    <w:rsid w:val="009948D5"/>
    <w:rsid w:val="009A5B93"/>
    <w:rsid w:val="009B1542"/>
    <w:rsid w:val="009C63D2"/>
    <w:rsid w:val="009D0195"/>
    <w:rsid w:val="009E08BC"/>
    <w:rsid w:val="009F6054"/>
    <w:rsid w:val="00A11A39"/>
    <w:rsid w:val="00A159D4"/>
    <w:rsid w:val="00A30324"/>
    <w:rsid w:val="00A32C22"/>
    <w:rsid w:val="00A341A9"/>
    <w:rsid w:val="00A510F5"/>
    <w:rsid w:val="00A90373"/>
    <w:rsid w:val="00A933E5"/>
    <w:rsid w:val="00AB5C5D"/>
    <w:rsid w:val="00AC32F1"/>
    <w:rsid w:val="00AE1C14"/>
    <w:rsid w:val="00AE20ED"/>
    <w:rsid w:val="00AF2E05"/>
    <w:rsid w:val="00B05784"/>
    <w:rsid w:val="00B05E5B"/>
    <w:rsid w:val="00B16ABC"/>
    <w:rsid w:val="00B23F5F"/>
    <w:rsid w:val="00B25E34"/>
    <w:rsid w:val="00B359C9"/>
    <w:rsid w:val="00B41723"/>
    <w:rsid w:val="00B4222A"/>
    <w:rsid w:val="00B51B5D"/>
    <w:rsid w:val="00B5700A"/>
    <w:rsid w:val="00B6698A"/>
    <w:rsid w:val="00B909DC"/>
    <w:rsid w:val="00B94D44"/>
    <w:rsid w:val="00B96921"/>
    <w:rsid w:val="00BA4F8F"/>
    <w:rsid w:val="00BB2459"/>
    <w:rsid w:val="00BC6882"/>
    <w:rsid w:val="00BD1D12"/>
    <w:rsid w:val="00BD3041"/>
    <w:rsid w:val="00BD3B6E"/>
    <w:rsid w:val="00BF2475"/>
    <w:rsid w:val="00C10F80"/>
    <w:rsid w:val="00C24AD1"/>
    <w:rsid w:val="00C27267"/>
    <w:rsid w:val="00C303A5"/>
    <w:rsid w:val="00C4178A"/>
    <w:rsid w:val="00C52F4D"/>
    <w:rsid w:val="00C71DC8"/>
    <w:rsid w:val="00C73CA0"/>
    <w:rsid w:val="00C74AD6"/>
    <w:rsid w:val="00C83982"/>
    <w:rsid w:val="00CA194E"/>
    <w:rsid w:val="00CA69F8"/>
    <w:rsid w:val="00CB7233"/>
    <w:rsid w:val="00CE7E11"/>
    <w:rsid w:val="00CF65E2"/>
    <w:rsid w:val="00D17E8D"/>
    <w:rsid w:val="00D37184"/>
    <w:rsid w:val="00D37F35"/>
    <w:rsid w:val="00D41C24"/>
    <w:rsid w:val="00D452D4"/>
    <w:rsid w:val="00D539EE"/>
    <w:rsid w:val="00D563F4"/>
    <w:rsid w:val="00D63D93"/>
    <w:rsid w:val="00D64041"/>
    <w:rsid w:val="00D71EDC"/>
    <w:rsid w:val="00D84D0E"/>
    <w:rsid w:val="00D93543"/>
    <w:rsid w:val="00DB4A65"/>
    <w:rsid w:val="00DD08C4"/>
    <w:rsid w:val="00DE31C9"/>
    <w:rsid w:val="00DF57F6"/>
    <w:rsid w:val="00E010B5"/>
    <w:rsid w:val="00E159EF"/>
    <w:rsid w:val="00E17144"/>
    <w:rsid w:val="00E22B22"/>
    <w:rsid w:val="00E2775C"/>
    <w:rsid w:val="00E302D9"/>
    <w:rsid w:val="00E526D8"/>
    <w:rsid w:val="00E5655C"/>
    <w:rsid w:val="00E74AE6"/>
    <w:rsid w:val="00E8490C"/>
    <w:rsid w:val="00EA382B"/>
    <w:rsid w:val="00EC4988"/>
    <w:rsid w:val="00EE660A"/>
    <w:rsid w:val="00F007DB"/>
    <w:rsid w:val="00F01DAC"/>
    <w:rsid w:val="00F319F3"/>
    <w:rsid w:val="00F46162"/>
    <w:rsid w:val="00F46301"/>
    <w:rsid w:val="00F63CFB"/>
    <w:rsid w:val="00F66315"/>
    <w:rsid w:val="00F80B66"/>
    <w:rsid w:val="00F83B48"/>
    <w:rsid w:val="00F84696"/>
    <w:rsid w:val="00FB4FC8"/>
    <w:rsid w:val="00FC4B7B"/>
    <w:rsid w:val="00FD0D24"/>
    <w:rsid w:val="00FE0C69"/>
    <w:rsid w:val="00FE31C1"/>
    <w:rsid w:val="00FE34F2"/>
    <w:rsid w:val="00FE49BA"/>
    <w:rsid w:val="00FE68DA"/>
    <w:rsid w:val="00FF290F"/>
    <w:rsid w:val="00FF4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EC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65EC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65EC0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Normal">
    <w:name w:val="ConsPlusNormal"/>
    <w:uiPriority w:val="99"/>
    <w:rsid w:val="00465EC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65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65EC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657999"/>
    <w:pPr>
      <w:ind w:left="720"/>
      <w:contextualSpacing/>
    </w:pPr>
  </w:style>
  <w:style w:type="table" w:styleId="TableGrid">
    <w:name w:val="Table Grid"/>
    <w:basedOn w:val="TableNormal"/>
    <w:uiPriority w:val="99"/>
    <w:rsid w:val="0059147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796F38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Spacing">
    <w:name w:val="No Spacing"/>
    <w:uiPriority w:val="99"/>
    <w:qFormat/>
    <w:rsid w:val="00C10F80"/>
    <w:pPr>
      <w:suppressAutoHyphens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829</TotalTime>
  <Pages>4</Pages>
  <Words>911</Words>
  <Characters>5199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Молодежь</dc:creator>
  <cp:keywords/>
  <dc:description/>
  <cp:lastModifiedBy>Мунуслуги</cp:lastModifiedBy>
  <cp:revision>52</cp:revision>
  <cp:lastPrinted>2016-02-15T04:55:00Z</cp:lastPrinted>
  <dcterms:created xsi:type="dcterms:W3CDTF">2013-02-27T02:19:00Z</dcterms:created>
  <dcterms:modified xsi:type="dcterms:W3CDTF">2016-02-16T02:11:00Z</dcterms:modified>
</cp:coreProperties>
</file>