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7CF" w:rsidRPr="00AB5C5D" w:rsidRDefault="003407CF" w:rsidP="00796F38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3407CF" w:rsidRPr="003D1246" w:rsidRDefault="003407CF" w:rsidP="00796F38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73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3407CF" w:rsidRDefault="003407CF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07CF" w:rsidRDefault="003407CF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407CF" w:rsidRDefault="003407CF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407CF" w:rsidRDefault="003407CF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407CF" w:rsidRDefault="003407CF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407CF" w:rsidRDefault="003407CF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07CF" w:rsidRDefault="003407CF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07CF" w:rsidRDefault="003407CF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3407CF" w:rsidRDefault="003407CF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07CF" w:rsidRDefault="003407CF" w:rsidP="00796F3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407CF" w:rsidRPr="003D1246" w:rsidRDefault="003407CF" w:rsidP="00796F38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57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3407CF" w:rsidRDefault="003407CF" w:rsidP="00796F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407CF" w:rsidRDefault="003407CF" w:rsidP="00796F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407CF" w:rsidRPr="00862877" w:rsidRDefault="003407CF" w:rsidP="00796F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3407CF" w:rsidRPr="000C5F62" w:rsidRDefault="003407CF" w:rsidP="00796F3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07CF" w:rsidRDefault="003407CF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07CF" w:rsidRPr="00862877" w:rsidRDefault="003407CF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07CF" w:rsidRDefault="003407CF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407CF" w:rsidRDefault="003407CF" w:rsidP="00796F3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407CF" w:rsidRPr="003D1246" w:rsidRDefault="003407CF" w:rsidP="00796F38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3407CF" w:rsidRPr="003D1246" w:rsidRDefault="003407CF" w:rsidP="00796F38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3407CF" w:rsidRDefault="003407CF" w:rsidP="00796F38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3407CF" w:rsidRPr="003D1246" w:rsidRDefault="003407CF" w:rsidP="00796F38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3407CF" w:rsidRDefault="003407CF" w:rsidP="00796F3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>
        <w:rPr>
          <w:noProof/>
        </w:rPr>
        <w:pict>
          <v:line id="_x0000_s1029" style="position:absolute;left:0;text-align:left;z-index:251659264" from="18pt,9.3pt" to="469pt,9.3pt" strokeweight=".26mm">
            <v:stroke joinstyle="miter"/>
          </v:line>
        </w:pict>
      </w:r>
    </w:p>
    <w:p w:rsidR="003407CF" w:rsidRPr="001574A6" w:rsidRDefault="003407CF" w:rsidP="00796F3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407CF" w:rsidRDefault="003407CF" w:rsidP="00796F3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407CF" w:rsidRPr="009B1542" w:rsidRDefault="003407CF" w:rsidP="00796F3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«01» 03. 2016г.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166-п.</w:t>
      </w:r>
    </w:p>
    <w:p w:rsidR="003407CF" w:rsidRPr="00A510F5" w:rsidRDefault="003407CF" w:rsidP="00A510F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407CF" w:rsidRPr="00F01DAC" w:rsidRDefault="003407CF" w:rsidP="00F01DA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3407CF" w:rsidRPr="00F01DAC" w:rsidRDefault="003407CF" w:rsidP="00F01DA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</w:t>
      </w:r>
      <w:r w:rsidRPr="00F01DAC">
        <w:rPr>
          <w:rFonts w:ascii="Times New Roman" w:hAnsi="Times New Roman"/>
          <w:sz w:val="26"/>
          <w:szCs w:val="26"/>
        </w:rPr>
        <w:t>О подготовке и проведении</w:t>
      </w:r>
    </w:p>
    <w:p w:rsidR="003407CF" w:rsidRPr="00F01DAC" w:rsidRDefault="003407CF" w:rsidP="00F01DA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Pr="00F01DA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</w:t>
      </w:r>
      <w:r w:rsidRPr="00F01DAC">
        <w:rPr>
          <w:rFonts w:ascii="Times New Roman" w:hAnsi="Times New Roman"/>
          <w:sz w:val="26"/>
          <w:szCs w:val="26"/>
        </w:rPr>
        <w:t>раздника «Масленица»</w:t>
      </w:r>
    </w:p>
    <w:p w:rsidR="003407CF" w:rsidRPr="00F01DAC" w:rsidRDefault="003407CF" w:rsidP="00F01DA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407CF" w:rsidRPr="00F01DAC" w:rsidRDefault="003407CF" w:rsidP="00F01DA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 xml:space="preserve">    В целях сохранения и возрождения местных традиций и обычаев, создания условий для развития народного творчества, культуры и искусства, привлечения широких масс населения к подготовке и проведению культурно-массовых мероприятий</w:t>
      </w:r>
      <w:r>
        <w:rPr>
          <w:rFonts w:ascii="Times New Roman" w:hAnsi="Times New Roman"/>
          <w:sz w:val="26"/>
          <w:szCs w:val="26"/>
        </w:rPr>
        <w:t>, руководствуясь</w:t>
      </w:r>
      <w:r w:rsidRPr="00CE7E11">
        <w:rPr>
          <w:rFonts w:ascii="Times New Roman" w:hAnsi="Times New Roman"/>
          <w:sz w:val="26"/>
          <w:szCs w:val="26"/>
        </w:rPr>
        <w:t xml:space="preserve"> Федеральным  законом </w:t>
      </w:r>
      <w:r>
        <w:rPr>
          <w:rFonts w:ascii="Times New Roman" w:hAnsi="Times New Roman"/>
          <w:sz w:val="26"/>
          <w:szCs w:val="26"/>
        </w:rPr>
        <w:t xml:space="preserve">№ 131 - ФЗ от 06.10.2003г. </w:t>
      </w:r>
      <w:r w:rsidRPr="00CE7E11">
        <w:rPr>
          <w:rFonts w:ascii="Times New Roman" w:hAnsi="Times New Roman"/>
          <w:sz w:val="26"/>
          <w:szCs w:val="26"/>
        </w:rPr>
        <w:t>«Об общих принципах организации  местного самоуправления в  Российской Федерации», Уставом муниципального  образования город Сорск,</w:t>
      </w:r>
      <w:r>
        <w:rPr>
          <w:rFonts w:ascii="Times New Roman" w:hAnsi="Times New Roman"/>
          <w:sz w:val="26"/>
          <w:szCs w:val="26"/>
        </w:rPr>
        <w:t xml:space="preserve"> администрация города Сорска Республики Хакасия</w:t>
      </w:r>
    </w:p>
    <w:p w:rsidR="003407CF" w:rsidRPr="00F01DAC" w:rsidRDefault="003407CF" w:rsidP="00F01DAC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>ПОСТАНОВЛЯ</w:t>
      </w:r>
      <w:r>
        <w:rPr>
          <w:rFonts w:ascii="Times New Roman" w:hAnsi="Times New Roman"/>
          <w:sz w:val="26"/>
          <w:szCs w:val="26"/>
        </w:rPr>
        <w:t>ЕТ</w:t>
      </w:r>
      <w:r w:rsidRPr="00F01DAC">
        <w:rPr>
          <w:rFonts w:ascii="Times New Roman" w:hAnsi="Times New Roman"/>
          <w:sz w:val="26"/>
          <w:szCs w:val="26"/>
        </w:rPr>
        <w:t>:</w:t>
      </w:r>
    </w:p>
    <w:p w:rsidR="003407CF" w:rsidRPr="00F01DAC" w:rsidRDefault="003407CF" w:rsidP="00F01DAC">
      <w:pPr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 xml:space="preserve">Провести  на городской площади </w:t>
      </w:r>
      <w:r>
        <w:rPr>
          <w:rFonts w:ascii="Times New Roman" w:hAnsi="Times New Roman"/>
          <w:sz w:val="26"/>
          <w:szCs w:val="26"/>
        </w:rPr>
        <w:t>12 марта</w:t>
      </w:r>
      <w:r w:rsidRPr="00F01DAC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16 года</w:t>
      </w:r>
      <w:r w:rsidRPr="00F01DA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общегородской </w:t>
      </w:r>
      <w:r w:rsidRPr="00F01DAC">
        <w:rPr>
          <w:rFonts w:ascii="Times New Roman" w:hAnsi="Times New Roman"/>
          <w:sz w:val="26"/>
          <w:szCs w:val="26"/>
        </w:rPr>
        <w:t>праздник «Масленица»</w:t>
      </w:r>
      <w:r>
        <w:rPr>
          <w:rFonts w:ascii="Times New Roman" w:hAnsi="Times New Roman"/>
          <w:sz w:val="26"/>
          <w:szCs w:val="26"/>
        </w:rPr>
        <w:t>.</w:t>
      </w:r>
    </w:p>
    <w:p w:rsidR="003407CF" w:rsidRPr="00F01DAC" w:rsidRDefault="003407CF" w:rsidP="00F01DAC">
      <w:pPr>
        <w:numPr>
          <w:ilvl w:val="0"/>
          <w:numId w:val="2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>Утвердить состав организационного комитета по подготовке и проведению праздничных мероприятий (</w:t>
      </w:r>
      <w:r>
        <w:rPr>
          <w:rFonts w:ascii="Times New Roman" w:hAnsi="Times New Roman"/>
          <w:sz w:val="26"/>
          <w:szCs w:val="26"/>
        </w:rPr>
        <w:t>П</w:t>
      </w:r>
      <w:r w:rsidRPr="00F01DAC">
        <w:rPr>
          <w:rFonts w:ascii="Times New Roman" w:hAnsi="Times New Roman"/>
          <w:sz w:val="26"/>
          <w:szCs w:val="26"/>
        </w:rPr>
        <w:t xml:space="preserve">риложение </w:t>
      </w:r>
      <w:r>
        <w:rPr>
          <w:rFonts w:ascii="Times New Roman" w:hAnsi="Times New Roman"/>
          <w:sz w:val="26"/>
          <w:szCs w:val="26"/>
        </w:rPr>
        <w:t>№</w:t>
      </w:r>
      <w:r w:rsidRPr="00F01DAC">
        <w:rPr>
          <w:rFonts w:ascii="Times New Roman" w:hAnsi="Times New Roman"/>
          <w:sz w:val="26"/>
          <w:szCs w:val="26"/>
        </w:rPr>
        <w:t>1)</w:t>
      </w:r>
      <w:r>
        <w:rPr>
          <w:rFonts w:ascii="Times New Roman" w:hAnsi="Times New Roman"/>
          <w:sz w:val="26"/>
          <w:szCs w:val="26"/>
        </w:rPr>
        <w:t>.</w:t>
      </w:r>
    </w:p>
    <w:p w:rsidR="003407CF" w:rsidRPr="00F01DAC" w:rsidRDefault="003407CF" w:rsidP="00F01DAC">
      <w:pPr>
        <w:numPr>
          <w:ilvl w:val="0"/>
          <w:numId w:val="2"/>
        </w:numPr>
        <w:tabs>
          <w:tab w:val="clear" w:pos="720"/>
          <w:tab w:val="num" w:pos="18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>Утвердить программу праздничных мероприятий (</w:t>
      </w:r>
      <w:r>
        <w:rPr>
          <w:rFonts w:ascii="Times New Roman" w:hAnsi="Times New Roman"/>
          <w:sz w:val="26"/>
          <w:szCs w:val="26"/>
        </w:rPr>
        <w:t>П</w:t>
      </w:r>
      <w:r w:rsidRPr="00F01DAC">
        <w:rPr>
          <w:rFonts w:ascii="Times New Roman" w:hAnsi="Times New Roman"/>
          <w:sz w:val="26"/>
          <w:szCs w:val="26"/>
        </w:rPr>
        <w:t xml:space="preserve">риложение </w:t>
      </w:r>
      <w:r>
        <w:rPr>
          <w:rFonts w:ascii="Times New Roman" w:hAnsi="Times New Roman"/>
          <w:sz w:val="26"/>
          <w:szCs w:val="26"/>
        </w:rPr>
        <w:t>№</w:t>
      </w:r>
      <w:r w:rsidRPr="00F01DAC">
        <w:rPr>
          <w:rFonts w:ascii="Times New Roman" w:hAnsi="Times New Roman"/>
          <w:sz w:val="26"/>
          <w:szCs w:val="26"/>
        </w:rPr>
        <w:t>2)</w:t>
      </w:r>
      <w:r>
        <w:rPr>
          <w:rFonts w:ascii="Times New Roman" w:hAnsi="Times New Roman"/>
          <w:sz w:val="26"/>
          <w:szCs w:val="26"/>
        </w:rPr>
        <w:t>.</w:t>
      </w:r>
    </w:p>
    <w:p w:rsidR="003407CF" w:rsidRDefault="003407CF" w:rsidP="0028591D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28591D">
        <w:rPr>
          <w:rFonts w:ascii="Times New Roman" w:hAnsi="Times New Roman"/>
          <w:sz w:val="26"/>
          <w:szCs w:val="26"/>
        </w:rPr>
        <w:t>Рекомендовать начальнику полиции ОМВД России по г. Сорску (</w:t>
      </w:r>
      <w:r>
        <w:rPr>
          <w:rFonts w:ascii="Times New Roman" w:hAnsi="Times New Roman"/>
          <w:sz w:val="26"/>
          <w:szCs w:val="26"/>
        </w:rPr>
        <w:t>Гительман А.В.</w:t>
      </w:r>
      <w:r w:rsidRPr="0028591D">
        <w:rPr>
          <w:rFonts w:ascii="Times New Roman" w:hAnsi="Times New Roman"/>
          <w:sz w:val="26"/>
          <w:szCs w:val="26"/>
        </w:rPr>
        <w:t>) (по согласованию) обеспеч</w:t>
      </w:r>
      <w:r>
        <w:rPr>
          <w:rFonts w:ascii="Times New Roman" w:hAnsi="Times New Roman"/>
          <w:sz w:val="26"/>
          <w:szCs w:val="26"/>
        </w:rPr>
        <w:t>ить охрану правопорядка во время  проведения праздничных  мероприятий</w:t>
      </w:r>
      <w:r w:rsidRPr="0028591D">
        <w:rPr>
          <w:rFonts w:ascii="Times New Roman" w:hAnsi="Times New Roman"/>
          <w:sz w:val="26"/>
          <w:szCs w:val="26"/>
        </w:rPr>
        <w:t>.</w:t>
      </w:r>
    </w:p>
    <w:p w:rsidR="003407CF" w:rsidRPr="0028591D" w:rsidRDefault="003407CF" w:rsidP="0028591D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Директору ООО «АлМи» (Полешко А.И.) (по согласованию) </w:t>
      </w:r>
      <w:r w:rsidRPr="00B909DC">
        <w:rPr>
          <w:rFonts w:ascii="Times New Roman" w:hAnsi="Times New Roman"/>
          <w:sz w:val="26"/>
          <w:szCs w:val="26"/>
        </w:rPr>
        <w:t>обеспечить наведение надлежащего порядка на городской площади.</w:t>
      </w:r>
    </w:p>
    <w:p w:rsidR="003407CF" w:rsidRPr="00F01DAC" w:rsidRDefault="003407CF" w:rsidP="00F01DAC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>Рекомендовать руководителям образовательных учреждений, управления социальной поддержки населения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F01DAC">
        <w:rPr>
          <w:rFonts w:ascii="Times New Roman" w:hAnsi="Times New Roman"/>
          <w:sz w:val="26"/>
          <w:szCs w:val="26"/>
        </w:rPr>
        <w:t xml:space="preserve"> подготовить блинные ряды.</w:t>
      </w:r>
    </w:p>
    <w:p w:rsidR="003407CF" w:rsidRPr="00F01DAC" w:rsidRDefault="003407CF" w:rsidP="00F01DA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 xml:space="preserve">Директору </w:t>
      </w:r>
      <w:r>
        <w:rPr>
          <w:rFonts w:ascii="Times New Roman" w:hAnsi="Times New Roman"/>
          <w:sz w:val="26"/>
          <w:szCs w:val="26"/>
        </w:rPr>
        <w:t>МБУК ДК «Металлург» (</w:t>
      </w:r>
      <w:r w:rsidRPr="00F01DAC">
        <w:rPr>
          <w:rFonts w:ascii="Times New Roman" w:hAnsi="Times New Roman"/>
          <w:sz w:val="26"/>
          <w:szCs w:val="26"/>
        </w:rPr>
        <w:t>Козмин</w:t>
      </w:r>
      <w:r>
        <w:rPr>
          <w:rFonts w:ascii="Times New Roman" w:hAnsi="Times New Roman"/>
          <w:sz w:val="26"/>
          <w:szCs w:val="26"/>
        </w:rPr>
        <w:t>а</w:t>
      </w:r>
      <w:r w:rsidRPr="00F01DAC">
        <w:rPr>
          <w:rFonts w:ascii="Times New Roman" w:hAnsi="Times New Roman"/>
          <w:sz w:val="26"/>
          <w:szCs w:val="26"/>
        </w:rPr>
        <w:t xml:space="preserve"> О.В.</w:t>
      </w:r>
      <w:r>
        <w:rPr>
          <w:rFonts w:ascii="Times New Roman" w:hAnsi="Times New Roman"/>
          <w:sz w:val="26"/>
          <w:szCs w:val="26"/>
        </w:rPr>
        <w:t>)</w:t>
      </w:r>
      <w:r w:rsidRPr="00F01DAC">
        <w:rPr>
          <w:rFonts w:ascii="Times New Roman" w:hAnsi="Times New Roman"/>
          <w:sz w:val="26"/>
          <w:szCs w:val="26"/>
        </w:rPr>
        <w:t xml:space="preserve"> организовать проведение праздничных мероприятий.</w:t>
      </w:r>
    </w:p>
    <w:p w:rsidR="003407CF" w:rsidRPr="00F01DAC" w:rsidRDefault="003407CF" w:rsidP="00F01DAC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 xml:space="preserve">Директору </w:t>
      </w:r>
      <w:r>
        <w:rPr>
          <w:rFonts w:ascii="Times New Roman" w:hAnsi="Times New Roman"/>
          <w:sz w:val="26"/>
          <w:szCs w:val="26"/>
        </w:rPr>
        <w:t>МБУ ДО «КДЮСШ» (</w:t>
      </w:r>
      <w:r w:rsidRPr="00F01DAC">
        <w:rPr>
          <w:rFonts w:ascii="Times New Roman" w:hAnsi="Times New Roman"/>
          <w:sz w:val="26"/>
          <w:szCs w:val="26"/>
        </w:rPr>
        <w:t>Епишин</w:t>
      </w:r>
      <w:r>
        <w:rPr>
          <w:rFonts w:ascii="Times New Roman" w:hAnsi="Times New Roman"/>
          <w:sz w:val="26"/>
          <w:szCs w:val="26"/>
        </w:rPr>
        <w:t>а</w:t>
      </w:r>
      <w:r w:rsidRPr="00F01DAC">
        <w:rPr>
          <w:rFonts w:ascii="Times New Roman" w:hAnsi="Times New Roman"/>
          <w:sz w:val="26"/>
          <w:szCs w:val="26"/>
        </w:rPr>
        <w:t xml:space="preserve"> В.В.</w:t>
      </w:r>
      <w:r>
        <w:rPr>
          <w:rFonts w:ascii="Times New Roman" w:hAnsi="Times New Roman"/>
          <w:sz w:val="26"/>
          <w:szCs w:val="26"/>
        </w:rPr>
        <w:t>)</w:t>
      </w:r>
      <w:r w:rsidRPr="00F01DAC">
        <w:rPr>
          <w:rFonts w:ascii="Times New Roman" w:hAnsi="Times New Roman"/>
          <w:sz w:val="26"/>
          <w:szCs w:val="26"/>
        </w:rPr>
        <w:t xml:space="preserve"> организовать </w:t>
      </w:r>
      <w:r>
        <w:rPr>
          <w:rFonts w:ascii="Times New Roman" w:hAnsi="Times New Roman"/>
          <w:sz w:val="26"/>
          <w:szCs w:val="26"/>
        </w:rPr>
        <w:t>проведение спортивных состязаний.</w:t>
      </w:r>
    </w:p>
    <w:p w:rsidR="003407CF" w:rsidRPr="00F01DAC" w:rsidRDefault="003407CF" w:rsidP="00B909D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 xml:space="preserve">Рекомендовать </w:t>
      </w:r>
      <w:r>
        <w:rPr>
          <w:rFonts w:ascii="Times New Roman" w:hAnsi="Times New Roman"/>
          <w:sz w:val="26"/>
          <w:szCs w:val="26"/>
        </w:rPr>
        <w:t>начальнику ПЧ №103 ОПС РХ №10 (Берсенев М.П.) (по согласованию)</w:t>
      </w:r>
      <w:r w:rsidRPr="00F01DAC">
        <w:rPr>
          <w:rFonts w:ascii="Times New Roman" w:hAnsi="Times New Roman"/>
          <w:sz w:val="26"/>
          <w:szCs w:val="26"/>
        </w:rPr>
        <w:t xml:space="preserve"> обеспечить</w:t>
      </w:r>
      <w:r>
        <w:rPr>
          <w:rFonts w:ascii="Times New Roman" w:hAnsi="Times New Roman"/>
          <w:sz w:val="26"/>
          <w:szCs w:val="26"/>
        </w:rPr>
        <w:t xml:space="preserve"> пожарную</w:t>
      </w:r>
      <w:r w:rsidRPr="00F01DAC">
        <w:rPr>
          <w:rFonts w:ascii="Times New Roman" w:hAnsi="Times New Roman"/>
          <w:sz w:val="26"/>
          <w:szCs w:val="26"/>
        </w:rPr>
        <w:t xml:space="preserve"> безопасность п</w:t>
      </w:r>
      <w:r>
        <w:rPr>
          <w:rFonts w:ascii="Times New Roman" w:hAnsi="Times New Roman"/>
          <w:sz w:val="26"/>
          <w:szCs w:val="26"/>
        </w:rPr>
        <w:t>ри проведении мероприятий</w:t>
      </w:r>
      <w:r w:rsidRPr="00F01DAC">
        <w:rPr>
          <w:rFonts w:ascii="Times New Roman" w:hAnsi="Times New Roman"/>
          <w:sz w:val="26"/>
          <w:szCs w:val="26"/>
        </w:rPr>
        <w:t>.</w:t>
      </w:r>
    </w:p>
    <w:p w:rsidR="003407CF" w:rsidRDefault="003407CF" w:rsidP="00B909DC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Д</w:t>
      </w:r>
      <w:r w:rsidRPr="00F01DAC">
        <w:rPr>
          <w:rFonts w:ascii="Times New Roman" w:hAnsi="Times New Roman"/>
          <w:sz w:val="26"/>
          <w:szCs w:val="26"/>
        </w:rPr>
        <w:t>иректор</w:t>
      </w:r>
      <w:r>
        <w:rPr>
          <w:rFonts w:ascii="Times New Roman" w:hAnsi="Times New Roman"/>
          <w:sz w:val="26"/>
          <w:szCs w:val="26"/>
        </w:rPr>
        <w:t xml:space="preserve">у МБУ ДО «Дом детского творчества» г. Сорска (Грудинина Е.Е.) </w:t>
      </w:r>
      <w:r w:rsidRPr="00F01DAC">
        <w:rPr>
          <w:rFonts w:ascii="Times New Roman" w:hAnsi="Times New Roman"/>
          <w:sz w:val="26"/>
          <w:szCs w:val="26"/>
        </w:rPr>
        <w:t>организовать изготовление и установку чучела «Масленицы» на городск</w:t>
      </w:r>
      <w:r>
        <w:rPr>
          <w:rFonts w:ascii="Times New Roman" w:hAnsi="Times New Roman"/>
          <w:sz w:val="26"/>
          <w:szCs w:val="26"/>
        </w:rPr>
        <w:t>ой</w:t>
      </w:r>
      <w:r w:rsidRPr="00F01DAC">
        <w:rPr>
          <w:rFonts w:ascii="Times New Roman" w:hAnsi="Times New Roman"/>
          <w:sz w:val="26"/>
          <w:szCs w:val="26"/>
        </w:rPr>
        <w:t xml:space="preserve"> площад</w:t>
      </w:r>
      <w:r>
        <w:rPr>
          <w:rFonts w:ascii="Times New Roman" w:hAnsi="Times New Roman"/>
          <w:sz w:val="26"/>
          <w:szCs w:val="26"/>
        </w:rPr>
        <w:t>и</w:t>
      </w:r>
      <w:r w:rsidRPr="00F01DAC">
        <w:rPr>
          <w:rFonts w:ascii="Times New Roman" w:hAnsi="Times New Roman"/>
          <w:sz w:val="26"/>
          <w:szCs w:val="26"/>
        </w:rPr>
        <w:t>.</w:t>
      </w:r>
    </w:p>
    <w:p w:rsidR="003407CF" w:rsidRPr="004E18DE" w:rsidRDefault="003407CF" w:rsidP="00B909DC">
      <w:pPr>
        <w:pStyle w:val="ListParagraph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</w:t>
      </w:r>
      <w:r w:rsidRPr="004E18DE">
        <w:rPr>
          <w:rFonts w:ascii="Times New Roman" w:hAnsi="Times New Roman"/>
          <w:color w:val="000000"/>
          <w:sz w:val="26"/>
          <w:szCs w:val="26"/>
        </w:rPr>
        <w:t>тдел</w:t>
      </w:r>
      <w:r>
        <w:rPr>
          <w:rFonts w:ascii="Times New Roman" w:hAnsi="Times New Roman"/>
          <w:color w:val="000000"/>
          <w:sz w:val="26"/>
          <w:szCs w:val="26"/>
        </w:rPr>
        <w:t>у</w:t>
      </w:r>
      <w:r w:rsidRPr="004E18DE">
        <w:rPr>
          <w:rFonts w:ascii="Times New Roman" w:hAnsi="Times New Roman"/>
          <w:color w:val="000000"/>
          <w:sz w:val="26"/>
          <w:szCs w:val="26"/>
        </w:rPr>
        <w:t xml:space="preserve"> финансов и экономики администрации города Сорска (Ауструмс О.П.) подготовить распоряжени</w:t>
      </w:r>
      <w:r>
        <w:rPr>
          <w:rFonts w:ascii="Times New Roman" w:hAnsi="Times New Roman"/>
          <w:color w:val="000000"/>
          <w:sz w:val="26"/>
          <w:szCs w:val="26"/>
        </w:rPr>
        <w:t>е</w:t>
      </w:r>
      <w:r w:rsidRPr="004E18DE">
        <w:rPr>
          <w:rFonts w:ascii="Times New Roman" w:hAnsi="Times New Roman"/>
          <w:color w:val="000000"/>
          <w:sz w:val="26"/>
          <w:szCs w:val="26"/>
        </w:rPr>
        <w:t xml:space="preserve"> по ограничению торговли спиртными напитками во время праздничн</w:t>
      </w:r>
      <w:r>
        <w:rPr>
          <w:rFonts w:ascii="Times New Roman" w:hAnsi="Times New Roman"/>
          <w:color w:val="000000"/>
          <w:sz w:val="26"/>
          <w:szCs w:val="26"/>
        </w:rPr>
        <w:t>ых мероприятий</w:t>
      </w:r>
      <w:r w:rsidRPr="004E18DE">
        <w:rPr>
          <w:rFonts w:ascii="Times New Roman" w:hAnsi="Times New Roman"/>
          <w:color w:val="000000"/>
          <w:sz w:val="26"/>
          <w:szCs w:val="26"/>
        </w:rPr>
        <w:t xml:space="preserve">  с 09:00 до 16:00 часов.</w:t>
      </w:r>
    </w:p>
    <w:p w:rsidR="003407CF" w:rsidRPr="000053C8" w:rsidRDefault="003407CF" w:rsidP="00A81F65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053C8">
        <w:rPr>
          <w:rFonts w:ascii="Times New Roman" w:hAnsi="Times New Roman"/>
          <w:sz w:val="26"/>
          <w:szCs w:val="26"/>
        </w:rPr>
        <w:t xml:space="preserve">Рекомендовать </w:t>
      </w:r>
      <w:r>
        <w:rPr>
          <w:rFonts w:ascii="Times New Roman" w:hAnsi="Times New Roman"/>
          <w:sz w:val="26"/>
          <w:szCs w:val="26"/>
        </w:rPr>
        <w:t>г</w:t>
      </w:r>
      <w:r w:rsidRPr="000053C8">
        <w:rPr>
          <w:rFonts w:ascii="Times New Roman" w:hAnsi="Times New Roman"/>
          <w:sz w:val="26"/>
          <w:szCs w:val="26"/>
        </w:rPr>
        <w:t>лавно</w:t>
      </w:r>
      <w:r>
        <w:rPr>
          <w:rFonts w:ascii="Times New Roman" w:hAnsi="Times New Roman"/>
          <w:sz w:val="26"/>
          <w:szCs w:val="26"/>
        </w:rPr>
        <w:t>му</w:t>
      </w:r>
      <w:r w:rsidRPr="000053C8">
        <w:rPr>
          <w:rFonts w:ascii="Times New Roman" w:hAnsi="Times New Roman"/>
          <w:sz w:val="26"/>
          <w:szCs w:val="26"/>
        </w:rPr>
        <w:t xml:space="preserve"> врач</w:t>
      </w:r>
      <w:r>
        <w:rPr>
          <w:rFonts w:ascii="Times New Roman" w:hAnsi="Times New Roman"/>
          <w:sz w:val="26"/>
          <w:szCs w:val="26"/>
        </w:rPr>
        <w:t>у</w:t>
      </w:r>
      <w:r w:rsidRPr="000053C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ГБУЗ РХ «Сорская городская больница» (Харланов</w:t>
      </w:r>
      <w:r w:rsidRPr="000053C8">
        <w:rPr>
          <w:rFonts w:ascii="Times New Roman" w:hAnsi="Times New Roman"/>
          <w:sz w:val="26"/>
          <w:szCs w:val="26"/>
        </w:rPr>
        <w:t xml:space="preserve"> Н.И.</w:t>
      </w:r>
      <w:r>
        <w:rPr>
          <w:rFonts w:ascii="Times New Roman" w:hAnsi="Times New Roman"/>
          <w:sz w:val="26"/>
          <w:szCs w:val="26"/>
        </w:rPr>
        <w:t>)</w:t>
      </w:r>
      <w:r w:rsidRPr="000053C8">
        <w:rPr>
          <w:rFonts w:ascii="Times New Roman" w:hAnsi="Times New Roman"/>
          <w:sz w:val="26"/>
          <w:szCs w:val="26"/>
        </w:rPr>
        <w:t xml:space="preserve"> обеспечить дежурство медицинских работников во время проведения праздничных мероприятий.</w:t>
      </w:r>
    </w:p>
    <w:p w:rsidR="003407CF" w:rsidRDefault="003407CF" w:rsidP="00B909DC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053C8">
        <w:rPr>
          <w:rFonts w:ascii="Times New Roman" w:hAnsi="Times New Roman"/>
          <w:sz w:val="26"/>
          <w:szCs w:val="26"/>
        </w:rPr>
        <w:t>Директору МПТП</w:t>
      </w:r>
      <w:r w:rsidRPr="00F01DAC">
        <w:rPr>
          <w:rFonts w:ascii="Times New Roman" w:hAnsi="Times New Roman"/>
          <w:sz w:val="26"/>
          <w:szCs w:val="26"/>
        </w:rPr>
        <w:t xml:space="preserve"> «Прогресс» </w:t>
      </w:r>
      <w:r>
        <w:rPr>
          <w:rFonts w:ascii="Times New Roman" w:hAnsi="Times New Roman"/>
          <w:sz w:val="26"/>
          <w:szCs w:val="26"/>
        </w:rPr>
        <w:t>(</w:t>
      </w:r>
      <w:r w:rsidRPr="00F01DAC">
        <w:rPr>
          <w:rFonts w:ascii="Times New Roman" w:hAnsi="Times New Roman"/>
          <w:sz w:val="26"/>
          <w:szCs w:val="26"/>
        </w:rPr>
        <w:t>Войнов</w:t>
      </w:r>
      <w:r>
        <w:rPr>
          <w:rFonts w:ascii="Times New Roman" w:hAnsi="Times New Roman"/>
          <w:sz w:val="26"/>
          <w:szCs w:val="26"/>
        </w:rPr>
        <w:t>а</w:t>
      </w:r>
      <w:r w:rsidRPr="00F01DAC">
        <w:rPr>
          <w:rFonts w:ascii="Times New Roman" w:hAnsi="Times New Roman"/>
          <w:sz w:val="26"/>
          <w:szCs w:val="26"/>
        </w:rPr>
        <w:t xml:space="preserve"> Т.Л.</w:t>
      </w:r>
      <w:r>
        <w:rPr>
          <w:rFonts w:ascii="Times New Roman" w:hAnsi="Times New Roman"/>
          <w:sz w:val="26"/>
          <w:szCs w:val="26"/>
        </w:rPr>
        <w:t>), главному специалисту сектора по развитию сельского хозяйства администрации г. Сорска (Кандыба А.В.)</w:t>
      </w:r>
      <w:r w:rsidRPr="00F01DAC">
        <w:rPr>
          <w:rFonts w:ascii="Times New Roman" w:hAnsi="Times New Roman"/>
          <w:sz w:val="26"/>
          <w:szCs w:val="26"/>
        </w:rPr>
        <w:t xml:space="preserve"> организоват</w:t>
      </w:r>
      <w:r>
        <w:rPr>
          <w:rFonts w:ascii="Times New Roman" w:hAnsi="Times New Roman"/>
          <w:sz w:val="26"/>
          <w:szCs w:val="26"/>
        </w:rPr>
        <w:t>ь торговлю на городской площади.</w:t>
      </w:r>
    </w:p>
    <w:p w:rsidR="003407CF" w:rsidRDefault="003407CF" w:rsidP="00B909DC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постановление разместить на официальном сайте администрации города Сорска.</w:t>
      </w:r>
    </w:p>
    <w:p w:rsidR="003407CF" w:rsidRPr="00F01DAC" w:rsidRDefault="003407CF" w:rsidP="00B909DC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 xml:space="preserve">Контроль </w:t>
      </w:r>
      <w:r>
        <w:rPr>
          <w:rFonts w:ascii="Times New Roman" w:hAnsi="Times New Roman"/>
          <w:sz w:val="26"/>
          <w:szCs w:val="26"/>
        </w:rPr>
        <w:t>над</w:t>
      </w:r>
      <w:r w:rsidRPr="00F01DAC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</w:t>
      </w:r>
      <w:r>
        <w:rPr>
          <w:rFonts w:ascii="Times New Roman" w:hAnsi="Times New Roman"/>
          <w:sz w:val="26"/>
          <w:szCs w:val="26"/>
        </w:rPr>
        <w:t>города</w:t>
      </w:r>
      <w:r w:rsidRPr="00F01DAC">
        <w:rPr>
          <w:rFonts w:ascii="Times New Roman" w:hAnsi="Times New Roman"/>
          <w:sz w:val="26"/>
          <w:szCs w:val="26"/>
        </w:rPr>
        <w:t xml:space="preserve"> по социальным вопросам </w:t>
      </w:r>
      <w:r>
        <w:rPr>
          <w:rFonts w:ascii="Times New Roman" w:hAnsi="Times New Roman"/>
          <w:sz w:val="26"/>
          <w:szCs w:val="26"/>
        </w:rPr>
        <w:t>(Шимель Т.С.)</w:t>
      </w:r>
    </w:p>
    <w:p w:rsidR="003407CF" w:rsidRDefault="003407CF" w:rsidP="00F01DAC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</w:t>
      </w:r>
      <w:r>
        <w:rPr>
          <w:rFonts w:ascii="Times New Roman" w:hAnsi="Times New Roman"/>
          <w:sz w:val="26"/>
        </w:rPr>
        <w:tab/>
        <w:t xml:space="preserve">   </w:t>
      </w:r>
      <w:r w:rsidRPr="00A510F5">
        <w:rPr>
          <w:rFonts w:ascii="Times New Roman" w:hAnsi="Times New Roman"/>
          <w:sz w:val="26"/>
        </w:rPr>
        <w:t xml:space="preserve">Глава </w:t>
      </w:r>
      <w:r>
        <w:rPr>
          <w:rFonts w:ascii="Times New Roman" w:hAnsi="Times New Roman"/>
          <w:sz w:val="26"/>
        </w:rPr>
        <w:t>города</w:t>
      </w:r>
      <w:r w:rsidRPr="00A510F5">
        <w:rPr>
          <w:rFonts w:ascii="Times New Roman" w:hAnsi="Times New Roman"/>
          <w:sz w:val="26"/>
        </w:rPr>
        <w:t xml:space="preserve">                                 </w:t>
      </w:r>
      <w:r>
        <w:rPr>
          <w:rFonts w:ascii="Times New Roman" w:hAnsi="Times New Roman"/>
          <w:sz w:val="26"/>
        </w:rPr>
        <w:t xml:space="preserve">             </w:t>
      </w:r>
      <w:r w:rsidRPr="00A510F5">
        <w:rPr>
          <w:rFonts w:ascii="Times New Roman" w:hAnsi="Times New Roman"/>
          <w:sz w:val="26"/>
        </w:rPr>
        <w:t xml:space="preserve">                   </w:t>
      </w:r>
      <w:r>
        <w:rPr>
          <w:rFonts w:ascii="Times New Roman" w:hAnsi="Times New Roman"/>
          <w:sz w:val="26"/>
        </w:rPr>
        <w:t xml:space="preserve">           </w:t>
      </w:r>
      <w:r w:rsidRPr="00A510F5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В.Ф. Найденов</w:t>
      </w: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3407CF" w:rsidRDefault="003407CF" w:rsidP="00C10F80">
      <w:pPr>
        <w:tabs>
          <w:tab w:val="left" w:pos="675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</w:p>
    <w:p w:rsidR="003407CF" w:rsidRDefault="003407CF" w:rsidP="00C10F80">
      <w:pPr>
        <w:tabs>
          <w:tab w:val="left" w:pos="6750"/>
        </w:tabs>
        <w:rPr>
          <w:sz w:val="26"/>
          <w:szCs w:val="26"/>
        </w:rPr>
      </w:pPr>
    </w:p>
    <w:p w:rsidR="003407CF" w:rsidRDefault="003407CF" w:rsidP="00067104">
      <w:pPr>
        <w:tabs>
          <w:tab w:val="left" w:pos="675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3407CF" w:rsidRPr="00067104" w:rsidRDefault="003407CF" w:rsidP="00067104">
      <w:pPr>
        <w:tabs>
          <w:tab w:val="left" w:pos="675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Приложение №1</w:t>
      </w:r>
    </w:p>
    <w:p w:rsidR="003407CF" w:rsidRPr="00067104" w:rsidRDefault="003407CF" w:rsidP="00067104">
      <w:pPr>
        <w:tabs>
          <w:tab w:val="left" w:pos="675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к постановлению администрации</w:t>
      </w:r>
    </w:p>
    <w:p w:rsidR="003407CF" w:rsidRPr="00067104" w:rsidRDefault="003407CF" w:rsidP="0006710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города Сорска Республики Хакасия</w:t>
      </w:r>
    </w:p>
    <w:p w:rsidR="003407CF" w:rsidRPr="00067104" w:rsidRDefault="003407CF" w:rsidP="0006710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от  « 01 » 03.</w:t>
      </w:r>
      <w:r w:rsidRPr="00067104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 xml:space="preserve">6 №  166 </w:t>
      </w:r>
      <w:r w:rsidRPr="00067104">
        <w:rPr>
          <w:rFonts w:ascii="Times New Roman" w:hAnsi="Times New Roman"/>
          <w:sz w:val="26"/>
          <w:szCs w:val="26"/>
        </w:rPr>
        <w:t>-п</w:t>
      </w:r>
    </w:p>
    <w:p w:rsidR="003407CF" w:rsidRPr="00067104" w:rsidRDefault="003407CF" w:rsidP="00067104">
      <w:pPr>
        <w:rPr>
          <w:rFonts w:ascii="Times New Roman" w:hAnsi="Times New Roman"/>
          <w:sz w:val="26"/>
          <w:szCs w:val="26"/>
        </w:rPr>
      </w:pPr>
    </w:p>
    <w:p w:rsidR="003407CF" w:rsidRPr="00067104" w:rsidRDefault="003407CF" w:rsidP="0006710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067104">
        <w:rPr>
          <w:rFonts w:ascii="Times New Roman" w:hAnsi="Times New Roman"/>
          <w:b/>
          <w:sz w:val="26"/>
          <w:szCs w:val="26"/>
        </w:rPr>
        <w:t>СОСТАВ</w:t>
      </w:r>
    </w:p>
    <w:p w:rsidR="003407CF" w:rsidRDefault="003407CF" w:rsidP="0006710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067104">
        <w:rPr>
          <w:rFonts w:ascii="Times New Roman" w:hAnsi="Times New Roman"/>
          <w:b/>
          <w:sz w:val="26"/>
          <w:szCs w:val="26"/>
        </w:rPr>
        <w:t xml:space="preserve">организационного комитета по подготовке и проведению </w:t>
      </w:r>
      <w:r>
        <w:rPr>
          <w:rFonts w:ascii="Times New Roman" w:hAnsi="Times New Roman"/>
          <w:b/>
          <w:sz w:val="26"/>
          <w:szCs w:val="26"/>
        </w:rPr>
        <w:t xml:space="preserve">общегородского </w:t>
      </w:r>
      <w:r w:rsidRPr="00067104">
        <w:rPr>
          <w:rFonts w:ascii="Times New Roman" w:hAnsi="Times New Roman"/>
          <w:b/>
          <w:sz w:val="26"/>
          <w:szCs w:val="26"/>
        </w:rPr>
        <w:t>празд</w:t>
      </w:r>
      <w:r>
        <w:rPr>
          <w:rFonts w:ascii="Times New Roman" w:hAnsi="Times New Roman"/>
          <w:b/>
          <w:sz w:val="26"/>
          <w:szCs w:val="26"/>
        </w:rPr>
        <w:t>ника «Масленица»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Найденов В.Ф. – глава города Сорска, председатель оргкомитета;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Полешко О.А. – председатель Совета депутатов города Сорска (по согласованию);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Савельев А.Г. – первый заместитель главы города Сорска; 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Шимель Т.С. – заместитель главы по социальным вопросам, заместитель председателя оргкомитета.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Члены оргкомитета: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Нестерова М.А. – руководитель отдела образования администрации города Сорска;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Канаева О.В. – руководитель УКМСиТ администрации города Сорска;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Войнова Т.Л. – директор МПТП «Прогресс».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Епишина В.В. – директор МБОУ ДОД «КДЮСШ».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Гительман А.В. – начальник ОМВД России по г. Сорску (по согласованию).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Иванова Т.Д</w:t>
      </w:r>
      <w:r w:rsidRPr="00067104">
        <w:rPr>
          <w:rFonts w:ascii="Times New Roman" w:hAnsi="Times New Roman"/>
          <w:sz w:val="26"/>
          <w:szCs w:val="26"/>
        </w:rPr>
        <w:t xml:space="preserve">.– </w:t>
      </w:r>
      <w:r>
        <w:rPr>
          <w:rFonts w:ascii="Times New Roman" w:hAnsi="Times New Roman"/>
          <w:sz w:val="26"/>
          <w:szCs w:val="26"/>
        </w:rPr>
        <w:t xml:space="preserve">врио </w:t>
      </w:r>
      <w:r w:rsidRPr="00067104">
        <w:rPr>
          <w:rFonts w:ascii="Times New Roman" w:hAnsi="Times New Roman"/>
          <w:sz w:val="26"/>
          <w:szCs w:val="26"/>
        </w:rPr>
        <w:t>начальник</w:t>
      </w:r>
      <w:r>
        <w:rPr>
          <w:rFonts w:ascii="Times New Roman" w:hAnsi="Times New Roman"/>
          <w:sz w:val="26"/>
          <w:szCs w:val="26"/>
        </w:rPr>
        <w:t>а</w:t>
      </w:r>
      <w:r w:rsidRPr="00067104">
        <w:rPr>
          <w:rFonts w:ascii="Times New Roman" w:hAnsi="Times New Roman"/>
          <w:sz w:val="26"/>
          <w:szCs w:val="26"/>
        </w:rPr>
        <w:t xml:space="preserve"> участковых уполномоченных ОМВД России (по согласованию).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Шинко Н.А.</w:t>
      </w:r>
      <w:r w:rsidRPr="00067104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067104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старший инспектор</w:t>
      </w:r>
      <w:r w:rsidRPr="00067104">
        <w:rPr>
          <w:rFonts w:ascii="Times New Roman" w:hAnsi="Times New Roman"/>
          <w:color w:val="000000"/>
          <w:sz w:val="26"/>
          <w:szCs w:val="26"/>
        </w:rPr>
        <w:t xml:space="preserve"> Отдела надзорной деятельности Усть - Абаканского района  УНД ГУ МЧС по РХ (по согласованию).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067104">
        <w:rPr>
          <w:rFonts w:ascii="Times New Roman" w:hAnsi="Times New Roman"/>
          <w:color w:val="000000"/>
          <w:sz w:val="26"/>
          <w:szCs w:val="26"/>
        </w:rPr>
        <w:t>Берсенев М.П. - Начальник ПЧ №103 ОПС РХ №10 (по согласованию).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Новиков С.Н. </w:t>
      </w:r>
      <w:r w:rsidRPr="00067104">
        <w:rPr>
          <w:rFonts w:ascii="Times New Roman" w:hAnsi="Times New Roman"/>
          <w:sz w:val="26"/>
          <w:szCs w:val="26"/>
        </w:rPr>
        <w:t>– исполнительн</w:t>
      </w:r>
      <w:r>
        <w:rPr>
          <w:rFonts w:ascii="Times New Roman" w:hAnsi="Times New Roman"/>
          <w:sz w:val="26"/>
          <w:szCs w:val="26"/>
        </w:rPr>
        <w:t>ый директор ООО «</w:t>
      </w:r>
      <w:r w:rsidRPr="00067104">
        <w:rPr>
          <w:rFonts w:ascii="Times New Roman" w:hAnsi="Times New Roman"/>
          <w:sz w:val="26"/>
          <w:szCs w:val="26"/>
        </w:rPr>
        <w:t>ГОК» (по согласованию).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Козмина О.В. – директор МБУК ДК «Металлург».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Мозгунов А.В. – начальник участка №2 ООО МРЭС (по согласованию).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Марьясов С.В.</w:t>
      </w:r>
      <w:r w:rsidRPr="00067104">
        <w:rPr>
          <w:rFonts w:ascii="Times New Roman" w:hAnsi="Times New Roman"/>
          <w:sz w:val="26"/>
          <w:szCs w:val="26"/>
        </w:rPr>
        <w:t xml:space="preserve"> – атаман Сорского городского казачьего общества (по согласованию).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Полешко А.И. – директор ООО «АлМи» (по согласованию).</w:t>
      </w:r>
    </w:p>
    <w:p w:rsidR="003407CF" w:rsidRPr="00067104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Харланов Н.И. – главный врач ГБУЗ</w:t>
      </w:r>
      <w:r>
        <w:rPr>
          <w:rFonts w:ascii="Times New Roman" w:hAnsi="Times New Roman"/>
          <w:sz w:val="26"/>
          <w:szCs w:val="26"/>
        </w:rPr>
        <w:t xml:space="preserve"> РХ</w:t>
      </w:r>
      <w:r w:rsidRPr="00067104">
        <w:rPr>
          <w:rFonts w:ascii="Times New Roman" w:hAnsi="Times New Roman"/>
          <w:sz w:val="26"/>
          <w:szCs w:val="26"/>
        </w:rPr>
        <w:t xml:space="preserve"> «Сорская городская больница» (по согласованию).</w:t>
      </w:r>
    </w:p>
    <w:p w:rsidR="003407CF" w:rsidRDefault="003407CF" w:rsidP="0006710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Теленченко Л.Н. – директор ГКУ РХ «Управление социальной поддержки населения го</w:t>
      </w:r>
      <w:r>
        <w:rPr>
          <w:rFonts w:ascii="Times New Roman" w:hAnsi="Times New Roman"/>
          <w:sz w:val="26"/>
          <w:szCs w:val="26"/>
        </w:rPr>
        <w:t>рода Сорска» (по согласованию).</w:t>
      </w:r>
    </w:p>
    <w:p w:rsidR="003407CF" w:rsidRDefault="003407CF" w:rsidP="0006710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407CF" w:rsidRPr="00067104" w:rsidRDefault="003407CF" w:rsidP="0006710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заместителя</w:t>
      </w:r>
      <w:r w:rsidRPr="00067104">
        <w:rPr>
          <w:rFonts w:ascii="Times New Roman" w:hAnsi="Times New Roman"/>
          <w:sz w:val="26"/>
          <w:szCs w:val="26"/>
        </w:rPr>
        <w:t xml:space="preserve"> главы </w:t>
      </w:r>
    </w:p>
    <w:p w:rsidR="003407CF" w:rsidRPr="00067104" w:rsidRDefault="003407CF" w:rsidP="0006710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  <w:sectPr w:rsidR="003407CF" w:rsidRPr="00067104" w:rsidSect="002E6943">
          <w:pgSz w:w="11906" w:h="16838"/>
          <w:pgMar w:top="567" w:right="851" w:bottom="1134" w:left="1560" w:header="454" w:footer="709" w:gutter="0"/>
          <w:cols w:space="708"/>
          <w:docGrid w:linePitch="360"/>
        </w:sectPr>
      </w:pPr>
      <w:r w:rsidRPr="00067104">
        <w:rPr>
          <w:rFonts w:ascii="Times New Roman" w:hAnsi="Times New Roman"/>
          <w:sz w:val="26"/>
          <w:szCs w:val="26"/>
        </w:rPr>
        <w:t xml:space="preserve">по социальным вопросам                                                                  </w:t>
      </w:r>
      <w:r>
        <w:rPr>
          <w:rFonts w:ascii="Times New Roman" w:hAnsi="Times New Roman"/>
          <w:sz w:val="26"/>
          <w:szCs w:val="26"/>
        </w:rPr>
        <w:t>И.Ф. Сафонова</w:t>
      </w:r>
      <w:r w:rsidRPr="00067104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           </w:t>
      </w:r>
    </w:p>
    <w:p w:rsidR="003407CF" w:rsidRPr="00067104" w:rsidRDefault="003407CF" w:rsidP="00AE1C14">
      <w:pPr>
        <w:tabs>
          <w:tab w:val="left" w:pos="675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2</w:t>
      </w:r>
    </w:p>
    <w:p w:rsidR="003407CF" w:rsidRPr="00067104" w:rsidRDefault="003407CF" w:rsidP="00AE1C14">
      <w:pPr>
        <w:tabs>
          <w:tab w:val="left" w:pos="675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к постановлению администрации</w:t>
      </w:r>
    </w:p>
    <w:p w:rsidR="003407CF" w:rsidRPr="00067104" w:rsidRDefault="003407CF" w:rsidP="00AE1C1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города Сорска Республики Хакасия</w:t>
      </w:r>
    </w:p>
    <w:p w:rsidR="003407CF" w:rsidRPr="00067104" w:rsidRDefault="003407CF" w:rsidP="00AE1C1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от  «01» 03. </w:t>
      </w:r>
      <w:r w:rsidRPr="00067104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6 №  166</w:t>
      </w:r>
      <w:r w:rsidRPr="00067104">
        <w:rPr>
          <w:rFonts w:ascii="Times New Roman" w:hAnsi="Times New Roman"/>
          <w:sz w:val="26"/>
          <w:szCs w:val="26"/>
        </w:rPr>
        <w:t>-п</w:t>
      </w:r>
    </w:p>
    <w:p w:rsidR="003407CF" w:rsidRPr="00067104" w:rsidRDefault="003407CF" w:rsidP="00AE1C14">
      <w:pPr>
        <w:rPr>
          <w:rFonts w:ascii="Times New Roman" w:hAnsi="Times New Roman"/>
          <w:sz w:val="26"/>
          <w:szCs w:val="26"/>
        </w:rPr>
      </w:pPr>
    </w:p>
    <w:p w:rsidR="003407CF" w:rsidRDefault="003407CF" w:rsidP="00AE1C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ПРОГРАММА</w:t>
      </w:r>
    </w:p>
    <w:p w:rsidR="003407CF" w:rsidRDefault="003407CF" w:rsidP="00AE1C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Проведения праздника «Масленица»</w:t>
      </w:r>
    </w:p>
    <w:p w:rsidR="003407CF" w:rsidRDefault="003407CF" w:rsidP="00AE1C1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3407CF" w:rsidRPr="004E18DE" w:rsidRDefault="003407CF" w:rsidP="00AE1C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E18DE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 xml:space="preserve">с </w:t>
      </w:r>
      <w:r w:rsidRPr="004E18DE">
        <w:rPr>
          <w:rFonts w:ascii="Times New Roman" w:hAnsi="Times New Roman"/>
          <w:sz w:val="26"/>
          <w:szCs w:val="26"/>
        </w:rPr>
        <w:t xml:space="preserve">12.00 </w:t>
      </w:r>
      <w:r>
        <w:rPr>
          <w:rFonts w:ascii="Times New Roman" w:hAnsi="Times New Roman"/>
          <w:sz w:val="26"/>
          <w:szCs w:val="26"/>
        </w:rPr>
        <w:t xml:space="preserve">час. </w:t>
      </w:r>
      <w:r w:rsidRPr="004E18DE">
        <w:rPr>
          <w:rFonts w:ascii="Times New Roman" w:hAnsi="Times New Roman"/>
          <w:sz w:val="26"/>
          <w:szCs w:val="26"/>
        </w:rPr>
        <w:t>театрализовано-развлекательная программа;</w:t>
      </w:r>
    </w:p>
    <w:p w:rsidR="003407CF" w:rsidRPr="004E18DE" w:rsidRDefault="003407CF" w:rsidP="00AE1C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E18DE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 xml:space="preserve">с </w:t>
      </w:r>
      <w:r w:rsidRPr="004E18DE">
        <w:rPr>
          <w:rFonts w:ascii="Times New Roman" w:hAnsi="Times New Roman"/>
          <w:sz w:val="26"/>
          <w:szCs w:val="26"/>
        </w:rPr>
        <w:t xml:space="preserve">11.45 до 12.15 </w:t>
      </w:r>
      <w:r>
        <w:rPr>
          <w:rFonts w:ascii="Times New Roman" w:hAnsi="Times New Roman"/>
          <w:sz w:val="26"/>
          <w:szCs w:val="26"/>
        </w:rPr>
        <w:t xml:space="preserve">час. </w:t>
      </w:r>
      <w:r w:rsidRPr="004E18DE">
        <w:rPr>
          <w:rFonts w:ascii="Times New Roman" w:hAnsi="Times New Roman"/>
          <w:sz w:val="26"/>
          <w:szCs w:val="26"/>
        </w:rPr>
        <w:t>конкурс «Ах</w:t>
      </w:r>
      <w:r>
        <w:rPr>
          <w:rFonts w:ascii="Times New Roman" w:hAnsi="Times New Roman"/>
          <w:sz w:val="26"/>
          <w:szCs w:val="26"/>
        </w:rPr>
        <w:t>, вы</w:t>
      </w:r>
      <w:r w:rsidRPr="004E18DE">
        <w:rPr>
          <w:rFonts w:ascii="Times New Roman" w:hAnsi="Times New Roman"/>
          <w:sz w:val="26"/>
          <w:szCs w:val="26"/>
        </w:rPr>
        <w:t xml:space="preserve"> блин</w:t>
      </w:r>
      <w:r>
        <w:rPr>
          <w:rFonts w:ascii="Times New Roman" w:hAnsi="Times New Roman"/>
          <w:sz w:val="26"/>
          <w:szCs w:val="26"/>
        </w:rPr>
        <w:t>чики,</w:t>
      </w:r>
      <w:r w:rsidRPr="004E18DE">
        <w:rPr>
          <w:rFonts w:ascii="Times New Roman" w:hAnsi="Times New Roman"/>
          <w:sz w:val="26"/>
          <w:szCs w:val="26"/>
        </w:rPr>
        <w:t xml:space="preserve"> блины…»;</w:t>
      </w:r>
    </w:p>
    <w:p w:rsidR="003407CF" w:rsidRPr="004E18DE" w:rsidRDefault="003407CF" w:rsidP="00AE1C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E18DE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>с 12.15</w:t>
      </w:r>
      <w:r w:rsidRPr="004E18DE">
        <w:rPr>
          <w:rFonts w:ascii="Times New Roman" w:hAnsi="Times New Roman"/>
          <w:sz w:val="26"/>
          <w:szCs w:val="26"/>
        </w:rPr>
        <w:t xml:space="preserve"> до 13.</w:t>
      </w:r>
      <w:r>
        <w:rPr>
          <w:rFonts w:ascii="Times New Roman" w:hAnsi="Times New Roman"/>
          <w:sz w:val="26"/>
          <w:szCs w:val="26"/>
        </w:rPr>
        <w:t>15</w:t>
      </w:r>
      <w:r w:rsidRPr="004E18D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час. </w:t>
      </w:r>
      <w:r w:rsidRPr="004E18DE">
        <w:rPr>
          <w:rFonts w:ascii="Times New Roman" w:hAnsi="Times New Roman"/>
          <w:sz w:val="26"/>
          <w:szCs w:val="26"/>
        </w:rPr>
        <w:t>концерт участников художественной самодеятельности;</w:t>
      </w:r>
    </w:p>
    <w:p w:rsidR="003407CF" w:rsidRPr="004E18DE" w:rsidRDefault="003407CF" w:rsidP="00AE1C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E18DE"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 xml:space="preserve">с </w:t>
      </w:r>
      <w:r w:rsidRPr="004E18DE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3</w:t>
      </w:r>
      <w:r w:rsidRPr="004E18D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15</w:t>
      </w:r>
      <w:r w:rsidRPr="004E18DE">
        <w:rPr>
          <w:rFonts w:ascii="Times New Roman" w:hAnsi="Times New Roman"/>
          <w:sz w:val="26"/>
          <w:szCs w:val="26"/>
        </w:rPr>
        <w:t xml:space="preserve"> до 13.</w:t>
      </w:r>
      <w:r>
        <w:rPr>
          <w:rFonts w:ascii="Times New Roman" w:hAnsi="Times New Roman"/>
          <w:sz w:val="26"/>
          <w:szCs w:val="26"/>
        </w:rPr>
        <w:t>3</w:t>
      </w:r>
      <w:r w:rsidRPr="004E18DE">
        <w:rPr>
          <w:rFonts w:ascii="Times New Roman" w:hAnsi="Times New Roman"/>
          <w:sz w:val="26"/>
          <w:szCs w:val="26"/>
        </w:rPr>
        <w:t xml:space="preserve">0 </w:t>
      </w:r>
      <w:r>
        <w:rPr>
          <w:rFonts w:ascii="Times New Roman" w:hAnsi="Times New Roman"/>
          <w:sz w:val="26"/>
          <w:szCs w:val="26"/>
        </w:rPr>
        <w:t xml:space="preserve">час. </w:t>
      </w:r>
      <w:r w:rsidRPr="004E18DE">
        <w:rPr>
          <w:rFonts w:ascii="Times New Roman" w:hAnsi="Times New Roman"/>
          <w:sz w:val="26"/>
          <w:szCs w:val="26"/>
        </w:rPr>
        <w:t>лотерея, аукционы;</w:t>
      </w:r>
    </w:p>
    <w:p w:rsidR="003407CF" w:rsidRPr="004E18DE" w:rsidRDefault="003407CF" w:rsidP="00AE1C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E18DE">
        <w:rPr>
          <w:rFonts w:ascii="Times New Roman" w:hAnsi="Times New Roman"/>
          <w:sz w:val="26"/>
          <w:szCs w:val="26"/>
        </w:rPr>
        <w:t xml:space="preserve">5. </w:t>
      </w:r>
      <w:r>
        <w:rPr>
          <w:rFonts w:ascii="Times New Roman" w:hAnsi="Times New Roman"/>
          <w:sz w:val="26"/>
          <w:szCs w:val="26"/>
        </w:rPr>
        <w:t xml:space="preserve">с </w:t>
      </w:r>
      <w:r w:rsidRPr="004E18DE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3.30 до 14</w:t>
      </w:r>
      <w:r w:rsidRPr="004E18DE">
        <w:rPr>
          <w:rFonts w:ascii="Times New Roman" w:hAnsi="Times New Roman"/>
          <w:sz w:val="26"/>
          <w:szCs w:val="26"/>
        </w:rPr>
        <w:t>.00</w:t>
      </w:r>
      <w:r>
        <w:rPr>
          <w:rFonts w:ascii="Times New Roman" w:hAnsi="Times New Roman"/>
          <w:sz w:val="26"/>
          <w:szCs w:val="26"/>
        </w:rPr>
        <w:t xml:space="preserve"> час.</w:t>
      </w:r>
      <w:r w:rsidRPr="004E18DE">
        <w:rPr>
          <w:rFonts w:ascii="Times New Roman" w:hAnsi="Times New Roman"/>
          <w:sz w:val="26"/>
          <w:szCs w:val="26"/>
        </w:rPr>
        <w:t xml:space="preserve"> взрослая и детская игровые программы;</w:t>
      </w:r>
    </w:p>
    <w:p w:rsidR="003407CF" w:rsidRPr="004E18DE" w:rsidRDefault="003407CF" w:rsidP="00AE1C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E18DE">
        <w:rPr>
          <w:rFonts w:ascii="Times New Roman" w:hAnsi="Times New Roman"/>
          <w:sz w:val="26"/>
          <w:szCs w:val="26"/>
        </w:rPr>
        <w:t xml:space="preserve">6. </w:t>
      </w:r>
      <w:r>
        <w:rPr>
          <w:rFonts w:ascii="Times New Roman" w:hAnsi="Times New Roman"/>
          <w:sz w:val="26"/>
          <w:szCs w:val="26"/>
        </w:rPr>
        <w:t xml:space="preserve">с </w:t>
      </w:r>
      <w:r w:rsidRPr="004E18DE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3</w:t>
      </w:r>
      <w:r w:rsidRPr="004E18DE">
        <w:rPr>
          <w:rFonts w:ascii="Times New Roman" w:hAnsi="Times New Roman"/>
          <w:sz w:val="26"/>
          <w:szCs w:val="26"/>
        </w:rPr>
        <w:t>.00 до 15.00</w:t>
      </w:r>
      <w:r>
        <w:rPr>
          <w:rFonts w:ascii="Times New Roman" w:hAnsi="Times New Roman"/>
          <w:sz w:val="26"/>
          <w:szCs w:val="26"/>
        </w:rPr>
        <w:t xml:space="preserve"> час.</w:t>
      </w:r>
      <w:r w:rsidRPr="004E18DE">
        <w:rPr>
          <w:rFonts w:ascii="Times New Roman" w:hAnsi="Times New Roman"/>
          <w:sz w:val="26"/>
          <w:szCs w:val="26"/>
        </w:rPr>
        <w:t xml:space="preserve"> катание на лошадях;</w:t>
      </w:r>
    </w:p>
    <w:p w:rsidR="003407CF" w:rsidRPr="004E18DE" w:rsidRDefault="003407CF" w:rsidP="00AE1C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E18DE">
        <w:rPr>
          <w:rFonts w:ascii="Times New Roman" w:hAnsi="Times New Roman"/>
          <w:sz w:val="26"/>
          <w:szCs w:val="26"/>
        </w:rPr>
        <w:t xml:space="preserve">7. </w:t>
      </w:r>
      <w:r>
        <w:rPr>
          <w:rFonts w:ascii="Times New Roman" w:hAnsi="Times New Roman"/>
          <w:sz w:val="26"/>
          <w:szCs w:val="26"/>
        </w:rPr>
        <w:t xml:space="preserve">с </w:t>
      </w:r>
      <w:r w:rsidRPr="004E18DE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3.30 до 14.3</w:t>
      </w:r>
      <w:r w:rsidRPr="004E18DE">
        <w:rPr>
          <w:rFonts w:ascii="Times New Roman" w:hAnsi="Times New Roman"/>
          <w:sz w:val="26"/>
          <w:szCs w:val="26"/>
        </w:rPr>
        <w:t xml:space="preserve">0 </w:t>
      </w:r>
      <w:r>
        <w:rPr>
          <w:rFonts w:ascii="Times New Roman" w:hAnsi="Times New Roman"/>
          <w:sz w:val="26"/>
          <w:szCs w:val="26"/>
        </w:rPr>
        <w:t xml:space="preserve">час. </w:t>
      </w:r>
      <w:r w:rsidRPr="004E18DE">
        <w:rPr>
          <w:rFonts w:ascii="Times New Roman" w:hAnsi="Times New Roman"/>
          <w:sz w:val="26"/>
          <w:szCs w:val="26"/>
        </w:rPr>
        <w:t>спортивные состязания.</w:t>
      </w:r>
    </w:p>
    <w:p w:rsidR="003407CF" w:rsidRDefault="003407CF" w:rsidP="00AE1C1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3407CF" w:rsidRPr="00067104" w:rsidRDefault="003407CF" w:rsidP="00AE1C1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3407CF" w:rsidRPr="00067104" w:rsidRDefault="003407CF" w:rsidP="00AE1C1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заместителя</w:t>
      </w:r>
      <w:r w:rsidRPr="00067104">
        <w:rPr>
          <w:rFonts w:ascii="Times New Roman" w:hAnsi="Times New Roman"/>
          <w:sz w:val="26"/>
          <w:szCs w:val="26"/>
        </w:rPr>
        <w:t xml:space="preserve"> главы </w:t>
      </w:r>
    </w:p>
    <w:p w:rsidR="003407CF" w:rsidRPr="00067104" w:rsidRDefault="003407CF" w:rsidP="004E18DE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 w:rsidRPr="00067104">
        <w:rPr>
          <w:rFonts w:ascii="Times New Roman" w:hAnsi="Times New Roman" w:cs="Times New Roman"/>
          <w:sz w:val="26"/>
          <w:szCs w:val="26"/>
        </w:rPr>
        <w:t xml:space="preserve">по социальным вопросам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И.Ф. Сафонова</w:t>
      </w:r>
      <w:r w:rsidRPr="00067104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sectPr w:rsidR="003407CF" w:rsidRPr="00067104" w:rsidSect="000F214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6549C"/>
    <w:multiLevelType w:val="hybridMultilevel"/>
    <w:tmpl w:val="215E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98C42DF"/>
    <w:multiLevelType w:val="hybridMultilevel"/>
    <w:tmpl w:val="9A38D760"/>
    <w:lvl w:ilvl="0" w:tplc="85EAC8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7246F7"/>
    <w:multiLevelType w:val="hybridMultilevel"/>
    <w:tmpl w:val="4996875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EC0"/>
    <w:rsid w:val="000053C8"/>
    <w:rsid w:val="000204B7"/>
    <w:rsid w:val="000207E4"/>
    <w:rsid w:val="000260D3"/>
    <w:rsid w:val="00026A50"/>
    <w:rsid w:val="0003136B"/>
    <w:rsid w:val="0003361D"/>
    <w:rsid w:val="00050366"/>
    <w:rsid w:val="00055C9A"/>
    <w:rsid w:val="00067104"/>
    <w:rsid w:val="00086A13"/>
    <w:rsid w:val="00093CF1"/>
    <w:rsid w:val="000C5F62"/>
    <w:rsid w:val="000D55BE"/>
    <w:rsid w:val="000E68FE"/>
    <w:rsid w:val="000E6C9A"/>
    <w:rsid w:val="000F2148"/>
    <w:rsid w:val="001014E4"/>
    <w:rsid w:val="00110787"/>
    <w:rsid w:val="0011119B"/>
    <w:rsid w:val="00143529"/>
    <w:rsid w:val="00152066"/>
    <w:rsid w:val="001574A6"/>
    <w:rsid w:val="00163641"/>
    <w:rsid w:val="0019461C"/>
    <w:rsid w:val="001B1CDB"/>
    <w:rsid w:val="001B5522"/>
    <w:rsid w:val="001B6206"/>
    <w:rsid w:val="001C339B"/>
    <w:rsid w:val="001C5696"/>
    <w:rsid w:val="001E152C"/>
    <w:rsid w:val="001F7AA5"/>
    <w:rsid w:val="002041AA"/>
    <w:rsid w:val="002045C3"/>
    <w:rsid w:val="0022794A"/>
    <w:rsid w:val="00242F42"/>
    <w:rsid w:val="00252334"/>
    <w:rsid w:val="002559E4"/>
    <w:rsid w:val="00257591"/>
    <w:rsid w:val="0026387E"/>
    <w:rsid w:val="0028591D"/>
    <w:rsid w:val="002937AD"/>
    <w:rsid w:val="002B2091"/>
    <w:rsid w:val="002C32F5"/>
    <w:rsid w:val="002E55D1"/>
    <w:rsid w:val="002E6943"/>
    <w:rsid w:val="00305480"/>
    <w:rsid w:val="00314EF2"/>
    <w:rsid w:val="003407CF"/>
    <w:rsid w:val="0036237A"/>
    <w:rsid w:val="00363257"/>
    <w:rsid w:val="00381B9E"/>
    <w:rsid w:val="00387F0D"/>
    <w:rsid w:val="00390D60"/>
    <w:rsid w:val="00392A93"/>
    <w:rsid w:val="00394021"/>
    <w:rsid w:val="003A32B4"/>
    <w:rsid w:val="003A74A2"/>
    <w:rsid w:val="003D0F2E"/>
    <w:rsid w:val="003D1246"/>
    <w:rsid w:val="003F352E"/>
    <w:rsid w:val="003F4E60"/>
    <w:rsid w:val="00411492"/>
    <w:rsid w:val="00421300"/>
    <w:rsid w:val="00436A20"/>
    <w:rsid w:val="004426F5"/>
    <w:rsid w:val="00465EC0"/>
    <w:rsid w:val="0047368E"/>
    <w:rsid w:val="004A43C9"/>
    <w:rsid w:val="004B2CD9"/>
    <w:rsid w:val="004E18DE"/>
    <w:rsid w:val="004F5308"/>
    <w:rsid w:val="00502C75"/>
    <w:rsid w:val="0050707D"/>
    <w:rsid w:val="00507D70"/>
    <w:rsid w:val="005217EC"/>
    <w:rsid w:val="00522FD8"/>
    <w:rsid w:val="00543C43"/>
    <w:rsid w:val="0055257C"/>
    <w:rsid w:val="005576DD"/>
    <w:rsid w:val="00561C2F"/>
    <w:rsid w:val="00572B7F"/>
    <w:rsid w:val="00576001"/>
    <w:rsid w:val="00577CF9"/>
    <w:rsid w:val="00591471"/>
    <w:rsid w:val="005B147B"/>
    <w:rsid w:val="005B409E"/>
    <w:rsid w:val="005C0A97"/>
    <w:rsid w:val="005D2192"/>
    <w:rsid w:val="005D33F7"/>
    <w:rsid w:val="005E12E1"/>
    <w:rsid w:val="00603EF7"/>
    <w:rsid w:val="00614308"/>
    <w:rsid w:val="0063628C"/>
    <w:rsid w:val="00651397"/>
    <w:rsid w:val="00657999"/>
    <w:rsid w:val="006624AA"/>
    <w:rsid w:val="00667CD2"/>
    <w:rsid w:val="0067007E"/>
    <w:rsid w:val="006D40C6"/>
    <w:rsid w:val="006D6F28"/>
    <w:rsid w:val="007078B8"/>
    <w:rsid w:val="00720E6D"/>
    <w:rsid w:val="00761DF3"/>
    <w:rsid w:val="00774E96"/>
    <w:rsid w:val="007938F4"/>
    <w:rsid w:val="00796F38"/>
    <w:rsid w:val="007C2DEF"/>
    <w:rsid w:val="007D50C8"/>
    <w:rsid w:val="007E6D22"/>
    <w:rsid w:val="007F183C"/>
    <w:rsid w:val="00821EB3"/>
    <w:rsid w:val="00834A01"/>
    <w:rsid w:val="008409AD"/>
    <w:rsid w:val="008465C2"/>
    <w:rsid w:val="00862877"/>
    <w:rsid w:val="00866CF3"/>
    <w:rsid w:val="0087088A"/>
    <w:rsid w:val="00871439"/>
    <w:rsid w:val="008A3B50"/>
    <w:rsid w:val="008A51FF"/>
    <w:rsid w:val="008A6399"/>
    <w:rsid w:val="008B139E"/>
    <w:rsid w:val="008B6C22"/>
    <w:rsid w:val="008C0E0D"/>
    <w:rsid w:val="008D0062"/>
    <w:rsid w:val="008F33C0"/>
    <w:rsid w:val="009307C8"/>
    <w:rsid w:val="00936706"/>
    <w:rsid w:val="009404C4"/>
    <w:rsid w:val="00940CD9"/>
    <w:rsid w:val="00950869"/>
    <w:rsid w:val="00950B36"/>
    <w:rsid w:val="00954CB0"/>
    <w:rsid w:val="00983190"/>
    <w:rsid w:val="009940BA"/>
    <w:rsid w:val="009948D5"/>
    <w:rsid w:val="009A5B93"/>
    <w:rsid w:val="009B1542"/>
    <w:rsid w:val="009C63D2"/>
    <w:rsid w:val="009D0195"/>
    <w:rsid w:val="009E08BC"/>
    <w:rsid w:val="009E52FF"/>
    <w:rsid w:val="009F6054"/>
    <w:rsid w:val="00A11A39"/>
    <w:rsid w:val="00A30324"/>
    <w:rsid w:val="00A32C22"/>
    <w:rsid w:val="00A341A9"/>
    <w:rsid w:val="00A510F5"/>
    <w:rsid w:val="00A81F65"/>
    <w:rsid w:val="00A933E5"/>
    <w:rsid w:val="00AA0BB3"/>
    <w:rsid w:val="00AB5C5D"/>
    <w:rsid w:val="00AC32F1"/>
    <w:rsid w:val="00AE1C14"/>
    <w:rsid w:val="00AE20ED"/>
    <w:rsid w:val="00AF2E05"/>
    <w:rsid w:val="00B019D7"/>
    <w:rsid w:val="00B05784"/>
    <w:rsid w:val="00B05E5B"/>
    <w:rsid w:val="00B16ABC"/>
    <w:rsid w:val="00B23F5F"/>
    <w:rsid w:val="00B41723"/>
    <w:rsid w:val="00B4222A"/>
    <w:rsid w:val="00B51B5D"/>
    <w:rsid w:val="00B5700A"/>
    <w:rsid w:val="00B6698A"/>
    <w:rsid w:val="00B909DC"/>
    <w:rsid w:val="00B94D44"/>
    <w:rsid w:val="00B96921"/>
    <w:rsid w:val="00BA4F8F"/>
    <w:rsid w:val="00BC6882"/>
    <w:rsid w:val="00BD1D12"/>
    <w:rsid w:val="00BD3041"/>
    <w:rsid w:val="00BD3B6E"/>
    <w:rsid w:val="00C10F80"/>
    <w:rsid w:val="00C27267"/>
    <w:rsid w:val="00C303A5"/>
    <w:rsid w:val="00C52F4D"/>
    <w:rsid w:val="00C71DC8"/>
    <w:rsid w:val="00C73CA0"/>
    <w:rsid w:val="00C74AD6"/>
    <w:rsid w:val="00C83982"/>
    <w:rsid w:val="00C848CF"/>
    <w:rsid w:val="00CA194E"/>
    <w:rsid w:val="00CA69F8"/>
    <w:rsid w:val="00CB7233"/>
    <w:rsid w:val="00CE7E11"/>
    <w:rsid w:val="00D063ED"/>
    <w:rsid w:val="00D2337C"/>
    <w:rsid w:val="00D37184"/>
    <w:rsid w:val="00D37F35"/>
    <w:rsid w:val="00D41C24"/>
    <w:rsid w:val="00D452D4"/>
    <w:rsid w:val="00D539EE"/>
    <w:rsid w:val="00D563F4"/>
    <w:rsid w:val="00D63D93"/>
    <w:rsid w:val="00D64041"/>
    <w:rsid w:val="00D71EDC"/>
    <w:rsid w:val="00D93543"/>
    <w:rsid w:val="00DB4A65"/>
    <w:rsid w:val="00DD08C4"/>
    <w:rsid w:val="00DE31C9"/>
    <w:rsid w:val="00DF57F6"/>
    <w:rsid w:val="00E159EF"/>
    <w:rsid w:val="00E17144"/>
    <w:rsid w:val="00E22B22"/>
    <w:rsid w:val="00E23C0D"/>
    <w:rsid w:val="00E2775C"/>
    <w:rsid w:val="00E526D8"/>
    <w:rsid w:val="00E56211"/>
    <w:rsid w:val="00E5655C"/>
    <w:rsid w:val="00E8490C"/>
    <w:rsid w:val="00E90AED"/>
    <w:rsid w:val="00EA382B"/>
    <w:rsid w:val="00EC4988"/>
    <w:rsid w:val="00F007DB"/>
    <w:rsid w:val="00F01DAC"/>
    <w:rsid w:val="00F2132E"/>
    <w:rsid w:val="00F319F3"/>
    <w:rsid w:val="00F46162"/>
    <w:rsid w:val="00F63CFB"/>
    <w:rsid w:val="00F66315"/>
    <w:rsid w:val="00F84696"/>
    <w:rsid w:val="00FB4FC8"/>
    <w:rsid w:val="00FC4B7B"/>
    <w:rsid w:val="00FD0D24"/>
    <w:rsid w:val="00FE0C69"/>
    <w:rsid w:val="00FE31C1"/>
    <w:rsid w:val="00FE34F2"/>
    <w:rsid w:val="00FE49BA"/>
    <w:rsid w:val="00FE68DA"/>
    <w:rsid w:val="00FF290F"/>
    <w:rsid w:val="00FF4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EC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5E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65EC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465EC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65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E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57999"/>
    <w:pPr>
      <w:ind w:left="720"/>
      <w:contextualSpacing/>
    </w:pPr>
  </w:style>
  <w:style w:type="table" w:styleId="TableGrid">
    <w:name w:val="Table Grid"/>
    <w:basedOn w:val="TableNormal"/>
    <w:uiPriority w:val="99"/>
    <w:rsid w:val="0059147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96F3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99"/>
    <w:qFormat/>
    <w:rsid w:val="00C10F80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491</TotalTime>
  <Pages>4</Pages>
  <Words>848</Words>
  <Characters>4839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Молодежь</dc:creator>
  <cp:keywords/>
  <dc:description/>
  <cp:lastModifiedBy>Мунуслуги</cp:lastModifiedBy>
  <cp:revision>49</cp:revision>
  <cp:lastPrinted>2016-03-01T09:07:00Z</cp:lastPrinted>
  <dcterms:created xsi:type="dcterms:W3CDTF">2013-02-27T02:19:00Z</dcterms:created>
  <dcterms:modified xsi:type="dcterms:W3CDTF">2016-03-02T09:38:00Z</dcterms:modified>
</cp:coreProperties>
</file>