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0" w:rsidRPr="00624051" w:rsidRDefault="00F42820" w:rsidP="00624051">
      <w:pPr>
        <w:spacing w:after="0" w:line="240" w:lineRule="auto"/>
        <w:ind w:right="-88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5"/>
          <w:szCs w:val="25"/>
        </w:rPr>
        <w:tab/>
      </w:r>
      <w:r>
        <w:rPr>
          <w:rFonts w:ascii="Times New Roman" w:hAnsi="Times New Roman"/>
          <w:b/>
          <w:sz w:val="25"/>
          <w:szCs w:val="25"/>
        </w:rPr>
        <w:tab/>
      </w:r>
      <w:r>
        <w:rPr>
          <w:rFonts w:ascii="Times New Roman" w:hAnsi="Times New Roman"/>
          <w:b/>
          <w:sz w:val="25"/>
          <w:szCs w:val="25"/>
        </w:rPr>
        <w:tab/>
      </w:r>
      <w:r>
        <w:rPr>
          <w:rFonts w:ascii="Times New Roman" w:hAnsi="Times New Roman"/>
          <w:b/>
          <w:sz w:val="25"/>
          <w:szCs w:val="25"/>
        </w:rPr>
        <w:tab/>
      </w:r>
      <w:r>
        <w:rPr>
          <w:rFonts w:ascii="Times New Roman" w:hAnsi="Times New Roman"/>
          <w:b/>
          <w:sz w:val="25"/>
          <w:szCs w:val="25"/>
        </w:rPr>
        <w:tab/>
      </w:r>
      <w:r>
        <w:rPr>
          <w:rFonts w:ascii="Times New Roman" w:hAnsi="Times New Roman"/>
          <w:b/>
          <w:sz w:val="25"/>
          <w:szCs w:val="25"/>
        </w:rPr>
        <w:tab/>
      </w:r>
      <w:r>
        <w:rPr>
          <w:rFonts w:ascii="Times New Roman" w:hAnsi="Times New Roman"/>
          <w:b/>
          <w:sz w:val="25"/>
          <w:szCs w:val="25"/>
        </w:rPr>
        <w:tab/>
      </w:r>
      <w:r>
        <w:rPr>
          <w:rFonts w:ascii="Times New Roman" w:hAnsi="Times New Roman"/>
          <w:b/>
          <w:sz w:val="25"/>
          <w:szCs w:val="25"/>
        </w:rPr>
        <w:tab/>
      </w:r>
      <w:r>
        <w:rPr>
          <w:rFonts w:ascii="Times New Roman" w:hAnsi="Times New Roman"/>
          <w:b/>
          <w:sz w:val="25"/>
          <w:szCs w:val="25"/>
        </w:rPr>
        <w:tab/>
      </w:r>
      <w:r>
        <w:rPr>
          <w:rFonts w:ascii="Times New Roman" w:hAnsi="Times New Roman"/>
          <w:b/>
          <w:sz w:val="25"/>
          <w:szCs w:val="25"/>
        </w:rPr>
        <w:tab/>
      </w:r>
      <w:r>
        <w:rPr>
          <w:rFonts w:ascii="Times New Roman" w:hAnsi="Times New Roman"/>
          <w:b/>
          <w:sz w:val="25"/>
          <w:szCs w:val="25"/>
        </w:rPr>
        <w:tab/>
      </w:r>
      <w:r>
        <w:rPr>
          <w:rFonts w:ascii="Times New Roman" w:hAnsi="Times New Roman"/>
          <w:b/>
          <w:sz w:val="25"/>
          <w:szCs w:val="25"/>
        </w:rPr>
        <w:tab/>
      </w:r>
      <w:r>
        <w:rPr>
          <w:rFonts w:ascii="Times New Roman" w:hAnsi="Times New Roman"/>
          <w:b/>
          <w:sz w:val="25"/>
          <w:szCs w:val="25"/>
        </w:rPr>
        <w:tab/>
      </w:r>
      <w:r>
        <w:rPr>
          <w:rFonts w:ascii="Times New Roman" w:hAnsi="Times New Roman"/>
          <w:b/>
          <w:sz w:val="25"/>
          <w:szCs w:val="25"/>
        </w:rPr>
        <w:tab/>
      </w:r>
      <w:r>
        <w:rPr>
          <w:rFonts w:ascii="Times New Roman" w:hAnsi="Times New Roman"/>
          <w:b/>
          <w:sz w:val="25"/>
          <w:szCs w:val="25"/>
        </w:rPr>
        <w:tab/>
        <w:t xml:space="preserve">           </w:t>
      </w:r>
      <w:r w:rsidRPr="00624051">
        <w:rPr>
          <w:rFonts w:ascii="Times New Roman" w:hAnsi="Times New Roman"/>
          <w:sz w:val="24"/>
          <w:szCs w:val="24"/>
        </w:rPr>
        <w:t>Приложение</w:t>
      </w:r>
    </w:p>
    <w:p w:rsidR="00F42820" w:rsidRDefault="00F42820" w:rsidP="00624051">
      <w:pPr>
        <w:spacing w:after="0" w:line="240" w:lineRule="auto"/>
        <w:ind w:right="-881"/>
        <w:rPr>
          <w:rFonts w:ascii="Times New Roman" w:hAnsi="Times New Roman"/>
          <w:sz w:val="24"/>
          <w:szCs w:val="24"/>
        </w:rPr>
      </w:pPr>
      <w:r w:rsidRPr="00624051">
        <w:rPr>
          <w:rFonts w:ascii="Times New Roman" w:hAnsi="Times New Roman"/>
          <w:sz w:val="24"/>
          <w:szCs w:val="24"/>
        </w:rPr>
        <w:tab/>
      </w:r>
      <w:r w:rsidRPr="00624051">
        <w:rPr>
          <w:rFonts w:ascii="Times New Roman" w:hAnsi="Times New Roman"/>
          <w:sz w:val="24"/>
          <w:szCs w:val="24"/>
        </w:rPr>
        <w:tab/>
      </w:r>
      <w:r w:rsidRPr="00624051">
        <w:rPr>
          <w:rFonts w:ascii="Times New Roman" w:hAnsi="Times New Roman"/>
          <w:sz w:val="24"/>
          <w:szCs w:val="24"/>
        </w:rPr>
        <w:tab/>
      </w:r>
      <w:r w:rsidRPr="00624051">
        <w:rPr>
          <w:rFonts w:ascii="Times New Roman" w:hAnsi="Times New Roman"/>
          <w:sz w:val="24"/>
          <w:szCs w:val="24"/>
        </w:rPr>
        <w:tab/>
      </w:r>
      <w:r w:rsidRPr="00624051">
        <w:rPr>
          <w:rFonts w:ascii="Times New Roman" w:hAnsi="Times New Roman"/>
          <w:sz w:val="24"/>
          <w:szCs w:val="24"/>
        </w:rPr>
        <w:tab/>
      </w:r>
      <w:r w:rsidRPr="00624051">
        <w:rPr>
          <w:rFonts w:ascii="Times New Roman" w:hAnsi="Times New Roman"/>
          <w:sz w:val="24"/>
          <w:szCs w:val="24"/>
        </w:rPr>
        <w:tab/>
      </w:r>
      <w:r w:rsidRPr="00624051">
        <w:rPr>
          <w:rFonts w:ascii="Times New Roman" w:hAnsi="Times New Roman"/>
          <w:sz w:val="24"/>
          <w:szCs w:val="24"/>
        </w:rPr>
        <w:tab/>
      </w:r>
      <w:r w:rsidRPr="00624051">
        <w:rPr>
          <w:rFonts w:ascii="Times New Roman" w:hAnsi="Times New Roman"/>
          <w:sz w:val="24"/>
          <w:szCs w:val="24"/>
        </w:rPr>
        <w:tab/>
      </w:r>
      <w:r w:rsidRPr="00624051">
        <w:rPr>
          <w:rFonts w:ascii="Times New Roman" w:hAnsi="Times New Roman"/>
          <w:sz w:val="24"/>
          <w:szCs w:val="24"/>
        </w:rPr>
        <w:tab/>
      </w:r>
      <w:r w:rsidRPr="00624051">
        <w:rPr>
          <w:rFonts w:ascii="Times New Roman" w:hAnsi="Times New Roman"/>
          <w:sz w:val="24"/>
          <w:szCs w:val="24"/>
        </w:rPr>
        <w:tab/>
      </w:r>
      <w:r w:rsidRPr="00624051">
        <w:rPr>
          <w:rFonts w:ascii="Times New Roman" w:hAnsi="Times New Roman"/>
          <w:sz w:val="24"/>
          <w:szCs w:val="24"/>
        </w:rPr>
        <w:tab/>
      </w:r>
      <w:r w:rsidRPr="00624051">
        <w:rPr>
          <w:rFonts w:ascii="Times New Roman" w:hAnsi="Times New Roman"/>
          <w:sz w:val="24"/>
          <w:szCs w:val="24"/>
        </w:rPr>
        <w:tab/>
      </w:r>
      <w:r w:rsidRPr="00624051">
        <w:rPr>
          <w:rFonts w:ascii="Times New Roman" w:hAnsi="Times New Roman"/>
          <w:sz w:val="24"/>
          <w:szCs w:val="24"/>
        </w:rPr>
        <w:tab/>
      </w:r>
      <w:r w:rsidRPr="0062405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к</w:t>
      </w:r>
      <w:r w:rsidRPr="0062405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постановлению администрации</w:t>
      </w:r>
    </w:p>
    <w:p w:rsidR="00F42820" w:rsidRDefault="00F42820" w:rsidP="000F6B22">
      <w:pPr>
        <w:spacing w:after="0" w:line="240" w:lineRule="auto"/>
        <w:ind w:right="-88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города Сорска</w:t>
      </w:r>
    </w:p>
    <w:p w:rsidR="00F42820" w:rsidRPr="00624051" w:rsidRDefault="00F42820" w:rsidP="00624051">
      <w:pPr>
        <w:spacing w:after="0" w:line="240" w:lineRule="auto"/>
        <w:ind w:right="-88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от  «25» 01.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/>
            <w:sz w:val="24"/>
            <w:szCs w:val="24"/>
          </w:rPr>
          <w:t>2016 г</w:t>
        </w:r>
      </w:smartTag>
      <w:r>
        <w:rPr>
          <w:rFonts w:ascii="Times New Roman" w:hAnsi="Times New Roman"/>
          <w:sz w:val="24"/>
          <w:szCs w:val="24"/>
        </w:rPr>
        <w:t>. №  43-п</w:t>
      </w:r>
    </w:p>
    <w:p w:rsidR="00F42820" w:rsidRDefault="00F42820" w:rsidP="00CD38EB">
      <w:pPr>
        <w:spacing w:after="0" w:line="240" w:lineRule="auto"/>
        <w:jc w:val="center"/>
        <w:rPr>
          <w:rFonts w:ascii="Times New Roman" w:hAnsi="Times New Roman"/>
          <w:b/>
          <w:sz w:val="25"/>
          <w:szCs w:val="25"/>
        </w:rPr>
      </w:pPr>
    </w:p>
    <w:p w:rsidR="00F42820" w:rsidRPr="00542A88" w:rsidRDefault="00F42820" w:rsidP="00CD38EB">
      <w:pPr>
        <w:spacing w:after="0" w:line="240" w:lineRule="auto"/>
        <w:jc w:val="center"/>
        <w:rPr>
          <w:rFonts w:ascii="Times New Roman" w:hAnsi="Times New Roman"/>
          <w:b/>
          <w:sz w:val="25"/>
          <w:szCs w:val="25"/>
        </w:rPr>
      </w:pPr>
      <w:r w:rsidRPr="00542A88">
        <w:rPr>
          <w:rFonts w:ascii="Times New Roman" w:hAnsi="Times New Roman"/>
          <w:b/>
          <w:sz w:val="25"/>
          <w:szCs w:val="25"/>
        </w:rPr>
        <w:t xml:space="preserve">Календарь профориентационных мероприятий для школьников и молодежи </w:t>
      </w:r>
      <w:r>
        <w:rPr>
          <w:rFonts w:ascii="Times New Roman" w:hAnsi="Times New Roman"/>
          <w:b/>
          <w:sz w:val="25"/>
          <w:szCs w:val="25"/>
        </w:rPr>
        <w:t>города Сорска</w:t>
      </w:r>
      <w:r w:rsidRPr="00542A88">
        <w:rPr>
          <w:rFonts w:ascii="Times New Roman" w:hAnsi="Times New Roman"/>
          <w:b/>
          <w:sz w:val="25"/>
          <w:szCs w:val="25"/>
        </w:rPr>
        <w:t xml:space="preserve"> на 201</w:t>
      </w:r>
      <w:r>
        <w:rPr>
          <w:rFonts w:ascii="Times New Roman" w:hAnsi="Times New Roman"/>
          <w:b/>
          <w:sz w:val="25"/>
          <w:szCs w:val="25"/>
        </w:rPr>
        <w:t>6</w:t>
      </w:r>
      <w:r w:rsidRPr="00542A88">
        <w:rPr>
          <w:rFonts w:ascii="Times New Roman" w:hAnsi="Times New Roman"/>
          <w:b/>
          <w:sz w:val="25"/>
          <w:szCs w:val="25"/>
        </w:rPr>
        <w:t xml:space="preserve"> год</w:t>
      </w:r>
    </w:p>
    <w:p w:rsidR="00F42820" w:rsidRPr="00661312" w:rsidRDefault="00F42820" w:rsidP="00CD38EB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tbl>
      <w:tblPr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8"/>
        <w:gridCol w:w="6946"/>
        <w:gridCol w:w="5528"/>
        <w:gridCol w:w="2410"/>
      </w:tblGrid>
      <w:tr w:rsidR="00F42820" w:rsidRPr="003E6594" w:rsidTr="003E6594">
        <w:tc>
          <w:tcPr>
            <w:tcW w:w="568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946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5528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Участники</w:t>
            </w:r>
          </w:p>
        </w:tc>
        <w:tc>
          <w:tcPr>
            <w:tcW w:w="2410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Сроки проведения</w:t>
            </w:r>
          </w:p>
        </w:tc>
      </w:tr>
      <w:tr w:rsidR="00F42820" w:rsidRPr="003E6594" w:rsidTr="003E6594">
        <w:tc>
          <w:tcPr>
            <w:tcW w:w="15452" w:type="dxa"/>
            <w:gridSpan w:val="4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594">
              <w:rPr>
                <w:rFonts w:ascii="Times New Roman" w:hAnsi="Times New Roman"/>
                <w:b/>
                <w:sz w:val="24"/>
                <w:szCs w:val="24"/>
              </w:rPr>
              <w:t>Январь</w:t>
            </w:r>
          </w:p>
        </w:tc>
      </w:tr>
      <w:tr w:rsidR="00F42820" w:rsidRPr="003E6594" w:rsidTr="003E6594">
        <w:tc>
          <w:tcPr>
            <w:tcW w:w="568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F42820" w:rsidRPr="003E6594" w:rsidRDefault="00F42820" w:rsidP="003E6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 xml:space="preserve">Оформление стенда и поддержание в актуальном состоянии в информационном зале отдела по Усть – Абаканскому району доп. Офис г. Сорск ГКУ РХ «Центр занятости населения» с рубриками: «Слагаемые выбора профессии», «В помощь выпускнику», «Образовательная карта Республики Хакасия», «Востребованные профессии на рынке труда Республики Хакасия»  </w:t>
            </w:r>
          </w:p>
        </w:tc>
        <w:tc>
          <w:tcPr>
            <w:tcW w:w="5528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 xml:space="preserve">Инспектор 2 категории </w:t>
            </w:r>
          </w:p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Фомина М.Ю.</w:t>
            </w:r>
          </w:p>
        </w:tc>
        <w:tc>
          <w:tcPr>
            <w:tcW w:w="2410" w:type="dxa"/>
          </w:tcPr>
          <w:p w:rsidR="00F42820" w:rsidRPr="003E6594" w:rsidRDefault="00F42820" w:rsidP="003E6594">
            <w:pPr>
              <w:spacing w:after="0" w:line="240" w:lineRule="auto"/>
              <w:ind w:left="-250" w:right="-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</w:tr>
      <w:tr w:rsidR="00F42820" w:rsidRPr="003E6594" w:rsidTr="003E6594">
        <w:tc>
          <w:tcPr>
            <w:tcW w:w="568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F42820" w:rsidRPr="003E6594" w:rsidRDefault="00F42820" w:rsidP="003E6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 xml:space="preserve">Профориентационная акция «Выбор профессии – выбор будущего» </w:t>
            </w:r>
          </w:p>
        </w:tc>
        <w:tc>
          <w:tcPr>
            <w:tcW w:w="5528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дети-сироты и дети, оставшиеся без попечения родителей,  Отдел образования администрации города Сорска (отдел опеки)</w:t>
            </w:r>
          </w:p>
        </w:tc>
        <w:tc>
          <w:tcPr>
            <w:tcW w:w="2410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 xml:space="preserve">19 января    </w:t>
            </w:r>
          </w:p>
        </w:tc>
      </w:tr>
      <w:tr w:rsidR="00F42820" w:rsidRPr="003E6594" w:rsidTr="003E6594">
        <w:tc>
          <w:tcPr>
            <w:tcW w:w="568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F42820" w:rsidRPr="003E6594" w:rsidRDefault="00F42820" w:rsidP="003E6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 xml:space="preserve"> «Живая книга» с участием ветеранов и лучших работников различных отраслей экономики </w:t>
            </w:r>
          </w:p>
        </w:tc>
        <w:tc>
          <w:tcPr>
            <w:tcW w:w="5528" w:type="dxa"/>
          </w:tcPr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учащиеся 6-9 классов МБОУ «Сорская СОШ №3 с УИОП», Городской совет ветеранов, ГБУЗ РХ «Сорская городская больница»</w:t>
            </w:r>
          </w:p>
        </w:tc>
        <w:tc>
          <w:tcPr>
            <w:tcW w:w="2410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27 января</w:t>
            </w:r>
          </w:p>
        </w:tc>
      </w:tr>
      <w:tr w:rsidR="00F42820" w:rsidRPr="003E6594" w:rsidTr="003E6594">
        <w:tc>
          <w:tcPr>
            <w:tcW w:w="15452" w:type="dxa"/>
            <w:gridSpan w:val="4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594">
              <w:rPr>
                <w:rFonts w:ascii="Times New Roman" w:hAnsi="Times New Roman"/>
                <w:b/>
                <w:sz w:val="24"/>
                <w:szCs w:val="24"/>
              </w:rPr>
              <w:t>Февраль</w:t>
            </w:r>
          </w:p>
        </w:tc>
      </w:tr>
      <w:tr w:rsidR="00F42820" w:rsidRPr="003E6594" w:rsidTr="003E6594">
        <w:trPr>
          <w:trHeight w:val="345"/>
        </w:trPr>
        <w:tc>
          <w:tcPr>
            <w:tcW w:w="568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F42820" w:rsidRPr="003E6594" w:rsidRDefault="00F42820" w:rsidP="003E6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Профориентационная акция «Мой профессиональный выбор»</w:t>
            </w:r>
          </w:p>
        </w:tc>
        <w:tc>
          <w:tcPr>
            <w:tcW w:w="5528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несовершеннолетние  граждане, состоящие на учете КДН и ЗП, а также на внутришкольном учете МБОУ «Сорская СОШ №3 с УИОП», МБОУ «Сорская ООШ№2 им. Толстихиной Ю.Н.»</w:t>
            </w:r>
          </w:p>
        </w:tc>
        <w:tc>
          <w:tcPr>
            <w:tcW w:w="2410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 xml:space="preserve">5  февраля  </w:t>
            </w:r>
          </w:p>
        </w:tc>
      </w:tr>
      <w:tr w:rsidR="00F42820" w:rsidRPr="003E6594" w:rsidTr="003E6594">
        <w:tc>
          <w:tcPr>
            <w:tcW w:w="568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F42820" w:rsidRPr="003E6594" w:rsidRDefault="00F42820" w:rsidP="003E6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Профориентационная акция «Профессий много есть на свете</w:t>
            </w:r>
            <w:r w:rsidRPr="003E6594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528" w:type="dxa"/>
          </w:tcPr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6594">
              <w:rPr>
                <w:rFonts w:ascii="Times New Roman" w:hAnsi="Times New Roman"/>
                <w:bCs/>
                <w:sz w:val="24"/>
                <w:szCs w:val="24"/>
              </w:rPr>
              <w:t>учащиеся коррекционных образовательных организаций</w:t>
            </w:r>
            <w:r w:rsidRPr="003E6594">
              <w:rPr>
                <w:rFonts w:ascii="Times New Roman" w:hAnsi="Times New Roman"/>
                <w:sz w:val="24"/>
                <w:szCs w:val="24"/>
              </w:rPr>
              <w:t xml:space="preserve"> МБОУ «Сорская ООШ№2 им. Толстихиной Ю.Н.»</w:t>
            </w:r>
          </w:p>
        </w:tc>
        <w:tc>
          <w:tcPr>
            <w:tcW w:w="2410" w:type="dxa"/>
          </w:tcPr>
          <w:p w:rsidR="00F42820" w:rsidRPr="003E6594" w:rsidRDefault="00F42820" w:rsidP="003E6594">
            <w:pPr>
              <w:spacing w:after="0" w:line="240" w:lineRule="auto"/>
              <w:ind w:left="-249" w:right="-2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 xml:space="preserve">11 февраля  </w:t>
            </w:r>
          </w:p>
        </w:tc>
      </w:tr>
      <w:tr w:rsidR="00F42820" w:rsidRPr="003E6594" w:rsidTr="003E6594">
        <w:tc>
          <w:tcPr>
            <w:tcW w:w="568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F42820" w:rsidRPr="003E6594" w:rsidRDefault="00F42820" w:rsidP="003E6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Профориентационная акция «Мужские профессии»</w:t>
            </w:r>
          </w:p>
        </w:tc>
        <w:tc>
          <w:tcPr>
            <w:tcW w:w="5528" w:type="dxa"/>
          </w:tcPr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учащиеся 8-11 классов МБОУ «Сорская СОШ №3 с УИОП</w:t>
            </w:r>
          </w:p>
        </w:tc>
        <w:tc>
          <w:tcPr>
            <w:tcW w:w="2410" w:type="dxa"/>
          </w:tcPr>
          <w:p w:rsidR="00F42820" w:rsidRPr="003E6594" w:rsidRDefault="00F42820" w:rsidP="003E6594">
            <w:pPr>
              <w:spacing w:after="0" w:line="240" w:lineRule="auto"/>
              <w:ind w:left="-249" w:right="-2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18</w:t>
            </w:r>
            <w:r w:rsidRPr="003E659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E6594">
              <w:rPr>
                <w:rFonts w:ascii="Times New Roman" w:hAnsi="Times New Roman"/>
                <w:sz w:val="24"/>
                <w:szCs w:val="24"/>
              </w:rPr>
              <w:t xml:space="preserve">февраля   </w:t>
            </w:r>
          </w:p>
        </w:tc>
      </w:tr>
      <w:tr w:rsidR="00F42820" w:rsidRPr="003E6594" w:rsidTr="003E6594">
        <w:tc>
          <w:tcPr>
            <w:tcW w:w="568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F42820" w:rsidRPr="003E6594" w:rsidRDefault="00F42820" w:rsidP="003E6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Экскурсия ИП Семенов, транспортная организация</w:t>
            </w:r>
          </w:p>
        </w:tc>
        <w:tc>
          <w:tcPr>
            <w:tcW w:w="5528" w:type="dxa"/>
          </w:tcPr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учащиеся 5-7 классов МБОУ «Сорская СОШ №3 с УИОП», МБОУ «Сорская ООШ№2 им. Толстихиной Ю.Н.»</w:t>
            </w:r>
          </w:p>
        </w:tc>
        <w:tc>
          <w:tcPr>
            <w:tcW w:w="2410" w:type="dxa"/>
          </w:tcPr>
          <w:p w:rsidR="00F42820" w:rsidRPr="003E6594" w:rsidRDefault="00F42820" w:rsidP="003E6594">
            <w:pPr>
              <w:spacing w:after="0" w:line="240" w:lineRule="auto"/>
              <w:ind w:left="-250" w:right="-25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</w:tr>
      <w:tr w:rsidR="00F42820" w:rsidRPr="003E6594" w:rsidTr="003E6594">
        <w:tc>
          <w:tcPr>
            <w:tcW w:w="568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F42820" w:rsidRPr="003E6594" w:rsidRDefault="00F42820" w:rsidP="003E6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День открытых дверей ГБУЗ РХ «Сорская городская больница»</w:t>
            </w:r>
          </w:p>
        </w:tc>
        <w:tc>
          <w:tcPr>
            <w:tcW w:w="5528" w:type="dxa"/>
          </w:tcPr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Учащиеся 9-11 классов МБОУ «Сорская СОШ №3 с УИОП»</w:t>
            </w:r>
          </w:p>
        </w:tc>
        <w:tc>
          <w:tcPr>
            <w:tcW w:w="2410" w:type="dxa"/>
          </w:tcPr>
          <w:p w:rsidR="00F42820" w:rsidRPr="003E6594" w:rsidRDefault="00F42820" w:rsidP="003E6594">
            <w:pPr>
              <w:spacing w:after="0" w:line="240" w:lineRule="auto"/>
              <w:ind w:left="-250" w:right="-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24 февраля</w:t>
            </w:r>
          </w:p>
        </w:tc>
      </w:tr>
      <w:tr w:rsidR="00F42820" w:rsidRPr="003E6594" w:rsidTr="003E6594">
        <w:tc>
          <w:tcPr>
            <w:tcW w:w="15452" w:type="dxa"/>
            <w:gridSpan w:val="4"/>
          </w:tcPr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594">
              <w:rPr>
                <w:rFonts w:ascii="Times New Roman" w:hAnsi="Times New Roman"/>
                <w:b/>
                <w:sz w:val="24"/>
                <w:szCs w:val="24"/>
              </w:rPr>
              <w:t>Март</w:t>
            </w:r>
          </w:p>
        </w:tc>
      </w:tr>
      <w:tr w:rsidR="00F42820" w:rsidRPr="003E6594" w:rsidTr="003E6594">
        <w:trPr>
          <w:trHeight w:val="70"/>
        </w:trPr>
        <w:tc>
          <w:tcPr>
            <w:tcW w:w="568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F42820" w:rsidRPr="003E6594" w:rsidRDefault="00F42820" w:rsidP="003E6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Профориентационная акция «Профессии наших мам»</w:t>
            </w:r>
          </w:p>
        </w:tc>
        <w:tc>
          <w:tcPr>
            <w:tcW w:w="5528" w:type="dxa"/>
          </w:tcPr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учащиеся 8-11 классов МБОУ «Сорская ООШ№2 им. Толстихиной Ю.Н.», мамы учащихся</w:t>
            </w:r>
          </w:p>
        </w:tc>
        <w:tc>
          <w:tcPr>
            <w:tcW w:w="2410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3 марта</w:t>
            </w:r>
          </w:p>
        </w:tc>
      </w:tr>
      <w:tr w:rsidR="00F42820" w:rsidRPr="003E6594" w:rsidTr="003E6594">
        <w:tc>
          <w:tcPr>
            <w:tcW w:w="568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F42820" w:rsidRPr="003E6594" w:rsidRDefault="00F42820" w:rsidP="003E6594">
            <w:pPr>
              <w:spacing w:after="0" w:line="240" w:lineRule="auto"/>
              <w:ind w:right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Профориентационная акция</w:t>
            </w:r>
            <w:r w:rsidRPr="003E6594">
              <w:rPr>
                <w:rFonts w:ascii="Times New Roman" w:hAnsi="Times New Roman"/>
                <w:sz w:val="24"/>
                <w:szCs w:val="24"/>
              </w:rPr>
              <w:t xml:space="preserve"> ко</w:t>
            </w:r>
            <w:r w:rsidRPr="003E65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Дню работников бытового обслуживания населения и жилищно-коммунального хозяйства</w:t>
            </w:r>
          </w:p>
        </w:tc>
        <w:tc>
          <w:tcPr>
            <w:tcW w:w="5528" w:type="dxa"/>
          </w:tcPr>
          <w:p w:rsidR="00F42820" w:rsidRPr="003E6594" w:rsidRDefault="00F42820" w:rsidP="003E6594">
            <w:pPr>
              <w:spacing w:after="0" w:line="240" w:lineRule="auto"/>
              <w:ind w:left="-249" w:right="-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 xml:space="preserve">учащиеся 8-11 классов МБОУ «Сорская СОШ №3 с УИОП», МБОУ «Сорская ООШ№2 им. Толстихиной Ю.Н.» отдел ЖКХ администрации города Сорска, </w:t>
            </w:r>
          </w:p>
          <w:p w:rsidR="00F42820" w:rsidRPr="003E6594" w:rsidRDefault="00F42820" w:rsidP="003E6594">
            <w:pPr>
              <w:spacing w:after="0" w:line="240" w:lineRule="auto"/>
              <w:ind w:left="-249" w:right="-25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МУП «Коммунальные системы»</w:t>
            </w:r>
          </w:p>
        </w:tc>
        <w:tc>
          <w:tcPr>
            <w:tcW w:w="2410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22 марта</w:t>
            </w:r>
          </w:p>
        </w:tc>
      </w:tr>
      <w:tr w:rsidR="00F42820" w:rsidRPr="003E6594" w:rsidTr="003E6594">
        <w:tc>
          <w:tcPr>
            <w:tcW w:w="568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F42820" w:rsidRPr="003E6594" w:rsidRDefault="00F42820" w:rsidP="003E6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 xml:space="preserve">Экскурсия в </w:t>
            </w:r>
            <w:r w:rsidRPr="003E65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ФБУ ЦР ФСС РФ «Туманный»</w:t>
            </w:r>
          </w:p>
        </w:tc>
        <w:tc>
          <w:tcPr>
            <w:tcW w:w="5528" w:type="dxa"/>
          </w:tcPr>
          <w:p w:rsidR="00F42820" w:rsidRPr="003E6594" w:rsidRDefault="00F42820" w:rsidP="003E6594">
            <w:pPr>
              <w:spacing w:after="0" w:line="240" w:lineRule="auto"/>
              <w:ind w:right="-25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учащиеся 5-7 классов МБОУ «Сорская СОШ №3 с УИОП», МБОУ «Сорская ООШ№2 им. Толстихиной Ю.Н.»</w:t>
            </w:r>
          </w:p>
        </w:tc>
        <w:tc>
          <w:tcPr>
            <w:tcW w:w="2410" w:type="dxa"/>
          </w:tcPr>
          <w:p w:rsidR="00F42820" w:rsidRPr="003E6594" w:rsidRDefault="00F42820" w:rsidP="003E6594">
            <w:pPr>
              <w:spacing w:after="0" w:line="240" w:lineRule="auto"/>
              <w:ind w:left="-250" w:right="-25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</w:tr>
      <w:tr w:rsidR="00F42820" w:rsidRPr="003E6594" w:rsidTr="003E6594">
        <w:tc>
          <w:tcPr>
            <w:tcW w:w="568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F42820" w:rsidRPr="003E6594" w:rsidRDefault="00F42820" w:rsidP="003E6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Экскурсия на городскую котельную МУП «Коммунальные системы»</w:t>
            </w:r>
          </w:p>
        </w:tc>
        <w:tc>
          <w:tcPr>
            <w:tcW w:w="5528" w:type="dxa"/>
          </w:tcPr>
          <w:p w:rsidR="00F42820" w:rsidRPr="003E6594" w:rsidRDefault="00F42820" w:rsidP="003E6594">
            <w:pPr>
              <w:spacing w:after="0" w:line="240" w:lineRule="auto"/>
              <w:ind w:right="-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Учащиеся 6-7 классов</w:t>
            </w:r>
          </w:p>
        </w:tc>
        <w:tc>
          <w:tcPr>
            <w:tcW w:w="2410" w:type="dxa"/>
          </w:tcPr>
          <w:p w:rsidR="00F42820" w:rsidRPr="003E6594" w:rsidRDefault="00F42820" w:rsidP="003E6594">
            <w:pPr>
              <w:spacing w:after="0" w:line="240" w:lineRule="auto"/>
              <w:ind w:left="-250" w:right="-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В течении месяца</w:t>
            </w:r>
          </w:p>
        </w:tc>
      </w:tr>
      <w:tr w:rsidR="00F42820" w:rsidRPr="003E6594" w:rsidTr="003E6594">
        <w:tc>
          <w:tcPr>
            <w:tcW w:w="15452" w:type="dxa"/>
            <w:gridSpan w:val="4"/>
          </w:tcPr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594">
              <w:rPr>
                <w:rFonts w:ascii="Times New Roman" w:hAnsi="Times New Roman"/>
                <w:b/>
                <w:sz w:val="24"/>
                <w:szCs w:val="24"/>
              </w:rPr>
              <w:t>Апрель</w:t>
            </w:r>
          </w:p>
        </w:tc>
      </w:tr>
      <w:tr w:rsidR="00F42820" w:rsidRPr="003E6594" w:rsidTr="003E6594">
        <w:tc>
          <w:tcPr>
            <w:tcW w:w="568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F42820" w:rsidRPr="003E6594" w:rsidRDefault="00F42820" w:rsidP="003E6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 xml:space="preserve">Профориентационная акция  </w:t>
            </w:r>
            <w:r w:rsidRPr="003E6594">
              <w:rPr>
                <w:rFonts w:ascii="Times New Roman" w:hAnsi="Times New Roman"/>
                <w:color w:val="000000"/>
                <w:sz w:val="24"/>
                <w:szCs w:val="24"/>
              </w:rPr>
              <w:t>«Человек и профессия»</w:t>
            </w:r>
          </w:p>
        </w:tc>
        <w:tc>
          <w:tcPr>
            <w:tcW w:w="5528" w:type="dxa"/>
          </w:tcPr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bCs/>
                <w:sz w:val="24"/>
                <w:szCs w:val="24"/>
              </w:rPr>
              <w:t>учащиеся коррекционных образовательных организаций</w:t>
            </w:r>
            <w:r w:rsidRPr="003E65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МБОУ «Сорская ООШ№2 им. Толстихиной Ю.Н.»</w:t>
            </w:r>
          </w:p>
        </w:tc>
        <w:tc>
          <w:tcPr>
            <w:tcW w:w="2410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 xml:space="preserve">7 апреля </w:t>
            </w:r>
          </w:p>
        </w:tc>
      </w:tr>
      <w:tr w:rsidR="00F42820" w:rsidRPr="003E6594" w:rsidTr="003E6594">
        <w:tc>
          <w:tcPr>
            <w:tcW w:w="568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F42820" w:rsidRPr="003E6594" w:rsidRDefault="00F42820" w:rsidP="003E659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Профориентационная акция  «Мой выбор – рабочая профессия»</w:t>
            </w:r>
          </w:p>
        </w:tc>
        <w:tc>
          <w:tcPr>
            <w:tcW w:w="5528" w:type="dxa"/>
          </w:tcPr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учащиеся 8-11  классов МБОУ «Сорская ООШ№2 им. Толстихиной Ю.Н.», работодатели</w:t>
            </w:r>
          </w:p>
        </w:tc>
        <w:tc>
          <w:tcPr>
            <w:tcW w:w="2410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13 апреля</w:t>
            </w:r>
          </w:p>
        </w:tc>
      </w:tr>
      <w:tr w:rsidR="00F42820" w:rsidRPr="003E6594" w:rsidTr="003E6594">
        <w:tc>
          <w:tcPr>
            <w:tcW w:w="568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F42820" w:rsidRPr="003E6594" w:rsidRDefault="00F42820" w:rsidP="003E659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Профориентационная акция «Профессии строительной сферы»</w:t>
            </w:r>
          </w:p>
        </w:tc>
        <w:tc>
          <w:tcPr>
            <w:tcW w:w="5528" w:type="dxa"/>
          </w:tcPr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 xml:space="preserve">учащиеся 5-7 классов </w:t>
            </w:r>
          </w:p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 xml:space="preserve">МБОУ «Сорская СОШ №3 с УИОП», </w:t>
            </w:r>
          </w:p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ООО «Эверест»</w:t>
            </w:r>
          </w:p>
        </w:tc>
        <w:tc>
          <w:tcPr>
            <w:tcW w:w="2410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 xml:space="preserve">20 апреля </w:t>
            </w:r>
          </w:p>
        </w:tc>
      </w:tr>
      <w:tr w:rsidR="00F42820" w:rsidRPr="003E6594" w:rsidTr="003E6594">
        <w:tc>
          <w:tcPr>
            <w:tcW w:w="568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F42820" w:rsidRPr="003E6594" w:rsidRDefault="00F42820" w:rsidP="003E6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Экскурсия к ИП Нематуллаев лесоперерабатывающее предприятие</w:t>
            </w:r>
          </w:p>
        </w:tc>
        <w:tc>
          <w:tcPr>
            <w:tcW w:w="5528" w:type="dxa"/>
          </w:tcPr>
          <w:p w:rsidR="00F42820" w:rsidRPr="003E6594" w:rsidRDefault="00F42820" w:rsidP="003E6594">
            <w:pPr>
              <w:spacing w:after="0" w:line="240" w:lineRule="auto"/>
              <w:ind w:left="-249" w:right="-25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учащиеся 5-7 классов МБОУ «Сорская СОШ №3 с УИОП», МБОУ «Сорская ООШ№2 им. Толстихиной Ю.Н.»</w:t>
            </w:r>
          </w:p>
        </w:tc>
        <w:tc>
          <w:tcPr>
            <w:tcW w:w="2410" w:type="dxa"/>
          </w:tcPr>
          <w:p w:rsidR="00F42820" w:rsidRPr="003E6594" w:rsidRDefault="00F42820" w:rsidP="003E6594">
            <w:pPr>
              <w:spacing w:after="0" w:line="240" w:lineRule="auto"/>
              <w:ind w:left="-250" w:right="-25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</w:tr>
      <w:tr w:rsidR="00F42820" w:rsidRPr="003E6594" w:rsidTr="003E6594">
        <w:tc>
          <w:tcPr>
            <w:tcW w:w="568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F42820" w:rsidRPr="003E6594" w:rsidRDefault="00F42820" w:rsidP="003E6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 xml:space="preserve">Республиканская </w:t>
            </w:r>
            <w:r w:rsidRPr="003E6594">
              <w:rPr>
                <w:rFonts w:ascii="Times New Roman" w:hAnsi="Times New Roman" w:cs="Aharoni"/>
                <w:sz w:val="24"/>
                <w:szCs w:val="24"/>
                <w:lang w:bidi="he-IL"/>
              </w:rPr>
              <w:t xml:space="preserve">ярмарка рабочих профессий </w:t>
            </w:r>
          </w:p>
        </w:tc>
        <w:tc>
          <w:tcPr>
            <w:tcW w:w="5528" w:type="dxa"/>
          </w:tcPr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учащиеся 7-10 классов МБОУ «Сорская СОШ №3 с УИОП», МБОУ «Сорская ООШ№2 им. Толстихиной Ю.Н.»</w:t>
            </w:r>
          </w:p>
        </w:tc>
        <w:tc>
          <w:tcPr>
            <w:tcW w:w="2410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29 апреля</w:t>
            </w:r>
          </w:p>
        </w:tc>
      </w:tr>
      <w:tr w:rsidR="00F42820" w:rsidRPr="003E6594" w:rsidTr="003E6594">
        <w:tc>
          <w:tcPr>
            <w:tcW w:w="15452" w:type="dxa"/>
            <w:gridSpan w:val="4"/>
          </w:tcPr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594">
              <w:rPr>
                <w:rFonts w:ascii="Times New Roman" w:hAnsi="Times New Roman"/>
                <w:b/>
                <w:sz w:val="24"/>
                <w:szCs w:val="24"/>
              </w:rPr>
              <w:t>Май</w:t>
            </w:r>
          </w:p>
        </w:tc>
      </w:tr>
      <w:tr w:rsidR="00F42820" w:rsidRPr="003E6594" w:rsidTr="003E6594">
        <w:tc>
          <w:tcPr>
            <w:tcW w:w="568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F42820" w:rsidRPr="003E6594" w:rsidRDefault="00F42820" w:rsidP="003E6594">
            <w:pPr>
              <w:spacing w:after="0" w:line="240" w:lineRule="auto"/>
              <w:ind w:righ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 xml:space="preserve">Дни открытых дверей в отделе по Усть – Абаканскому району доп. Офис г. Сорск </w:t>
            </w:r>
          </w:p>
        </w:tc>
        <w:tc>
          <w:tcPr>
            <w:tcW w:w="5528" w:type="dxa"/>
          </w:tcPr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 xml:space="preserve">Учащиеся 9 класса </w:t>
            </w:r>
          </w:p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 xml:space="preserve">МБОУ «Сорская СОШ №3 с УИОП», </w:t>
            </w:r>
          </w:p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работодатели города</w:t>
            </w:r>
          </w:p>
        </w:tc>
        <w:tc>
          <w:tcPr>
            <w:tcW w:w="2410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5 мая</w:t>
            </w:r>
          </w:p>
        </w:tc>
      </w:tr>
      <w:tr w:rsidR="00F42820" w:rsidRPr="003E6594" w:rsidTr="003E6594">
        <w:tc>
          <w:tcPr>
            <w:tcW w:w="568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F42820" w:rsidRPr="003E6594" w:rsidRDefault="00F42820" w:rsidP="003E6594">
            <w:pPr>
              <w:spacing w:after="0" w:line="240" w:lineRule="auto"/>
              <w:ind w:righ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Профориентационная акция «Профессии сферы здравоохранения»</w:t>
            </w:r>
          </w:p>
        </w:tc>
        <w:tc>
          <w:tcPr>
            <w:tcW w:w="5528" w:type="dxa"/>
          </w:tcPr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учащиеся 5-9 классов МБОУ «Сорская ООШ№2 им. Толстихиной Ю.Н.», ГБУЗ РХ «Сорская городская больница»</w:t>
            </w:r>
          </w:p>
        </w:tc>
        <w:tc>
          <w:tcPr>
            <w:tcW w:w="2410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16 мая</w:t>
            </w:r>
          </w:p>
        </w:tc>
      </w:tr>
      <w:tr w:rsidR="00F42820" w:rsidRPr="003E6594" w:rsidTr="003E6594">
        <w:tc>
          <w:tcPr>
            <w:tcW w:w="568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F42820" w:rsidRPr="003E6594" w:rsidRDefault="00F42820" w:rsidP="003E6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Экскурсия на ООО «Сорский ГОК»</w:t>
            </w:r>
          </w:p>
        </w:tc>
        <w:tc>
          <w:tcPr>
            <w:tcW w:w="5528" w:type="dxa"/>
          </w:tcPr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учащиеся 5-7 классов МБОУ «Сорская СОШ №3 с УИОП», МБОУ «Сорская ООШ№2 им. Толстихиной Ю.Н.»</w:t>
            </w:r>
          </w:p>
        </w:tc>
        <w:tc>
          <w:tcPr>
            <w:tcW w:w="2410" w:type="dxa"/>
          </w:tcPr>
          <w:p w:rsidR="00F42820" w:rsidRPr="003E6594" w:rsidRDefault="00F42820" w:rsidP="003E6594">
            <w:pPr>
              <w:spacing w:after="0" w:line="240" w:lineRule="auto"/>
              <w:ind w:left="-250" w:right="-25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</w:tr>
      <w:tr w:rsidR="00F42820" w:rsidRPr="003E6594" w:rsidTr="003E6594">
        <w:tc>
          <w:tcPr>
            <w:tcW w:w="15452" w:type="dxa"/>
            <w:gridSpan w:val="4"/>
          </w:tcPr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594">
              <w:rPr>
                <w:rFonts w:ascii="Times New Roman" w:hAnsi="Times New Roman"/>
                <w:b/>
                <w:sz w:val="24"/>
                <w:szCs w:val="24"/>
              </w:rPr>
              <w:t>Июнь</w:t>
            </w:r>
          </w:p>
        </w:tc>
      </w:tr>
      <w:tr w:rsidR="00F42820" w:rsidRPr="003E6594" w:rsidTr="003E6594">
        <w:tc>
          <w:tcPr>
            <w:tcW w:w="568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F42820" w:rsidRPr="003E6594" w:rsidRDefault="00F42820" w:rsidP="003E6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Республиканская профориентационная акция «Большая перемена» (в каникулярное время в загородных лагерях отдыха и оздоровления детей, летних оздоровительных лагерях дневного пребывания)</w:t>
            </w:r>
          </w:p>
        </w:tc>
        <w:tc>
          <w:tcPr>
            <w:tcW w:w="5528" w:type="dxa"/>
          </w:tcPr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для  молодежи до 18 лет МБОУ «Сорская СОШ №3 с УИОП»</w:t>
            </w:r>
          </w:p>
        </w:tc>
        <w:tc>
          <w:tcPr>
            <w:tcW w:w="2410" w:type="dxa"/>
          </w:tcPr>
          <w:p w:rsidR="00F42820" w:rsidRPr="003E6594" w:rsidRDefault="00F42820" w:rsidP="003E6594">
            <w:pPr>
              <w:spacing w:after="0" w:line="240" w:lineRule="auto"/>
              <w:ind w:left="-250" w:right="-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</w:tr>
      <w:tr w:rsidR="00F42820" w:rsidRPr="003E6594" w:rsidTr="003E6594">
        <w:trPr>
          <w:trHeight w:val="149"/>
        </w:trPr>
        <w:tc>
          <w:tcPr>
            <w:tcW w:w="568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F42820" w:rsidRPr="003E6594" w:rsidRDefault="00F42820" w:rsidP="003E6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 xml:space="preserve">Профориентационная акция «Выбор за тобой», приуроченная к </w:t>
            </w:r>
            <w:r w:rsidRPr="003E659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Международному дню борьбы со злоупотреблением наркотическими средствами и их незаконным оборотом</w:t>
            </w:r>
            <w:r w:rsidRPr="003E6594">
              <w:rPr>
                <w:rStyle w:val="apple-converted-space"/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5528" w:type="dxa"/>
          </w:tcPr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для  молодежи до 18 лет МБОУ «Сорская ООШ№2 им. Толстихиной Ю.Н.», отдел по борьбе с незаконным оборотом наркотиков, участковый уполномоченный, ГБУЗ РХ «Сорская городская больница»</w:t>
            </w:r>
          </w:p>
        </w:tc>
        <w:tc>
          <w:tcPr>
            <w:tcW w:w="2410" w:type="dxa"/>
          </w:tcPr>
          <w:p w:rsidR="00F42820" w:rsidRPr="003E6594" w:rsidRDefault="00F42820" w:rsidP="003E6594">
            <w:pPr>
              <w:spacing w:after="0" w:line="240" w:lineRule="auto"/>
              <w:ind w:left="-249" w:right="-2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 xml:space="preserve">24 июня </w:t>
            </w:r>
          </w:p>
        </w:tc>
      </w:tr>
      <w:tr w:rsidR="00F42820" w:rsidRPr="003E6594" w:rsidTr="003E6594">
        <w:trPr>
          <w:trHeight w:val="149"/>
        </w:trPr>
        <w:tc>
          <w:tcPr>
            <w:tcW w:w="568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F42820" w:rsidRPr="003E6594" w:rsidRDefault="00F42820" w:rsidP="003E6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Экскурсия ГБУЗ РХ «Сорская городская больница»</w:t>
            </w:r>
          </w:p>
        </w:tc>
        <w:tc>
          <w:tcPr>
            <w:tcW w:w="5528" w:type="dxa"/>
          </w:tcPr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Учащиеся 6-7 классов</w:t>
            </w:r>
          </w:p>
        </w:tc>
        <w:tc>
          <w:tcPr>
            <w:tcW w:w="2410" w:type="dxa"/>
          </w:tcPr>
          <w:p w:rsidR="00F42820" w:rsidRPr="003E6594" w:rsidRDefault="00F42820" w:rsidP="003E6594">
            <w:pPr>
              <w:spacing w:after="0" w:line="240" w:lineRule="auto"/>
              <w:ind w:left="-249" w:right="-2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В течении месяца</w:t>
            </w:r>
          </w:p>
        </w:tc>
      </w:tr>
      <w:tr w:rsidR="00F42820" w:rsidRPr="003E6594" w:rsidTr="003E6594">
        <w:tc>
          <w:tcPr>
            <w:tcW w:w="15452" w:type="dxa"/>
            <w:gridSpan w:val="4"/>
          </w:tcPr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594">
              <w:rPr>
                <w:rFonts w:ascii="Times New Roman" w:hAnsi="Times New Roman"/>
                <w:b/>
                <w:sz w:val="24"/>
                <w:szCs w:val="24"/>
              </w:rPr>
              <w:t>Июль</w:t>
            </w:r>
          </w:p>
        </w:tc>
      </w:tr>
      <w:tr w:rsidR="00F42820" w:rsidRPr="003E6594" w:rsidTr="003E6594">
        <w:tc>
          <w:tcPr>
            <w:tcW w:w="568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F42820" w:rsidRPr="003E6594" w:rsidRDefault="00F42820" w:rsidP="003E6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 xml:space="preserve">Республиканская профориентационная акция «Большая перемена» </w:t>
            </w:r>
          </w:p>
          <w:p w:rsidR="00F42820" w:rsidRPr="003E6594" w:rsidRDefault="00F42820" w:rsidP="003E6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(в каникулярное время в загородных лагерях отдыха и оздоровления детей)</w:t>
            </w:r>
          </w:p>
        </w:tc>
        <w:tc>
          <w:tcPr>
            <w:tcW w:w="5528" w:type="dxa"/>
          </w:tcPr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 xml:space="preserve">для  молодежи до 18 лет </w:t>
            </w:r>
          </w:p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МБОУ «Сорская СОШ №3 с УИОП»</w:t>
            </w:r>
          </w:p>
        </w:tc>
        <w:tc>
          <w:tcPr>
            <w:tcW w:w="2410" w:type="dxa"/>
          </w:tcPr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</w:tr>
      <w:tr w:rsidR="00F42820" w:rsidRPr="003E6594" w:rsidTr="003E6594">
        <w:tc>
          <w:tcPr>
            <w:tcW w:w="15452" w:type="dxa"/>
            <w:gridSpan w:val="4"/>
          </w:tcPr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594">
              <w:rPr>
                <w:rFonts w:ascii="Times New Roman" w:hAnsi="Times New Roman"/>
                <w:b/>
                <w:sz w:val="24"/>
                <w:szCs w:val="24"/>
              </w:rPr>
              <w:t>Август</w:t>
            </w:r>
          </w:p>
        </w:tc>
      </w:tr>
      <w:tr w:rsidR="00F42820" w:rsidRPr="003E6594" w:rsidTr="003E6594">
        <w:tc>
          <w:tcPr>
            <w:tcW w:w="568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F42820" w:rsidRPr="003E6594" w:rsidRDefault="00F42820" w:rsidP="003E6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 xml:space="preserve">Республиканская профориентационная акция «Большая перемена» </w:t>
            </w:r>
          </w:p>
          <w:p w:rsidR="00F42820" w:rsidRPr="003E6594" w:rsidRDefault="00F42820" w:rsidP="003E6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(в каникулярное время в загородных лагерях отдыха и оздоровления детей)</w:t>
            </w:r>
          </w:p>
        </w:tc>
        <w:tc>
          <w:tcPr>
            <w:tcW w:w="5528" w:type="dxa"/>
          </w:tcPr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для  молодежи до 18 лет МБОУ «Сорская ООШ№2 им. Толстихиной Ю.Н.»</w:t>
            </w:r>
          </w:p>
        </w:tc>
        <w:tc>
          <w:tcPr>
            <w:tcW w:w="2410" w:type="dxa"/>
          </w:tcPr>
          <w:p w:rsidR="00F42820" w:rsidRPr="003E6594" w:rsidRDefault="00F42820" w:rsidP="003E6594">
            <w:pPr>
              <w:spacing w:after="0" w:line="240" w:lineRule="auto"/>
              <w:ind w:left="-215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в течение  месяца</w:t>
            </w:r>
          </w:p>
        </w:tc>
      </w:tr>
      <w:tr w:rsidR="00F42820" w:rsidRPr="003E6594" w:rsidTr="003E6594">
        <w:tc>
          <w:tcPr>
            <w:tcW w:w="568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F42820" w:rsidRPr="003E6594" w:rsidRDefault="00F42820" w:rsidP="003E6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Республиканский слет трудовых отрядов учащихся</w:t>
            </w:r>
          </w:p>
        </w:tc>
        <w:tc>
          <w:tcPr>
            <w:tcW w:w="5528" w:type="dxa"/>
          </w:tcPr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молодежь в возрасте 14-18 лет МБОУ «Сорская СОШ №3 с УИОП», МБОУ «Сорская ООШ№2 им. Толстихиной Ю.Н.»</w:t>
            </w:r>
          </w:p>
        </w:tc>
        <w:tc>
          <w:tcPr>
            <w:tcW w:w="2410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 xml:space="preserve">26 августа  </w:t>
            </w:r>
          </w:p>
        </w:tc>
      </w:tr>
      <w:tr w:rsidR="00F42820" w:rsidRPr="003E6594" w:rsidTr="003E6594">
        <w:tc>
          <w:tcPr>
            <w:tcW w:w="15452" w:type="dxa"/>
            <w:gridSpan w:val="4"/>
          </w:tcPr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594">
              <w:rPr>
                <w:rFonts w:ascii="Times New Roman" w:hAnsi="Times New Roman"/>
                <w:b/>
                <w:sz w:val="24"/>
                <w:szCs w:val="24"/>
              </w:rPr>
              <w:t>Сентябрь</w:t>
            </w:r>
          </w:p>
        </w:tc>
      </w:tr>
      <w:tr w:rsidR="00F42820" w:rsidRPr="003E6594" w:rsidTr="003E6594">
        <w:tc>
          <w:tcPr>
            <w:tcW w:w="568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F42820" w:rsidRPr="003E6594" w:rsidRDefault="00F42820" w:rsidP="003E6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Профориентационная акция  «Профессии строительной сферы»</w:t>
            </w:r>
          </w:p>
        </w:tc>
        <w:tc>
          <w:tcPr>
            <w:tcW w:w="5528" w:type="dxa"/>
          </w:tcPr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 xml:space="preserve">учащиеся  8-10 классов </w:t>
            </w:r>
          </w:p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МБОУ «Сорская СОШ №3 с УИОП», отдел ЖКХ и строительства администрации города Сорска</w:t>
            </w:r>
          </w:p>
        </w:tc>
        <w:tc>
          <w:tcPr>
            <w:tcW w:w="2410" w:type="dxa"/>
          </w:tcPr>
          <w:p w:rsidR="00F42820" w:rsidRPr="003E6594" w:rsidRDefault="00F42820" w:rsidP="003E6594">
            <w:pPr>
              <w:spacing w:after="0" w:line="240" w:lineRule="auto"/>
              <w:ind w:left="-249" w:right="-2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9 сентября</w:t>
            </w:r>
          </w:p>
        </w:tc>
      </w:tr>
      <w:tr w:rsidR="00F42820" w:rsidRPr="003E6594" w:rsidTr="003E6594">
        <w:tc>
          <w:tcPr>
            <w:tcW w:w="568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F42820" w:rsidRPr="003E6594" w:rsidRDefault="00F42820" w:rsidP="003E6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 xml:space="preserve">Профориентационная акция  </w:t>
            </w:r>
            <w:r w:rsidRPr="003E6594">
              <w:rPr>
                <w:rFonts w:ascii="Times New Roman" w:hAnsi="Times New Roman"/>
                <w:color w:val="000000"/>
                <w:sz w:val="24"/>
                <w:szCs w:val="24"/>
              </w:rPr>
              <w:t>«Кем быть?»</w:t>
            </w:r>
          </w:p>
        </w:tc>
        <w:tc>
          <w:tcPr>
            <w:tcW w:w="5528" w:type="dxa"/>
          </w:tcPr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bCs/>
                <w:sz w:val="24"/>
                <w:szCs w:val="24"/>
              </w:rPr>
              <w:t>учащиеся коррекционных образовательных организаций</w:t>
            </w:r>
            <w:r w:rsidRPr="003E65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МБОУ «Сорская ООШ№2 им. Толстихиной Ю.Н.»</w:t>
            </w:r>
          </w:p>
        </w:tc>
        <w:tc>
          <w:tcPr>
            <w:tcW w:w="2410" w:type="dxa"/>
          </w:tcPr>
          <w:p w:rsidR="00F42820" w:rsidRPr="003E6594" w:rsidRDefault="00F42820" w:rsidP="003E6594">
            <w:pPr>
              <w:spacing w:after="0" w:line="240" w:lineRule="auto"/>
              <w:ind w:left="-249" w:right="-2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14 сентября</w:t>
            </w:r>
          </w:p>
          <w:p w:rsidR="00F42820" w:rsidRPr="003E6594" w:rsidRDefault="00F42820" w:rsidP="003E6594">
            <w:pPr>
              <w:spacing w:after="0" w:line="240" w:lineRule="auto"/>
              <w:ind w:left="-249" w:right="-2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42820" w:rsidRPr="003E6594" w:rsidTr="003E6594">
        <w:tc>
          <w:tcPr>
            <w:tcW w:w="568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F42820" w:rsidRPr="003E6594" w:rsidRDefault="00F42820" w:rsidP="003E6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Профориентационная акция «День профессионального самоопределения»</w:t>
            </w:r>
          </w:p>
        </w:tc>
        <w:tc>
          <w:tcPr>
            <w:tcW w:w="5528" w:type="dxa"/>
          </w:tcPr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дети-сироты и дети, оставшиеся без попечения родителей, отдел образования администрации города Сорска (отдел опеки)</w:t>
            </w:r>
          </w:p>
        </w:tc>
        <w:tc>
          <w:tcPr>
            <w:tcW w:w="2410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19 сентября</w:t>
            </w:r>
          </w:p>
        </w:tc>
      </w:tr>
      <w:tr w:rsidR="00F42820" w:rsidRPr="003E6594" w:rsidTr="003E6594">
        <w:tc>
          <w:tcPr>
            <w:tcW w:w="568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F42820" w:rsidRPr="003E6594" w:rsidRDefault="00F42820" w:rsidP="003E6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Экскурсии в организацию торговли МПТП «Прогресс»</w:t>
            </w:r>
          </w:p>
        </w:tc>
        <w:tc>
          <w:tcPr>
            <w:tcW w:w="5528" w:type="dxa"/>
          </w:tcPr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учащиеся 5-7 классов МБОУ «Сорская СОШ №3 с УИОП», МБОУ «Сорская ООШ№2 им. Толстихиной Ю.Н.»</w:t>
            </w:r>
          </w:p>
        </w:tc>
        <w:tc>
          <w:tcPr>
            <w:tcW w:w="2410" w:type="dxa"/>
          </w:tcPr>
          <w:p w:rsidR="00F42820" w:rsidRPr="003E6594" w:rsidRDefault="00F42820" w:rsidP="003E6594">
            <w:pPr>
              <w:spacing w:after="0" w:line="240" w:lineRule="auto"/>
              <w:ind w:left="-250" w:right="-25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</w:tr>
      <w:tr w:rsidR="00F42820" w:rsidRPr="003E6594" w:rsidTr="003E6594">
        <w:tc>
          <w:tcPr>
            <w:tcW w:w="15452" w:type="dxa"/>
            <w:gridSpan w:val="4"/>
          </w:tcPr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594">
              <w:rPr>
                <w:rFonts w:ascii="Times New Roman" w:hAnsi="Times New Roman"/>
                <w:b/>
                <w:sz w:val="24"/>
                <w:szCs w:val="24"/>
              </w:rPr>
              <w:t>Октябрь</w:t>
            </w:r>
          </w:p>
        </w:tc>
      </w:tr>
      <w:tr w:rsidR="00F42820" w:rsidRPr="003E6594" w:rsidTr="003E6594">
        <w:tc>
          <w:tcPr>
            <w:tcW w:w="568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F42820" w:rsidRPr="003E6594" w:rsidRDefault="00F42820" w:rsidP="003E6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Профориентационная акция «Профессии педагогической сферы»</w:t>
            </w:r>
          </w:p>
        </w:tc>
        <w:tc>
          <w:tcPr>
            <w:tcW w:w="5528" w:type="dxa"/>
          </w:tcPr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учащиеся 7-9 классов МБОУ «Сорская СОШ №3 с УИОП», МБОУ «Сорская ООШ№2 им. Толстихиной Ю.Н.», заслуженные учителя пенсионеры, работающие учителя</w:t>
            </w:r>
          </w:p>
        </w:tc>
        <w:tc>
          <w:tcPr>
            <w:tcW w:w="2410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4 октября</w:t>
            </w:r>
          </w:p>
        </w:tc>
      </w:tr>
      <w:tr w:rsidR="00F42820" w:rsidRPr="003E6594" w:rsidTr="003E6594">
        <w:tc>
          <w:tcPr>
            <w:tcW w:w="568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F42820" w:rsidRPr="003E6594" w:rsidRDefault="00F42820" w:rsidP="003E6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Профориентационная акция ко Дню профессий сельскохозяйственной сферы</w:t>
            </w:r>
          </w:p>
        </w:tc>
        <w:tc>
          <w:tcPr>
            <w:tcW w:w="5528" w:type="dxa"/>
          </w:tcPr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 xml:space="preserve">учащиеся  8-9 классов Филиал МБОУ «Сорская СОШ №3 с УИОП» Ербинская ООШ №4, </w:t>
            </w:r>
          </w:p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КФХ Бойко</w:t>
            </w:r>
          </w:p>
        </w:tc>
        <w:tc>
          <w:tcPr>
            <w:tcW w:w="2410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14 октября</w:t>
            </w:r>
          </w:p>
        </w:tc>
      </w:tr>
      <w:tr w:rsidR="00F42820" w:rsidRPr="003E6594" w:rsidTr="003E6594">
        <w:tc>
          <w:tcPr>
            <w:tcW w:w="568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F42820" w:rsidRPr="003E6594" w:rsidRDefault="00F42820" w:rsidP="003E6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 xml:space="preserve"> «Живая книга» с участием ветеранов и лучших работников различных отраслей экономики </w:t>
            </w:r>
          </w:p>
        </w:tc>
        <w:tc>
          <w:tcPr>
            <w:tcW w:w="5528" w:type="dxa"/>
          </w:tcPr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учащиеся 6-9 классов МБОУ «Сорская ООШ№2 им. Толстихиной Ю.Н.», городской совет ветеранов</w:t>
            </w:r>
          </w:p>
        </w:tc>
        <w:tc>
          <w:tcPr>
            <w:tcW w:w="2410" w:type="dxa"/>
          </w:tcPr>
          <w:p w:rsidR="00F42820" w:rsidRPr="003E6594" w:rsidRDefault="00F42820" w:rsidP="003E6594">
            <w:pPr>
              <w:spacing w:after="0" w:line="240" w:lineRule="auto"/>
              <w:ind w:left="-249" w:right="-2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20 октября</w:t>
            </w:r>
          </w:p>
        </w:tc>
      </w:tr>
      <w:tr w:rsidR="00F42820" w:rsidRPr="003E6594" w:rsidTr="003E6594">
        <w:tc>
          <w:tcPr>
            <w:tcW w:w="568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F42820" w:rsidRPr="003E6594" w:rsidRDefault="00F42820" w:rsidP="003E6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 xml:space="preserve">Экскурсия в организацию текстильной и легкой промышленности </w:t>
            </w:r>
          </w:p>
        </w:tc>
        <w:tc>
          <w:tcPr>
            <w:tcW w:w="5528" w:type="dxa"/>
          </w:tcPr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учащиеся  5-7 классов МБОУ «Сорская СОШ №3 с УИОП», МБОУ «Сорская ООШ№2 им. Толстихиной Ю.Н.»</w:t>
            </w:r>
          </w:p>
        </w:tc>
        <w:tc>
          <w:tcPr>
            <w:tcW w:w="2410" w:type="dxa"/>
          </w:tcPr>
          <w:p w:rsidR="00F42820" w:rsidRPr="003E6594" w:rsidRDefault="00F42820" w:rsidP="003E6594">
            <w:pPr>
              <w:spacing w:after="0" w:line="240" w:lineRule="auto"/>
              <w:ind w:left="-249" w:right="-2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</w:tr>
      <w:tr w:rsidR="00F42820" w:rsidRPr="003E6594" w:rsidTr="003E6594">
        <w:tc>
          <w:tcPr>
            <w:tcW w:w="15452" w:type="dxa"/>
            <w:gridSpan w:val="4"/>
          </w:tcPr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594">
              <w:rPr>
                <w:rFonts w:ascii="Times New Roman" w:hAnsi="Times New Roman"/>
                <w:b/>
                <w:sz w:val="24"/>
                <w:szCs w:val="24"/>
              </w:rPr>
              <w:t>Ноябрь</w:t>
            </w:r>
          </w:p>
        </w:tc>
      </w:tr>
      <w:tr w:rsidR="00F42820" w:rsidRPr="003E6594" w:rsidTr="003E6594">
        <w:tc>
          <w:tcPr>
            <w:tcW w:w="568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F42820" w:rsidRPr="003E6594" w:rsidRDefault="00F42820" w:rsidP="003E6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Профориентационная акция  «</w:t>
            </w:r>
            <w:r w:rsidRPr="003E6594">
              <w:rPr>
                <w:rFonts w:ascii="Times New Roman" w:hAnsi="Times New Roman"/>
                <w:color w:val="000000"/>
                <w:sz w:val="24"/>
                <w:szCs w:val="24"/>
              </w:rPr>
              <w:t>Говорят  выпускники»</w:t>
            </w:r>
          </w:p>
        </w:tc>
        <w:tc>
          <w:tcPr>
            <w:tcW w:w="5528" w:type="dxa"/>
          </w:tcPr>
          <w:p w:rsidR="00F42820" w:rsidRPr="003E6594" w:rsidRDefault="00F42820" w:rsidP="003E6594">
            <w:pPr>
              <w:spacing w:after="0" w:line="240" w:lineRule="auto"/>
              <w:ind w:left="3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bCs/>
                <w:sz w:val="24"/>
                <w:szCs w:val="24"/>
              </w:rPr>
              <w:t>учащиеся коррекционных образовательных организаций</w:t>
            </w:r>
            <w:r w:rsidRPr="003E6594">
              <w:rPr>
                <w:rFonts w:ascii="Times New Roman" w:hAnsi="Times New Roman"/>
                <w:sz w:val="24"/>
                <w:szCs w:val="24"/>
              </w:rPr>
              <w:t xml:space="preserve"> МБОУ «Сорская ООШ№2 им. Толстихиной Ю.Н.»</w:t>
            </w:r>
          </w:p>
        </w:tc>
        <w:tc>
          <w:tcPr>
            <w:tcW w:w="2410" w:type="dxa"/>
          </w:tcPr>
          <w:p w:rsidR="00F42820" w:rsidRPr="003E6594" w:rsidRDefault="00F42820" w:rsidP="003E6594">
            <w:pPr>
              <w:spacing w:after="0" w:line="240" w:lineRule="auto"/>
              <w:ind w:left="-249" w:right="-2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11 ноября</w:t>
            </w:r>
          </w:p>
          <w:p w:rsidR="00F42820" w:rsidRPr="003E6594" w:rsidRDefault="00F42820" w:rsidP="003E6594">
            <w:pPr>
              <w:spacing w:after="0" w:line="240" w:lineRule="auto"/>
              <w:ind w:left="-249" w:right="-2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42820" w:rsidRPr="003E6594" w:rsidTr="003E6594">
        <w:tc>
          <w:tcPr>
            <w:tcW w:w="568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F42820" w:rsidRPr="003E6594" w:rsidRDefault="00F42820" w:rsidP="003E6594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Дни СПО: «Профессиональный диалог: школа–колледж–предприятие. Твой профессиональный выбор»</w:t>
            </w:r>
          </w:p>
        </w:tc>
        <w:tc>
          <w:tcPr>
            <w:tcW w:w="5528" w:type="dxa"/>
          </w:tcPr>
          <w:p w:rsidR="00F42820" w:rsidRPr="003E6594" w:rsidRDefault="00F42820" w:rsidP="003E6594">
            <w:pPr>
              <w:spacing w:after="0" w:line="240" w:lineRule="auto"/>
              <w:ind w:left="3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учащиеся 8-10 классов</w:t>
            </w:r>
          </w:p>
          <w:p w:rsidR="00F42820" w:rsidRPr="003E6594" w:rsidRDefault="00F42820" w:rsidP="003E6594">
            <w:pPr>
              <w:spacing w:after="0" w:line="240" w:lineRule="auto"/>
              <w:ind w:left="34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в рамках Дней СПО РХ МБОУ «Сорская СОШ №3 с УИОП», МБОУ «Сорская ООШ№2 им. Толстихиной Ю.Н.», представители СПО, ВПО</w:t>
            </w:r>
          </w:p>
        </w:tc>
        <w:tc>
          <w:tcPr>
            <w:tcW w:w="2410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3E6594">
              <w:rPr>
                <w:rFonts w:ascii="Times New Roman" w:hAnsi="Times New Roman"/>
                <w:sz w:val="24"/>
                <w:szCs w:val="24"/>
              </w:rPr>
              <w:t xml:space="preserve"> декада  </w:t>
            </w:r>
          </w:p>
        </w:tc>
      </w:tr>
      <w:tr w:rsidR="00F42820" w:rsidRPr="003E6594" w:rsidTr="003E6594">
        <w:tc>
          <w:tcPr>
            <w:tcW w:w="568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F42820" w:rsidRPr="003E6594" w:rsidRDefault="00F42820" w:rsidP="003E6594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Профориентационная акция  «Как стать успешным в профессии»</w:t>
            </w:r>
          </w:p>
        </w:tc>
        <w:tc>
          <w:tcPr>
            <w:tcW w:w="5528" w:type="dxa"/>
          </w:tcPr>
          <w:p w:rsidR="00F42820" w:rsidRPr="003E6594" w:rsidRDefault="00F42820" w:rsidP="003E6594">
            <w:pPr>
              <w:spacing w:after="0" w:line="240" w:lineRule="auto"/>
              <w:ind w:left="3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несовершеннолетние  граждане, состоящие на учете КДН и ЗП, а также на внутришкольном учете МБОУ «Сорская СОШ №3 с УИОП»</w:t>
            </w:r>
          </w:p>
        </w:tc>
        <w:tc>
          <w:tcPr>
            <w:tcW w:w="2410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18 ноября</w:t>
            </w:r>
          </w:p>
        </w:tc>
      </w:tr>
      <w:tr w:rsidR="00F42820" w:rsidRPr="003E6594" w:rsidTr="003E6594">
        <w:tc>
          <w:tcPr>
            <w:tcW w:w="568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F42820" w:rsidRPr="003E6594" w:rsidRDefault="00F42820" w:rsidP="003E6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E65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Школьное родительское собрание на тему: «Роль семьи в профессиональном самоопределении»</w:t>
            </w:r>
          </w:p>
        </w:tc>
        <w:tc>
          <w:tcPr>
            <w:tcW w:w="5528" w:type="dxa"/>
          </w:tcPr>
          <w:p w:rsidR="00F42820" w:rsidRPr="003E6594" w:rsidRDefault="00F42820" w:rsidP="003E6594">
            <w:pPr>
              <w:spacing w:after="0" w:line="240" w:lineRule="auto"/>
              <w:ind w:left="3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родители 6-10 классов МБОУ «Сорская СОШ №3 с УИОП»</w:t>
            </w:r>
          </w:p>
        </w:tc>
        <w:tc>
          <w:tcPr>
            <w:tcW w:w="2410" w:type="dxa"/>
          </w:tcPr>
          <w:p w:rsidR="00F42820" w:rsidRPr="003E6594" w:rsidRDefault="00F42820" w:rsidP="003E6594">
            <w:pPr>
              <w:spacing w:after="0" w:line="240" w:lineRule="auto"/>
              <w:ind w:left="-73" w:right="-1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</w:tr>
      <w:tr w:rsidR="00F42820" w:rsidRPr="003E6594" w:rsidTr="003E6594">
        <w:tc>
          <w:tcPr>
            <w:tcW w:w="568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F42820" w:rsidRPr="003E6594" w:rsidRDefault="00F42820" w:rsidP="003E6594">
            <w:pPr>
              <w:pStyle w:val="ListParagraph"/>
              <w:tabs>
                <w:tab w:val="left" w:pos="284"/>
                <w:tab w:val="left" w:pos="1418"/>
              </w:tabs>
              <w:spacing w:after="0" w:line="240" w:lineRule="auto"/>
              <w:ind w:left="0" w:righ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Экскурсия в ДОД «Дом детского творчества»</w:t>
            </w:r>
          </w:p>
        </w:tc>
        <w:tc>
          <w:tcPr>
            <w:tcW w:w="5528" w:type="dxa"/>
          </w:tcPr>
          <w:p w:rsidR="00F42820" w:rsidRPr="003E6594" w:rsidRDefault="00F42820" w:rsidP="003E6594">
            <w:pPr>
              <w:spacing w:after="0" w:line="240" w:lineRule="auto"/>
              <w:ind w:left="34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учащиеся  5-7 классов МБОУ «Сорская СОШ №3 с УИОП», МБОУ «Сорская ООШ№2 им. Толстихиной Ю.Н.»</w:t>
            </w:r>
          </w:p>
        </w:tc>
        <w:tc>
          <w:tcPr>
            <w:tcW w:w="2410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</w:tr>
      <w:tr w:rsidR="00F42820" w:rsidRPr="003E6594" w:rsidTr="003E6594">
        <w:tc>
          <w:tcPr>
            <w:tcW w:w="568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:rsidR="00F42820" w:rsidRPr="003E6594" w:rsidRDefault="00F42820" w:rsidP="003E6594">
            <w:pPr>
              <w:pStyle w:val="ListParagraph"/>
              <w:tabs>
                <w:tab w:val="left" w:pos="284"/>
                <w:tab w:val="left" w:pos="1418"/>
              </w:tabs>
              <w:spacing w:after="0" w:line="240" w:lineRule="auto"/>
              <w:ind w:left="0" w:righ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Ярмарка вакансий и учебных рабочих мест по городу Сорску</w:t>
            </w:r>
          </w:p>
        </w:tc>
        <w:tc>
          <w:tcPr>
            <w:tcW w:w="5528" w:type="dxa"/>
          </w:tcPr>
          <w:p w:rsidR="00F42820" w:rsidRPr="003E6594" w:rsidRDefault="00F42820" w:rsidP="003E6594">
            <w:pPr>
              <w:spacing w:after="0" w:line="240" w:lineRule="auto"/>
              <w:ind w:left="34"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учащиеся 8-11 классов МБОУ «Сорская СОШ №3 с УИОП», МБОУ «Сорская ООШ№2 им. Толстихиной Ю.Н.» Филиал МБОУ «Сорская СОШ №3 с УИОП» Ербинская ООШ №4, МБОУ «Усть – Бюрская СОШ», МБОУ «Чарковская СОШИ», учебные заведения СПО, ВПО, ДОД «Дом детского творчества», работодатели</w:t>
            </w:r>
          </w:p>
        </w:tc>
        <w:tc>
          <w:tcPr>
            <w:tcW w:w="2410" w:type="dxa"/>
          </w:tcPr>
          <w:p w:rsidR="00F42820" w:rsidRPr="003E6594" w:rsidRDefault="00F42820" w:rsidP="003E6594">
            <w:pPr>
              <w:spacing w:after="0" w:line="240" w:lineRule="auto"/>
              <w:ind w:left="-250" w:right="-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3E6594">
              <w:rPr>
                <w:rFonts w:ascii="Times New Roman" w:hAnsi="Times New Roman"/>
                <w:sz w:val="24"/>
                <w:szCs w:val="24"/>
              </w:rPr>
              <w:t xml:space="preserve"> декада</w:t>
            </w:r>
          </w:p>
        </w:tc>
      </w:tr>
      <w:tr w:rsidR="00F42820" w:rsidRPr="003E6594" w:rsidTr="003E6594">
        <w:tc>
          <w:tcPr>
            <w:tcW w:w="15452" w:type="dxa"/>
            <w:gridSpan w:val="4"/>
          </w:tcPr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594">
              <w:rPr>
                <w:rFonts w:ascii="Times New Roman" w:hAnsi="Times New Roman"/>
                <w:b/>
                <w:sz w:val="24"/>
                <w:szCs w:val="24"/>
              </w:rPr>
              <w:t>Декабрь</w:t>
            </w:r>
          </w:p>
        </w:tc>
      </w:tr>
      <w:tr w:rsidR="00F42820" w:rsidRPr="003E6594" w:rsidTr="003E6594">
        <w:tc>
          <w:tcPr>
            <w:tcW w:w="568" w:type="dxa"/>
          </w:tcPr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946" w:type="dxa"/>
          </w:tcPr>
          <w:p w:rsidR="00F42820" w:rsidRPr="003E6594" w:rsidRDefault="00F42820" w:rsidP="003E6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Профориентационная акция «Солнечный круг» приуроченная к Международному дню инвалидов</w:t>
            </w:r>
          </w:p>
        </w:tc>
        <w:tc>
          <w:tcPr>
            <w:tcW w:w="5528" w:type="dxa"/>
          </w:tcPr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Дети - инвалиды и их родители, Сорская ГО ХРО ООО «Всеросийское общество инвалидов» МБОУ «Сорская ООШ№2 им. Толстихиной Ю.Н.», отдел образования</w:t>
            </w:r>
          </w:p>
        </w:tc>
        <w:tc>
          <w:tcPr>
            <w:tcW w:w="2410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6 декабря</w:t>
            </w:r>
          </w:p>
        </w:tc>
      </w:tr>
      <w:tr w:rsidR="00F42820" w:rsidRPr="003E6594" w:rsidTr="003E6594">
        <w:tc>
          <w:tcPr>
            <w:tcW w:w="568" w:type="dxa"/>
          </w:tcPr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F42820" w:rsidRPr="003E6594" w:rsidRDefault="00F42820" w:rsidP="003E6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Профориентационная акция ко Дню энергетика</w:t>
            </w:r>
          </w:p>
        </w:tc>
        <w:tc>
          <w:tcPr>
            <w:tcW w:w="5528" w:type="dxa"/>
          </w:tcPr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учащиеся  8-11 классов, ООО «МРЭС» директор Мозгунов А.В.</w:t>
            </w:r>
          </w:p>
        </w:tc>
        <w:tc>
          <w:tcPr>
            <w:tcW w:w="2410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3E6594">
              <w:rPr>
                <w:rFonts w:ascii="Times New Roman" w:hAnsi="Times New Roman"/>
                <w:sz w:val="24"/>
                <w:szCs w:val="24"/>
              </w:rPr>
              <w:t xml:space="preserve"> декада  </w:t>
            </w:r>
          </w:p>
        </w:tc>
      </w:tr>
      <w:tr w:rsidR="00F42820" w:rsidRPr="003E6594" w:rsidTr="003E6594">
        <w:tc>
          <w:tcPr>
            <w:tcW w:w="568" w:type="dxa"/>
          </w:tcPr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F42820" w:rsidRPr="003E6594" w:rsidRDefault="00F42820" w:rsidP="003E6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М</w:t>
            </w:r>
            <w:r w:rsidRPr="003E659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ежведомственное совещание по вопросу: «О реализации </w:t>
            </w:r>
            <w:r w:rsidRPr="003E6594">
              <w:rPr>
                <w:rFonts w:ascii="Times New Roman" w:hAnsi="Times New Roman"/>
                <w:sz w:val="24"/>
                <w:szCs w:val="24"/>
              </w:rPr>
              <w:t xml:space="preserve">Комплекса мер по проведению профессиональной ориентации школьников и молодежи  в Республике Хакасия на 2014-2017 годы </w:t>
            </w:r>
            <w:r w:rsidRPr="003E6594">
              <w:rPr>
                <w:rFonts w:ascii="Times New Roman" w:hAnsi="Times New Roman"/>
                <w:spacing w:val="-2"/>
                <w:sz w:val="24"/>
                <w:szCs w:val="24"/>
              </w:rPr>
              <w:t>в 2016 году»</w:t>
            </w:r>
          </w:p>
        </w:tc>
        <w:tc>
          <w:tcPr>
            <w:tcW w:w="5528" w:type="dxa"/>
          </w:tcPr>
          <w:p w:rsidR="00F42820" w:rsidRPr="003E6594" w:rsidRDefault="00F42820" w:rsidP="003E65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ответственные за реализацию</w:t>
            </w:r>
            <w:r w:rsidRPr="003E659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E6594">
              <w:rPr>
                <w:rFonts w:ascii="Times New Roman" w:hAnsi="Times New Roman"/>
                <w:sz w:val="24"/>
                <w:szCs w:val="24"/>
              </w:rPr>
              <w:t>Комплекса мер по проведению профессиональной ориентации школьников и молодежи  в Республике Хакасия</w:t>
            </w:r>
          </w:p>
        </w:tc>
        <w:tc>
          <w:tcPr>
            <w:tcW w:w="2410" w:type="dxa"/>
          </w:tcPr>
          <w:p w:rsidR="00F42820" w:rsidRPr="003E6594" w:rsidRDefault="00F42820" w:rsidP="003E6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594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</w:tr>
    </w:tbl>
    <w:p w:rsidR="00F42820" w:rsidRDefault="00F42820" w:rsidP="000F6B22">
      <w:pPr>
        <w:jc w:val="both"/>
        <w:rPr>
          <w:rFonts w:ascii="Times New Roman" w:hAnsi="Times New Roman"/>
          <w:b/>
          <w:sz w:val="26"/>
          <w:szCs w:val="26"/>
        </w:rPr>
      </w:pPr>
    </w:p>
    <w:p w:rsidR="00F42820" w:rsidRDefault="00F42820" w:rsidP="000F6B22">
      <w:pPr>
        <w:jc w:val="both"/>
        <w:rPr>
          <w:rFonts w:ascii="Times New Roman" w:hAnsi="Times New Roman"/>
          <w:b/>
          <w:sz w:val="26"/>
          <w:szCs w:val="26"/>
        </w:rPr>
      </w:pPr>
    </w:p>
    <w:p w:rsidR="00F42820" w:rsidRPr="000F6B22" w:rsidRDefault="00F42820" w:rsidP="000F6B22">
      <w:pPr>
        <w:jc w:val="both"/>
        <w:rPr>
          <w:rFonts w:ascii="Times New Roman" w:hAnsi="Times New Roman"/>
          <w:sz w:val="26"/>
          <w:szCs w:val="26"/>
        </w:rPr>
      </w:pPr>
      <w:r w:rsidRPr="000F6B22">
        <w:rPr>
          <w:rFonts w:ascii="Times New Roman" w:hAnsi="Times New Roman"/>
          <w:sz w:val="26"/>
          <w:szCs w:val="26"/>
        </w:rPr>
        <w:t xml:space="preserve">Зам. Главы по социальным вопросам </w:t>
      </w:r>
      <w:r w:rsidRPr="000F6B22">
        <w:rPr>
          <w:rFonts w:ascii="Times New Roman" w:hAnsi="Times New Roman"/>
          <w:sz w:val="26"/>
          <w:szCs w:val="26"/>
        </w:rPr>
        <w:tab/>
      </w:r>
      <w:r w:rsidRPr="000F6B22">
        <w:rPr>
          <w:rFonts w:ascii="Times New Roman" w:hAnsi="Times New Roman"/>
          <w:sz w:val="26"/>
          <w:szCs w:val="26"/>
        </w:rPr>
        <w:tab/>
      </w:r>
      <w:r w:rsidRPr="000F6B22">
        <w:rPr>
          <w:rFonts w:ascii="Times New Roman" w:hAnsi="Times New Roman"/>
          <w:sz w:val="26"/>
          <w:szCs w:val="26"/>
        </w:rPr>
        <w:tab/>
      </w:r>
      <w:r w:rsidRPr="000F6B22">
        <w:rPr>
          <w:rFonts w:ascii="Times New Roman" w:hAnsi="Times New Roman"/>
          <w:sz w:val="26"/>
          <w:szCs w:val="26"/>
        </w:rPr>
        <w:tab/>
      </w:r>
      <w:r w:rsidRPr="000F6B22">
        <w:rPr>
          <w:rFonts w:ascii="Times New Roman" w:hAnsi="Times New Roman"/>
          <w:sz w:val="26"/>
          <w:szCs w:val="26"/>
        </w:rPr>
        <w:tab/>
      </w:r>
      <w:r w:rsidRPr="000F6B22">
        <w:rPr>
          <w:rFonts w:ascii="Times New Roman" w:hAnsi="Times New Roman"/>
          <w:sz w:val="26"/>
          <w:szCs w:val="26"/>
        </w:rPr>
        <w:tab/>
      </w:r>
      <w:r w:rsidRPr="000F6B22">
        <w:rPr>
          <w:rFonts w:ascii="Times New Roman" w:hAnsi="Times New Roman"/>
          <w:sz w:val="26"/>
          <w:szCs w:val="26"/>
        </w:rPr>
        <w:tab/>
      </w:r>
      <w:r w:rsidRPr="000F6B22">
        <w:rPr>
          <w:rFonts w:ascii="Times New Roman" w:hAnsi="Times New Roman"/>
          <w:sz w:val="26"/>
          <w:szCs w:val="26"/>
        </w:rPr>
        <w:tab/>
      </w:r>
      <w:r w:rsidRPr="000F6B22">
        <w:rPr>
          <w:rFonts w:ascii="Times New Roman" w:hAnsi="Times New Roman"/>
          <w:sz w:val="26"/>
          <w:szCs w:val="26"/>
        </w:rPr>
        <w:tab/>
      </w:r>
      <w:r w:rsidRPr="000F6B22">
        <w:rPr>
          <w:rFonts w:ascii="Times New Roman" w:hAnsi="Times New Roman"/>
          <w:sz w:val="26"/>
          <w:szCs w:val="26"/>
        </w:rPr>
        <w:tab/>
      </w:r>
      <w:r w:rsidRPr="000F6B22">
        <w:rPr>
          <w:rFonts w:ascii="Times New Roman" w:hAnsi="Times New Roman"/>
          <w:sz w:val="26"/>
          <w:szCs w:val="26"/>
        </w:rPr>
        <w:tab/>
        <w:t xml:space="preserve">Т.В. Шимель  </w:t>
      </w:r>
    </w:p>
    <w:sectPr w:rsidR="00F42820" w:rsidRPr="000F6B22" w:rsidSect="00624051">
      <w:pgSz w:w="16838" w:h="11906" w:orient="landscape"/>
      <w:pgMar w:top="851" w:right="253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haroni">
    <w:panose1 w:val="00000000000000000000"/>
    <w:charset w:val="B1"/>
    <w:family w:val="auto"/>
    <w:notTrueType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50775"/>
    <w:multiLevelType w:val="multilevel"/>
    <w:tmpl w:val="72800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2D48"/>
    <w:rsid w:val="00005130"/>
    <w:rsid w:val="000230BF"/>
    <w:rsid w:val="00030440"/>
    <w:rsid w:val="0004480F"/>
    <w:rsid w:val="00061C4A"/>
    <w:rsid w:val="00064901"/>
    <w:rsid w:val="000727B6"/>
    <w:rsid w:val="00095EE7"/>
    <w:rsid w:val="000A054B"/>
    <w:rsid w:val="000A4537"/>
    <w:rsid w:val="000B499A"/>
    <w:rsid w:val="000E4213"/>
    <w:rsid w:val="000F6B22"/>
    <w:rsid w:val="001028A7"/>
    <w:rsid w:val="00103AE4"/>
    <w:rsid w:val="00104A31"/>
    <w:rsid w:val="001115AB"/>
    <w:rsid w:val="00145BD6"/>
    <w:rsid w:val="001709A4"/>
    <w:rsid w:val="001A56BE"/>
    <w:rsid w:val="001B6303"/>
    <w:rsid w:val="001B72D8"/>
    <w:rsid w:val="001D5DE2"/>
    <w:rsid w:val="001F40E6"/>
    <w:rsid w:val="0020242A"/>
    <w:rsid w:val="0021384A"/>
    <w:rsid w:val="0021618D"/>
    <w:rsid w:val="00224FD6"/>
    <w:rsid w:val="00226A3A"/>
    <w:rsid w:val="002300AF"/>
    <w:rsid w:val="00233B08"/>
    <w:rsid w:val="00257FD3"/>
    <w:rsid w:val="00282CEE"/>
    <w:rsid w:val="00283B2F"/>
    <w:rsid w:val="00297307"/>
    <w:rsid w:val="002D0D33"/>
    <w:rsid w:val="002D5605"/>
    <w:rsid w:val="002F415C"/>
    <w:rsid w:val="003052ED"/>
    <w:rsid w:val="00314C96"/>
    <w:rsid w:val="00354D19"/>
    <w:rsid w:val="0036427C"/>
    <w:rsid w:val="00365281"/>
    <w:rsid w:val="00370AA8"/>
    <w:rsid w:val="00386680"/>
    <w:rsid w:val="00397492"/>
    <w:rsid w:val="003B094E"/>
    <w:rsid w:val="003B449A"/>
    <w:rsid w:val="003B4F37"/>
    <w:rsid w:val="003B521B"/>
    <w:rsid w:val="003E6594"/>
    <w:rsid w:val="003F3E1C"/>
    <w:rsid w:val="00402AB9"/>
    <w:rsid w:val="00406B12"/>
    <w:rsid w:val="00406E97"/>
    <w:rsid w:val="004129CA"/>
    <w:rsid w:val="00413C3A"/>
    <w:rsid w:val="004536AF"/>
    <w:rsid w:val="004659B7"/>
    <w:rsid w:val="004664F9"/>
    <w:rsid w:val="00493F2D"/>
    <w:rsid w:val="0049704B"/>
    <w:rsid w:val="004E78FA"/>
    <w:rsid w:val="004F6596"/>
    <w:rsid w:val="004F75DA"/>
    <w:rsid w:val="0052421D"/>
    <w:rsid w:val="00524C8E"/>
    <w:rsid w:val="00542A88"/>
    <w:rsid w:val="00562F9F"/>
    <w:rsid w:val="0057200C"/>
    <w:rsid w:val="00583A26"/>
    <w:rsid w:val="005952A6"/>
    <w:rsid w:val="005A3E81"/>
    <w:rsid w:val="005C3286"/>
    <w:rsid w:val="005C74BC"/>
    <w:rsid w:val="005D0685"/>
    <w:rsid w:val="005D12EE"/>
    <w:rsid w:val="005D39AE"/>
    <w:rsid w:val="005E7447"/>
    <w:rsid w:val="005F00E1"/>
    <w:rsid w:val="00600DAC"/>
    <w:rsid w:val="0060564F"/>
    <w:rsid w:val="006071CA"/>
    <w:rsid w:val="00624051"/>
    <w:rsid w:val="00625CC1"/>
    <w:rsid w:val="00646AC3"/>
    <w:rsid w:val="0065106D"/>
    <w:rsid w:val="00661312"/>
    <w:rsid w:val="00672D28"/>
    <w:rsid w:val="00683EDE"/>
    <w:rsid w:val="00685724"/>
    <w:rsid w:val="0069252D"/>
    <w:rsid w:val="006B0053"/>
    <w:rsid w:val="006D63DC"/>
    <w:rsid w:val="0071476E"/>
    <w:rsid w:val="00716AB8"/>
    <w:rsid w:val="00745130"/>
    <w:rsid w:val="007518B8"/>
    <w:rsid w:val="0076467F"/>
    <w:rsid w:val="00767239"/>
    <w:rsid w:val="007867DE"/>
    <w:rsid w:val="007869D7"/>
    <w:rsid w:val="007E5831"/>
    <w:rsid w:val="007F067F"/>
    <w:rsid w:val="00823D10"/>
    <w:rsid w:val="008374A2"/>
    <w:rsid w:val="008512AE"/>
    <w:rsid w:val="00861557"/>
    <w:rsid w:val="00864D6D"/>
    <w:rsid w:val="00877333"/>
    <w:rsid w:val="00886815"/>
    <w:rsid w:val="00894467"/>
    <w:rsid w:val="008A75DB"/>
    <w:rsid w:val="008A77CF"/>
    <w:rsid w:val="008B13C1"/>
    <w:rsid w:val="008B438D"/>
    <w:rsid w:val="008C5FDB"/>
    <w:rsid w:val="008E0251"/>
    <w:rsid w:val="008E156E"/>
    <w:rsid w:val="008E2C3F"/>
    <w:rsid w:val="008E3D12"/>
    <w:rsid w:val="008F28C5"/>
    <w:rsid w:val="00902C80"/>
    <w:rsid w:val="00924401"/>
    <w:rsid w:val="0094086C"/>
    <w:rsid w:val="009536B0"/>
    <w:rsid w:val="0098359A"/>
    <w:rsid w:val="009901E7"/>
    <w:rsid w:val="009A1A4F"/>
    <w:rsid w:val="009F2EFF"/>
    <w:rsid w:val="00A06D58"/>
    <w:rsid w:val="00A12B3D"/>
    <w:rsid w:val="00A34479"/>
    <w:rsid w:val="00A73034"/>
    <w:rsid w:val="00A86EC2"/>
    <w:rsid w:val="00A8729B"/>
    <w:rsid w:val="00A96A56"/>
    <w:rsid w:val="00AA6D0E"/>
    <w:rsid w:val="00AB0D50"/>
    <w:rsid w:val="00AD4366"/>
    <w:rsid w:val="00AE58A8"/>
    <w:rsid w:val="00AE6656"/>
    <w:rsid w:val="00AF0E90"/>
    <w:rsid w:val="00B06641"/>
    <w:rsid w:val="00B101E0"/>
    <w:rsid w:val="00B11F6B"/>
    <w:rsid w:val="00B220ED"/>
    <w:rsid w:val="00B231E7"/>
    <w:rsid w:val="00B26A65"/>
    <w:rsid w:val="00B43AEB"/>
    <w:rsid w:val="00B6547E"/>
    <w:rsid w:val="00B82B92"/>
    <w:rsid w:val="00B860B1"/>
    <w:rsid w:val="00B904C9"/>
    <w:rsid w:val="00BA38C5"/>
    <w:rsid w:val="00BA719C"/>
    <w:rsid w:val="00BA72D6"/>
    <w:rsid w:val="00BB2C77"/>
    <w:rsid w:val="00BB4E44"/>
    <w:rsid w:val="00BC0F32"/>
    <w:rsid w:val="00BC49B1"/>
    <w:rsid w:val="00BD1C18"/>
    <w:rsid w:val="00BD71E7"/>
    <w:rsid w:val="00BE2D84"/>
    <w:rsid w:val="00BE378E"/>
    <w:rsid w:val="00BE451B"/>
    <w:rsid w:val="00C06808"/>
    <w:rsid w:val="00C409F1"/>
    <w:rsid w:val="00C52222"/>
    <w:rsid w:val="00C6260B"/>
    <w:rsid w:val="00C646DF"/>
    <w:rsid w:val="00CA5435"/>
    <w:rsid w:val="00CD06E2"/>
    <w:rsid w:val="00CD0827"/>
    <w:rsid w:val="00CD14CD"/>
    <w:rsid w:val="00CD2436"/>
    <w:rsid w:val="00CD34C9"/>
    <w:rsid w:val="00CD37C8"/>
    <w:rsid w:val="00CD38EB"/>
    <w:rsid w:val="00D01607"/>
    <w:rsid w:val="00D4786F"/>
    <w:rsid w:val="00D50DEC"/>
    <w:rsid w:val="00D54E40"/>
    <w:rsid w:val="00D637BB"/>
    <w:rsid w:val="00D73E9B"/>
    <w:rsid w:val="00D76D9E"/>
    <w:rsid w:val="00D8567F"/>
    <w:rsid w:val="00DA0550"/>
    <w:rsid w:val="00DE2A31"/>
    <w:rsid w:val="00E12D48"/>
    <w:rsid w:val="00E5713A"/>
    <w:rsid w:val="00EB53D8"/>
    <w:rsid w:val="00F04299"/>
    <w:rsid w:val="00F07AC7"/>
    <w:rsid w:val="00F33312"/>
    <w:rsid w:val="00F42820"/>
    <w:rsid w:val="00F42C83"/>
    <w:rsid w:val="00F525A5"/>
    <w:rsid w:val="00F52EA2"/>
    <w:rsid w:val="00F67CA9"/>
    <w:rsid w:val="00F75DA5"/>
    <w:rsid w:val="00F91D2F"/>
    <w:rsid w:val="00FA2D63"/>
    <w:rsid w:val="00FF5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3D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12D4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3">
    <w:name w:val="c23"/>
    <w:basedOn w:val="Normal"/>
    <w:uiPriority w:val="99"/>
    <w:rsid w:val="001B72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5D068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uiPriority w:val="99"/>
    <w:rsid w:val="00BA72D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68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2154</TotalTime>
  <Pages>5</Pages>
  <Words>1290</Words>
  <Characters>7353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В. Попков</dc:creator>
  <cp:keywords/>
  <dc:description/>
  <cp:lastModifiedBy>Мунуслуги</cp:lastModifiedBy>
  <cp:revision>189</cp:revision>
  <cp:lastPrinted>2016-01-19T01:54:00Z</cp:lastPrinted>
  <dcterms:created xsi:type="dcterms:W3CDTF">2014-11-17T07:38:00Z</dcterms:created>
  <dcterms:modified xsi:type="dcterms:W3CDTF">2016-01-28T03:45:00Z</dcterms:modified>
</cp:coreProperties>
</file>