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E99" w:rsidRPr="00E97E99" w:rsidRDefault="00E97E99" w:rsidP="00E97E99">
      <w:pPr>
        <w:pStyle w:val="ab"/>
        <w:spacing w:after="0" w:line="228" w:lineRule="auto"/>
        <w:jc w:val="right"/>
      </w:pPr>
      <w:r w:rsidRPr="00E97E99">
        <w:t>Приложение к Порядку</w:t>
      </w:r>
    </w:p>
    <w:p w:rsidR="00E97E99" w:rsidRDefault="00E97E99" w:rsidP="00F90CC9">
      <w:pPr>
        <w:pStyle w:val="ab"/>
        <w:spacing w:after="0" w:line="228" w:lineRule="auto"/>
        <w:jc w:val="center"/>
        <w:rPr>
          <w:b/>
        </w:rPr>
      </w:pPr>
    </w:p>
    <w:p w:rsidR="00F90CC9" w:rsidRPr="00F90CC9" w:rsidRDefault="00F90CC9" w:rsidP="00F90CC9">
      <w:pPr>
        <w:pStyle w:val="ab"/>
        <w:spacing w:after="0" w:line="228" w:lineRule="auto"/>
        <w:jc w:val="center"/>
        <w:rPr>
          <w:b/>
        </w:rPr>
      </w:pPr>
      <w:r w:rsidRPr="00F90CC9">
        <w:rPr>
          <w:b/>
        </w:rPr>
        <w:t xml:space="preserve">Реестр источников доходов бюджета муниципального образования </w:t>
      </w:r>
      <w:r w:rsidR="00202055">
        <w:rPr>
          <w:b/>
        </w:rPr>
        <w:t>город Сорск</w:t>
      </w:r>
    </w:p>
    <w:p w:rsidR="00F90CC9" w:rsidRDefault="00F90CC9" w:rsidP="00F90CC9">
      <w:pPr>
        <w:rPr>
          <w:sz w:val="26"/>
          <w:szCs w:val="26"/>
        </w:rPr>
      </w:pPr>
    </w:p>
    <w:p w:rsidR="00F90CC9" w:rsidRPr="00F90CC9" w:rsidRDefault="00F90CC9" w:rsidP="00F90CC9">
      <w:pPr>
        <w:rPr>
          <w:sz w:val="24"/>
          <w:szCs w:val="24"/>
        </w:rPr>
      </w:pPr>
      <w:r w:rsidRPr="00F90CC9">
        <w:rPr>
          <w:sz w:val="24"/>
          <w:szCs w:val="24"/>
        </w:rPr>
        <w:t>Наименование финансового органа: ________________________________</w:t>
      </w:r>
    </w:p>
    <w:p w:rsidR="00F90CC9" w:rsidRPr="00F90CC9" w:rsidRDefault="00F90CC9" w:rsidP="00F90CC9">
      <w:pPr>
        <w:rPr>
          <w:sz w:val="24"/>
          <w:szCs w:val="24"/>
        </w:rPr>
      </w:pPr>
      <w:r w:rsidRPr="00F90CC9">
        <w:rPr>
          <w:sz w:val="24"/>
          <w:szCs w:val="24"/>
        </w:rPr>
        <w:t>Единица измерения: тыс. руб.</w:t>
      </w:r>
    </w:p>
    <w:tbl>
      <w:tblPr>
        <w:tblW w:w="4974" w:type="pct"/>
        <w:tblInd w:w="5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09"/>
        <w:gridCol w:w="1847"/>
        <w:gridCol w:w="705"/>
        <w:gridCol w:w="1138"/>
        <w:gridCol w:w="1843"/>
        <w:gridCol w:w="704"/>
        <w:gridCol w:w="1276"/>
        <w:gridCol w:w="1276"/>
        <w:gridCol w:w="1275"/>
        <w:gridCol w:w="1283"/>
        <w:gridCol w:w="1276"/>
        <w:gridCol w:w="1276"/>
      </w:tblGrid>
      <w:tr w:rsidR="00F90CC9" w:rsidRPr="00D80B5D" w:rsidTr="00F90CC9">
        <w:trPr>
          <w:trHeight w:val="643"/>
        </w:trPr>
        <w:tc>
          <w:tcPr>
            <w:tcW w:w="709" w:type="dxa"/>
            <w:vMerge w:val="restart"/>
          </w:tcPr>
          <w:p w:rsidR="00F90CC9" w:rsidRPr="00D80B5D" w:rsidRDefault="00F90CC9" w:rsidP="0031789E">
            <w:pPr>
              <w:jc w:val="center"/>
            </w:pPr>
            <w:r>
              <w:t>Номер реестровой записи</w:t>
            </w:r>
          </w:p>
        </w:tc>
        <w:tc>
          <w:tcPr>
            <w:tcW w:w="1847" w:type="dxa"/>
            <w:vMerge w:val="restart"/>
          </w:tcPr>
          <w:p w:rsidR="00F90CC9" w:rsidRPr="00D80B5D" w:rsidRDefault="00F90CC9" w:rsidP="0031789E">
            <w:pPr>
              <w:jc w:val="center"/>
            </w:pPr>
            <w:r>
              <w:t>Наименование группы источников доходов бюджетов/наименование источника дохода бюджета</w:t>
            </w:r>
          </w:p>
        </w:tc>
        <w:tc>
          <w:tcPr>
            <w:tcW w:w="1843" w:type="dxa"/>
            <w:gridSpan w:val="2"/>
            <w:vAlign w:val="center"/>
          </w:tcPr>
          <w:p w:rsidR="00F90CC9" w:rsidRPr="00D80B5D" w:rsidRDefault="00F90CC9" w:rsidP="0031789E">
            <w:pPr>
              <w:jc w:val="center"/>
            </w:pPr>
            <w:r>
              <w:t>К</w:t>
            </w:r>
            <w:r w:rsidRPr="00D80B5D">
              <w:t>лассификаци</w:t>
            </w:r>
            <w:r>
              <w:t>я доходов бюджетов</w:t>
            </w:r>
          </w:p>
        </w:tc>
        <w:tc>
          <w:tcPr>
            <w:tcW w:w="1843" w:type="dxa"/>
            <w:vMerge w:val="restart"/>
          </w:tcPr>
          <w:p w:rsidR="00F90CC9" w:rsidRPr="00D80B5D" w:rsidRDefault="00F90CC9" w:rsidP="0031789E">
            <w:pPr>
              <w:jc w:val="center"/>
              <w:rPr>
                <w:b/>
              </w:rPr>
            </w:pPr>
            <w:r w:rsidRPr="00D80B5D">
              <w:t>Наименование</w:t>
            </w:r>
            <w:r>
              <w:t xml:space="preserve"> главного</w:t>
            </w:r>
            <w:r w:rsidRPr="00D80B5D">
              <w:t xml:space="preserve"> администратора доходов</w:t>
            </w:r>
            <w:r>
              <w:t xml:space="preserve"> бюджета</w:t>
            </w:r>
          </w:p>
        </w:tc>
        <w:tc>
          <w:tcPr>
            <w:tcW w:w="704" w:type="dxa"/>
            <w:tcBorders>
              <w:bottom w:val="nil"/>
              <w:right w:val="nil"/>
            </w:tcBorders>
            <w:vAlign w:val="center"/>
          </w:tcPr>
          <w:p w:rsidR="00F90CC9" w:rsidRPr="000035B2" w:rsidRDefault="00F90CC9" w:rsidP="0031789E">
            <w:pPr>
              <w:jc w:val="center"/>
            </w:pPr>
            <w:r w:rsidRPr="000035B2">
              <w:t>Код строки</w:t>
            </w:r>
          </w:p>
        </w:tc>
        <w:tc>
          <w:tcPr>
            <w:tcW w:w="1276" w:type="dxa"/>
            <w:vMerge w:val="restart"/>
          </w:tcPr>
          <w:p w:rsidR="00F90CC9" w:rsidRPr="00D80B5D" w:rsidRDefault="00F90CC9" w:rsidP="00E97E99">
            <w:pPr>
              <w:jc w:val="center"/>
            </w:pPr>
            <w:r w:rsidRPr="000035B2">
              <w:t>Прогноз доходов бюджета</w:t>
            </w:r>
            <w:r>
              <w:t xml:space="preserve"> на текущий финансовый год</w:t>
            </w:r>
          </w:p>
        </w:tc>
        <w:tc>
          <w:tcPr>
            <w:tcW w:w="1276" w:type="dxa"/>
            <w:vMerge w:val="restart"/>
          </w:tcPr>
          <w:p w:rsidR="00F90CC9" w:rsidRPr="00D80B5D" w:rsidRDefault="00F90CC9" w:rsidP="00E97E99">
            <w:pPr>
              <w:jc w:val="center"/>
            </w:pPr>
            <w:r>
              <w:t>Кассовые поступления в текущем финансовом году</w:t>
            </w:r>
            <w:r w:rsidR="00E97E99">
              <w:t xml:space="preserve"> </w:t>
            </w:r>
            <w:r>
              <w:t xml:space="preserve">по состоянию на </w:t>
            </w:r>
            <w:r w:rsidR="00E97E99">
              <w:t>01 октября</w:t>
            </w:r>
          </w:p>
        </w:tc>
        <w:tc>
          <w:tcPr>
            <w:tcW w:w="1275" w:type="dxa"/>
            <w:vMerge w:val="restart"/>
            <w:vAlign w:val="center"/>
          </w:tcPr>
          <w:p w:rsidR="00F90CC9" w:rsidRPr="00D80B5D" w:rsidRDefault="00F90CC9" w:rsidP="0031789E">
            <w:pPr>
              <w:jc w:val="center"/>
            </w:pPr>
            <w:r w:rsidRPr="00D80B5D">
              <w:t xml:space="preserve">Оценка исполнения </w:t>
            </w:r>
          </w:p>
          <w:p w:rsidR="00F90CC9" w:rsidRPr="00D80B5D" w:rsidRDefault="00E97E99" w:rsidP="0031789E">
            <w:pPr>
              <w:jc w:val="center"/>
            </w:pPr>
            <w:r>
              <w:t>текущего финансового</w:t>
            </w:r>
            <w:r w:rsidR="00F90CC9">
              <w:t xml:space="preserve"> год</w:t>
            </w:r>
            <w:r>
              <w:t>а</w:t>
            </w:r>
          </w:p>
        </w:tc>
        <w:tc>
          <w:tcPr>
            <w:tcW w:w="3835" w:type="dxa"/>
            <w:gridSpan w:val="3"/>
            <w:vAlign w:val="center"/>
          </w:tcPr>
          <w:p w:rsidR="00F90CC9" w:rsidRPr="00D80B5D" w:rsidRDefault="00F90CC9" w:rsidP="0031789E">
            <w:pPr>
              <w:jc w:val="center"/>
            </w:pPr>
            <w:r w:rsidRPr="00D80B5D">
              <w:t>Прогноз доходов бюджета</w:t>
            </w:r>
          </w:p>
        </w:tc>
      </w:tr>
      <w:tr w:rsidR="00F90CC9" w:rsidRPr="00D80B5D" w:rsidTr="00F90CC9">
        <w:trPr>
          <w:trHeight w:val="1238"/>
        </w:trPr>
        <w:tc>
          <w:tcPr>
            <w:tcW w:w="709" w:type="dxa"/>
            <w:vMerge/>
          </w:tcPr>
          <w:p w:rsidR="00F90CC9" w:rsidRPr="00D80B5D" w:rsidRDefault="00F90CC9" w:rsidP="0031789E">
            <w:pPr>
              <w:jc w:val="center"/>
            </w:pPr>
          </w:p>
        </w:tc>
        <w:tc>
          <w:tcPr>
            <w:tcW w:w="1847" w:type="dxa"/>
            <w:vMerge/>
          </w:tcPr>
          <w:p w:rsidR="00F90CC9" w:rsidRPr="00D80B5D" w:rsidRDefault="00F90CC9" w:rsidP="0031789E">
            <w:pPr>
              <w:jc w:val="center"/>
            </w:pPr>
          </w:p>
        </w:tc>
        <w:tc>
          <w:tcPr>
            <w:tcW w:w="705" w:type="dxa"/>
            <w:vAlign w:val="center"/>
          </w:tcPr>
          <w:p w:rsidR="00F90CC9" w:rsidRPr="00D80B5D" w:rsidRDefault="00F90CC9" w:rsidP="0031789E">
            <w:pPr>
              <w:jc w:val="center"/>
            </w:pPr>
            <w:r>
              <w:t>код</w:t>
            </w:r>
          </w:p>
        </w:tc>
        <w:tc>
          <w:tcPr>
            <w:tcW w:w="1138" w:type="dxa"/>
            <w:vAlign w:val="center"/>
          </w:tcPr>
          <w:p w:rsidR="00F90CC9" w:rsidRPr="00D80B5D" w:rsidRDefault="00F90CC9" w:rsidP="0031789E">
            <w:pPr>
              <w:jc w:val="center"/>
            </w:pPr>
            <w:r>
              <w:t>наименование</w:t>
            </w:r>
          </w:p>
        </w:tc>
        <w:tc>
          <w:tcPr>
            <w:tcW w:w="1843" w:type="dxa"/>
            <w:vMerge/>
          </w:tcPr>
          <w:p w:rsidR="00F90CC9" w:rsidRPr="00D80B5D" w:rsidRDefault="00F90CC9" w:rsidP="0031789E">
            <w:pPr>
              <w:jc w:val="center"/>
            </w:pPr>
          </w:p>
        </w:tc>
        <w:tc>
          <w:tcPr>
            <w:tcW w:w="704" w:type="dxa"/>
            <w:tcBorders>
              <w:top w:val="nil"/>
              <w:right w:val="nil"/>
            </w:tcBorders>
            <w:vAlign w:val="center"/>
          </w:tcPr>
          <w:p w:rsidR="00F90CC9" w:rsidRPr="00D80B5D" w:rsidRDefault="00F90CC9" w:rsidP="0031789E">
            <w:pPr>
              <w:jc w:val="center"/>
            </w:pPr>
          </w:p>
        </w:tc>
        <w:tc>
          <w:tcPr>
            <w:tcW w:w="1276" w:type="dxa"/>
            <w:vMerge/>
          </w:tcPr>
          <w:p w:rsidR="00F90CC9" w:rsidRPr="00D80B5D" w:rsidRDefault="00F90CC9" w:rsidP="0031789E">
            <w:pPr>
              <w:jc w:val="center"/>
            </w:pPr>
          </w:p>
        </w:tc>
        <w:tc>
          <w:tcPr>
            <w:tcW w:w="1276" w:type="dxa"/>
            <w:vMerge/>
          </w:tcPr>
          <w:p w:rsidR="00F90CC9" w:rsidRPr="00D80B5D" w:rsidRDefault="00F90CC9" w:rsidP="0031789E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F90CC9" w:rsidRPr="00D80B5D" w:rsidRDefault="00F90CC9" w:rsidP="0031789E">
            <w:pPr>
              <w:jc w:val="center"/>
            </w:pPr>
          </w:p>
        </w:tc>
        <w:tc>
          <w:tcPr>
            <w:tcW w:w="1283" w:type="dxa"/>
            <w:vAlign w:val="center"/>
          </w:tcPr>
          <w:p w:rsidR="00F90CC9" w:rsidRPr="00D80B5D" w:rsidRDefault="00F90CC9" w:rsidP="00E97E99">
            <w:pPr>
              <w:jc w:val="center"/>
            </w:pPr>
            <w:r w:rsidRPr="00D80B5D">
              <w:t xml:space="preserve">на </w:t>
            </w:r>
            <w:r>
              <w:t>очередной финансовый год</w:t>
            </w:r>
          </w:p>
        </w:tc>
        <w:tc>
          <w:tcPr>
            <w:tcW w:w="1276" w:type="dxa"/>
            <w:vAlign w:val="center"/>
          </w:tcPr>
          <w:p w:rsidR="00F90CC9" w:rsidRPr="00D80B5D" w:rsidRDefault="00E97E99" w:rsidP="00E97E99">
            <w:pPr>
              <w:jc w:val="center"/>
            </w:pPr>
            <w:r>
              <w:t>н</w:t>
            </w:r>
            <w:r w:rsidR="00F90CC9">
              <w:t>а</w:t>
            </w:r>
            <w:r>
              <w:t xml:space="preserve"> </w:t>
            </w:r>
            <w:r w:rsidR="00F90CC9">
              <w:t>первый год планового периода</w:t>
            </w:r>
          </w:p>
        </w:tc>
        <w:tc>
          <w:tcPr>
            <w:tcW w:w="1276" w:type="dxa"/>
            <w:vAlign w:val="center"/>
          </w:tcPr>
          <w:p w:rsidR="00F90CC9" w:rsidRPr="00D80B5D" w:rsidRDefault="00F90CC9" w:rsidP="00E97E99">
            <w:pPr>
              <w:jc w:val="center"/>
            </w:pPr>
            <w:r w:rsidRPr="00D80B5D">
              <w:t xml:space="preserve">на </w:t>
            </w:r>
            <w:r>
              <w:t>второй год планового периода</w:t>
            </w:r>
          </w:p>
        </w:tc>
      </w:tr>
    </w:tbl>
    <w:p w:rsidR="00F90CC9" w:rsidRPr="001D31BF" w:rsidRDefault="00F90CC9" w:rsidP="00F90CC9">
      <w:pPr>
        <w:spacing w:line="14" w:lineRule="auto"/>
      </w:pPr>
    </w:p>
    <w:tbl>
      <w:tblPr>
        <w:tblW w:w="4973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10"/>
        <w:gridCol w:w="1842"/>
        <w:gridCol w:w="709"/>
        <w:gridCol w:w="1135"/>
        <w:gridCol w:w="1842"/>
        <w:gridCol w:w="709"/>
        <w:gridCol w:w="1275"/>
        <w:gridCol w:w="1275"/>
        <w:gridCol w:w="1275"/>
        <w:gridCol w:w="1281"/>
        <w:gridCol w:w="1272"/>
        <w:gridCol w:w="1280"/>
      </w:tblGrid>
      <w:tr w:rsidR="00F90CC9" w:rsidRPr="00D80B5D" w:rsidTr="00F90CC9">
        <w:trPr>
          <w:tblHeader/>
        </w:trPr>
        <w:tc>
          <w:tcPr>
            <w:tcW w:w="710" w:type="dxa"/>
          </w:tcPr>
          <w:p w:rsidR="00F90CC9" w:rsidRPr="00D80B5D" w:rsidRDefault="00F90CC9" w:rsidP="0031789E">
            <w:pPr>
              <w:jc w:val="center"/>
            </w:pPr>
            <w:r>
              <w:t>1</w:t>
            </w:r>
          </w:p>
        </w:tc>
        <w:tc>
          <w:tcPr>
            <w:tcW w:w="1842" w:type="dxa"/>
            <w:vAlign w:val="center"/>
          </w:tcPr>
          <w:p w:rsidR="00F90CC9" w:rsidRPr="00D80B5D" w:rsidRDefault="00F90CC9" w:rsidP="0031789E">
            <w:pPr>
              <w:jc w:val="center"/>
            </w:pPr>
            <w:r>
              <w:t>2</w:t>
            </w:r>
          </w:p>
        </w:tc>
        <w:tc>
          <w:tcPr>
            <w:tcW w:w="709" w:type="dxa"/>
            <w:vAlign w:val="center"/>
          </w:tcPr>
          <w:p w:rsidR="00F90CC9" w:rsidRPr="00D80B5D" w:rsidRDefault="00F90CC9" w:rsidP="0031789E">
            <w:pPr>
              <w:jc w:val="center"/>
            </w:pPr>
            <w:r>
              <w:t>3</w:t>
            </w:r>
          </w:p>
        </w:tc>
        <w:tc>
          <w:tcPr>
            <w:tcW w:w="1135" w:type="dxa"/>
            <w:vAlign w:val="center"/>
          </w:tcPr>
          <w:p w:rsidR="00F90CC9" w:rsidRPr="00D80B5D" w:rsidRDefault="00F90CC9" w:rsidP="0031789E">
            <w:pPr>
              <w:jc w:val="center"/>
            </w:pPr>
            <w:r>
              <w:t>4</w:t>
            </w:r>
          </w:p>
        </w:tc>
        <w:tc>
          <w:tcPr>
            <w:tcW w:w="1842" w:type="dxa"/>
          </w:tcPr>
          <w:p w:rsidR="00F90CC9" w:rsidRDefault="00F90CC9" w:rsidP="0031789E">
            <w:pPr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F90CC9" w:rsidRDefault="00F90CC9" w:rsidP="0031789E">
            <w:pPr>
              <w:jc w:val="center"/>
            </w:pPr>
            <w:r>
              <w:t>6</w:t>
            </w:r>
          </w:p>
        </w:tc>
        <w:tc>
          <w:tcPr>
            <w:tcW w:w="1275" w:type="dxa"/>
          </w:tcPr>
          <w:p w:rsidR="00F90CC9" w:rsidRDefault="00F90CC9" w:rsidP="0031789E">
            <w:pPr>
              <w:jc w:val="center"/>
            </w:pPr>
            <w:r>
              <w:t>7</w:t>
            </w:r>
          </w:p>
        </w:tc>
        <w:tc>
          <w:tcPr>
            <w:tcW w:w="1275" w:type="dxa"/>
          </w:tcPr>
          <w:p w:rsidR="00F90CC9" w:rsidRDefault="00F90CC9" w:rsidP="0031789E">
            <w:pPr>
              <w:jc w:val="center"/>
            </w:pPr>
            <w:r>
              <w:t>8</w:t>
            </w:r>
          </w:p>
        </w:tc>
        <w:tc>
          <w:tcPr>
            <w:tcW w:w="1275" w:type="dxa"/>
          </w:tcPr>
          <w:p w:rsidR="00F90CC9" w:rsidRPr="00D80B5D" w:rsidRDefault="00F90CC9" w:rsidP="0031789E">
            <w:pPr>
              <w:jc w:val="center"/>
            </w:pPr>
            <w:r>
              <w:t>9</w:t>
            </w:r>
          </w:p>
        </w:tc>
        <w:tc>
          <w:tcPr>
            <w:tcW w:w="1281" w:type="dxa"/>
          </w:tcPr>
          <w:p w:rsidR="00F90CC9" w:rsidRPr="00D80B5D" w:rsidRDefault="00F90CC9" w:rsidP="0031789E">
            <w:pPr>
              <w:jc w:val="center"/>
            </w:pPr>
            <w:r>
              <w:t>10</w:t>
            </w:r>
          </w:p>
        </w:tc>
        <w:tc>
          <w:tcPr>
            <w:tcW w:w="1272" w:type="dxa"/>
          </w:tcPr>
          <w:p w:rsidR="00F90CC9" w:rsidRPr="00D80B5D" w:rsidRDefault="00F90CC9" w:rsidP="0031789E">
            <w:pPr>
              <w:jc w:val="center"/>
            </w:pPr>
            <w:r>
              <w:t>11</w:t>
            </w:r>
          </w:p>
        </w:tc>
        <w:tc>
          <w:tcPr>
            <w:tcW w:w="1280" w:type="dxa"/>
          </w:tcPr>
          <w:p w:rsidR="00F90CC9" w:rsidRPr="00D80B5D" w:rsidRDefault="00F90CC9" w:rsidP="0031789E">
            <w:pPr>
              <w:jc w:val="center"/>
            </w:pPr>
            <w:r>
              <w:t>12</w:t>
            </w:r>
          </w:p>
        </w:tc>
      </w:tr>
      <w:tr w:rsidR="00F90CC9" w:rsidRPr="00D80B5D" w:rsidTr="00F90C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10" w:type="dxa"/>
          </w:tcPr>
          <w:p w:rsidR="00F90CC9" w:rsidRPr="00D43087" w:rsidRDefault="00F90CC9" w:rsidP="0031789E">
            <w:pPr>
              <w:ind w:right="-108"/>
            </w:pPr>
          </w:p>
        </w:tc>
        <w:tc>
          <w:tcPr>
            <w:tcW w:w="1842" w:type="dxa"/>
            <w:shd w:val="clear" w:color="auto" w:fill="auto"/>
          </w:tcPr>
          <w:p w:rsidR="00F90CC9" w:rsidRPr="00D43087" w:rsidRDefault="00F90CC9" w:rsidP="0031789E">
            <w:pPr>
              <w:ind w:right="-108"/>
            </w:pPr>
          </w:p>
        </w:tc>
        <w:tc>
          <w:tcPr>
            <w:tcW w:w="709" w:type="dxa"/>
            <w:shd w:val="clear" w:color="auto" w:fill="auto"/>
          </w:tcPr>
          <w:p w:rsidR="00F90CC9" w:rsidRPr="00D43087" w:rsidRDefault="00F90CC9" w:rsidP="0031789E">
            <w:pPr>
              <w:ind w:right="-108"/>
            </w:pPr>
          </w:p>
        </w:tc>
        <w:tc>
          <w:tcPr>
            <w:tcW w:w="1135" w:type="dxa"/>
            <w:shd w:val="clear" w:color="auto" w:fill="auto"/>
          </w:tcPr>
          <w:p w:rsidR="00F90CC9" w:rsidRPr="00D43087" w:rsidRDefault="00F90CC9" w:rsidP="0031789E">
            <w:pPr>
              <w:jc w:val="both"/>
            </w:pPr>
          </w:p>
        </w:tc>
        <w:tc>
          <w:tcPr>
            <w:tcW w:w="1842" w:type="dxa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709" w:type="dxa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75" w:type="dxa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75" w:type="dxa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81" w:type="dxa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72" w:type="dxa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80" w:type="dxa"/>
          </w:tcPr>
          <w:p w:rsidR="00F90CC9" w:rsidRPr="00D43087" w:rsidRDefault="00F90CC9" w:rsidP="0031789E">
            <w:pPr>
              <w:jc w:val="center"/>
            </w:pPr>
          </w:p>
        </w:tc>
      </w:tr>
      <w:tr w:rsidR="00F90CC9" w:rsidRPr="00D80B5D" w:rsidTr="00F90C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10" w:type="dxa"/>
          </w:tcPr>
          <w:p w:rsidR="00F90CC9" w:rsidRPr="00D43087" w:rsidRDefault="00F90CC9" w:rsidP="0031789E">
            <w:pPr>
              <w:ind w:right="-108"/>
            </w:pPr>
          </w:p>
        </w:tc>
        <w:tc>
          <w:tcPr>
            <w:tcW w:w="1842" w:type="dxa"/>
            <w:shd w:val="clear" w:color="auto" w:fill="auto"/>
          </w:tcPr>
          <w:p w:rsidR="00F90CC9" w:rsidRPr="00D43087" w:rsidRDefault="00F90CC9" w:rsidP="0031789E">
            <w:pPr>
              <w:ind w:right="-108"/>
            </w:pPr>
          </w:p>
        </w:tc>
        <w:tc>
          <w:tcPr>
            <w:tcW w:w="709" w:type="dxa"/>
            <w:shd w:val="clear" w:color="auto" w:fill="auto"/>
          </w:tcPr>
          <w:p w:rsidR="00F90CC9" w:rsidRPr="00D43087" w:rsidRDefault="00F90CC9" w:rsidP="0031789E">
            <w:pPr>
              <w:ind w:right="-108"/>
            </w:pPr>
          </w:p>
        </w:tc>
        <w:tc>
          <w:tcPr>
            <w:tcW w:w="1135" w:type="dxa"/>
            <w:shd w:val="clear" w:color="auto" w:fill="auto"/>
          </w:tcPr>
          <w:p w:rsidR="00F90CC9" w:rsidRPr="00D43087" w:rsidRDefault="00F90CC9" w:rsidP="0031789E">
            <w:pPr>
              <w:jc w:val="both"/>
            </w:pPr>
          </w:p>
        </w:tc>
        <w:tc>
          <w:tcPr>
            <w:tcW w:w="1842" w:type="dxa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709" w:type="dxa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75" w:type="dxa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75" w:type="dxa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81" w:type="dxa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72" w:type="dxa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80" w:type="dxa"/>
          </w:tcPr>
          <w:p w:rsidR="00F90CC9" w:rsidRPr="00D43087" w:rsidRDefault="00F90CC9" w:rsidP="0031789E">
            <w:pPr>
              <w:jc w:val="center"/>
            </w:pPr>
          </w:p>
        </w:tc>
      </w:tr>
      <w:tr w:rsidR="00F90CC9" w:rsidRPr="00D80B5D" w:rsidTr="00F90C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10" w:type="dxa"/>
          </w:tcPr>
          <w:p w:rsidR="00F90CC9" w:rsidRPr="00D43087" w:rsidRDefault="00F90CC9" w:rsidP="0031789E">
            <w:pPr>
              <w:ind w:right="-108"/>
            </w:pPr>
          </w:p>
        </w:tc>
        <w:tc>
          <w:tcPr>
            <w:tcW w:w="1842" w:type="dxa"/>
            <w:shd w:val="clear" w:color="auto" w:fill="auto"/>
          </w:tcPr>
          <w:p w:rsidR="00F90CC9" w:rsidRPr="00D43087" w:rsidRDefault="00F90CC9" w:rsidP="0031789E">
            <w:pPr>
              <w:ind w:right="-108"/>
            </w:pPr>
          </w:p>
        </w:tc>
        <w:tc>
          <w:tcPr>
            <w:tcW w:w="709" w:type="dxa"/>
            <w:shd w:val="clear" w:color="auto" w:fill="auto"/>
          </w:tcPr>
          <w:p w:rsidR="00F90CC9" w:rsidRPr="00D43087" w:rsidRDefault="00F90CC9" w:rsidP="0031789E">
            <w:pPr>
              <w:ind w:right="-108"/>
            </w:pPr>
          </w:p>
        </w:tc>
        <w:tc>
          <w:tcPr>
            <w:tcW w:w="1135" w:type="dxa"/>
            <w:shd w:val="clear" w:color="auto" w:fill="auto"/>
          </w:tcPr>
          <w:p w:rsidR="00F90CC9" w:rsidRPr="00D43087" w:rsidRDefault="00F90CC9" w:rsidP="0031789E">
            <w:pPr>
              <w:jc w:val="both"/>
            </w:pPr>
          </w:p>
        </w:tc>
        <w:tc>
          <w:tcPr>
            <w:tcW w:w="1842" w:type="dxa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709" w:type="dxa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75" w:type="dxa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75" w:type="dxa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81" w:type="dxa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72" w:type="dxa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80" w:type="dxa"/>
          </w:tcPr>
          <w:p w:rsidR="00F90CC9" w:rsidRPr="00D43087" w:rsidRDefault="00F90CC9" w:rsidP="0031789E">
            <w:pPr>
              <w:jc w:val="center"/>
            </w:pPr>
          </w:p>
        </w:tc>
      </w:tr>
      <w:tr w:rsidR="00F90CC9" w:rsidRPr="00D80B5D" w:rsidTr="00F90C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10" w:type="dxa"/>
          </w:tcPr>
          <w:p w:rsidR="00F90CC9" w:rsidRPr="00D43087" w:rsidRDefault="00F90CC9" w:rsidP="0031789E">
            <w:pPr>
              <w:ind w:right="-108"/>
            </w:pPr>
          </w:p>
        </w:tc>
        <w:tc>
          <w:tcPr>
            <w:tcW w:w="1842" w:type="dxa"/>
            <w:shd w:val="clear" w:color="auto" w:fill="auto"/>
          </w:tcPr>
          <w:p w:rsidR="00F90CC9" w:rsidRPr="00D43087" w:rsidRDefault="00F90CC9" w:rsidP="0031789E">
            <w:pPr>
              <w:ind w:right="-108"/>
            </w:pPr>
          </w:p>
        </w:tc>
        <w:tc>
          <w:tcPr>
            <w:tcW w:w="709" w:type="dxa"/>
            <w:shd w:val="clear" w:color="auto" w:fill="auto"/>
          </w:tcPr>
          <w:p w:rsidR="00F90CC9" w:rsidRPr="00D43087" w:rsidRDefault="00F90CC9" w:rsidP="0031789E">
            <w:pPr>
              <w:ind w:right="-108"/>
            </w:pPr>
          </w:p>
        </w:tc>
        <w:tc>
          <w:tcPr>
            <w:tcW w:w="1135" w:type="dxa"/>
            <w:shd w:val="clear" w:color="auto" w:fill="auto"/>
          </w:tcPr>
          <w:p w:rsidR="00F90CC9" w:rsidRPr="00D43087" w:rsidRDefault="00F90CC9" w:rsidP="0031789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709" w:type="dxa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75" w:type="dxa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75" w:type="dxa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81" w:type="dxa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72" w:type="dxa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80" w:type="dxa"/>
          </w:tcPr>
          <w:p w:rsidR="00F90CC9" w:rsidRPr="00D43087" w:rsidRDefault="00F90CC9" w:rsidP="0031789E">
            <w:pPr>
              <w:jc w:val="center"/>
            </w:pPr>
          </w:p>
        </w:tc>
      </w:tr>
      <w:tr w:rsidR="00F90CC9" w:rsidRPr="00D80B5D" w:rsidTr="00F90C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10" w:type="dxa"/>
          </w:tcPr>
          <w:p w:rsidR="00F90CC9" w:rsidRPr="00D43087" w:rsidRDefault="00F90CC9" w:rsidP="0031789E">
            <w:pPr>
              <w:ind w:right="-108"/>
            </w:pPr>
          </w:p>
        </w:tc>
        <w:tc>
          <w:tcPr>
            <w:tcW w:w="1842" w:type="dxa"/>
            <w:shd w:val="clear" w:color="auto" w:fill="auto"/>
          </w:tcPr>
          <w:p w:rsidR="00F90CC9" w:rsidRPr="00D43087" w:rsidRDefault="00F90CC9" w:rsidP="0031789E">
            <w:pPr>
              <w:ind w:right="-108"/>
            </w:pPr>
          </w:p>
        </w:tc>
        <w:tc>
          <w:tcPr>
            <w:tcW w:w="709" w:type="dxa"/>
            <w:shd w:val="clear" w:color="auto" w:fill="auto"/>
          </w:tcPr>
          <w:p w:rsidR="00F90CC9" w:rsidRPr="00D43087" w:rsidRDefault="00F90CC9" w:rsidP="0031789E">
            <w:pPr>
              <w:ind w:right="-108"/>
            </w:pPr>
          </w:p>
        </w:tc>
        <w:tc>
          <w:tcPr>
            <w:tcW w:w="1135" w:type="dxa"/>
            <w:shd w:val="clear" w:color="auto" w:fill="auto"/>
          </w:tcPr>
          <w:p w:rsidR="00F90CC9" w:rsidRPr="00D43087" w:rsidRDefault="00F90CC9" w:rsidP="0031789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709" w:type="dxa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75" w:type="dxa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75" w:type="dxa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81" w:type="dxa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72" w:type="dxa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80" w:type="dxa"/>
          </w:tcPr>
          <w:p w:rsidR="00F90CC9" w:rsidRPr="00D43087" w:rsidRDefault="00F90CC9" w:rsidP="0031789E">
            <w:pPr>
              <w:jc w:val="center"/>
            </w:pPr>
          </w:p>
        </w:tc>
      </w:tr>
      <w:tr w:rsidR="00F90CC9" w:rsidRPr="00D80B5D" w:rsidTr="00F90C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10" w:type="dxa"/>
          </w:tcPr>
          <w:p w:rsidR="00F90CC9" w:rsidRPr="00D43087" w:rsidRDefault="00F90CC9" w:rsidP="0031789E">
            <w:pPr>
              <w:ind w:right="-108"/>
            </w:pPr>
          </w:p>
        </w:tc>
        <w:tc>
          <w:tcPr>
            <w:tcW w:w="1842" w:type="dxa"/>
            <w:shd w:val="clear" w:color="auto" w:fill="auto"/>
          </w:tcPr>
          <w:p w:rsidR="00F90CC9" w:rsidRPr="00D43087" w:rsidRDefault="00F90CC9" w:rsidP="0031789E">
            <w:pPr>
              <w:ind w:right="-108"/>
            </w:pPr>
          </w:p>
        </w:tc>
        <w:tc>
          <w:tcPr>
            <w:tcW w:w="709" w:type="dxa"/>
            <w:shd w:val="clear" w:color="auto" w:fill="auto"/>
          </w:tcPr>
          <w:p w:rsidR="00F90CC9" w:rsidRPr="00D43087" w:rsidRDefault="00F90CC9" w:rsidP="0031789E">
            <w:pPr>
              <w:ind w:right="-108"/>
            </w:pPr>
          </w:p>
        </w:tc>
        <w:tc>
          <w:tcPr>
            <w:tcW w:w="1135" w:type="dxa"/>
            <w:shd w:val="clear" w:color="auto" w:fill="auto"/>
          </w:tcPr>
          <w:p w:rsidR="00F90CC9" w:rsidRPr="00D43087" w:rsidRDefault="00F90CC9" w:rsidP="0031789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709" w:type="dxa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75" w:type="dxa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75" w:type="dxa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81" w:type="dxa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72" w:type="dxa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80" w:type="dxa"/>
          </w:tcPr>
          <w:p w:rsidR="00F90CC9" w:rsidRPr="00D43087" w:rsidRDefault="00F90CC9" w:rsidP="0031789E">
            <w:pPr>
              <w:jc w:val="center"/>
            </w:pPr>
          </w:p>
        </w:tc>
      </w:tr>
      <w:tr w:rsidR="00F90CC9" w:rsidRPr="00D80B5D" w:rsidTr="00F90C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710" w:type="dxa"/>
          </w:tcPr>
          <w:p w:rsidR="00F90CC9" w:rsidRPr="00D43087" w:rsidRDefault="00F90CC9" w:rsidP="0031789E">
            <w:pPr>
              <w:ind w:right="-108"/>
            </w:pPr>
          </w:p>
        </w:tc>
        <w:tc>
          <w:tcPr>
            <w:tcW w:w="1842" w:type="dxa"/>
            <w:shd w:val="clear" w:color="auto" w:fill="auto"/>
          </w:tcPr>
          <w:p w:rsidR="00F90CC9" w:rsidRPr="00D43087" w:rsidRDefault="00F90CC9" w:rsidP="0031789E">
            <w:pPr>
              <w:ind w:right="-108"/>
            </w:pPr>
          </w:p>
        </w:tc>
        <w:tc>
          <w:tcPr>
            <w:tcW w:w="709" w:type="dxa"/>
            <w:shd w:val="clear" w:color="auto" w:fill="auto"/>
          </w:tcPr>
          <w:p w:rsidR="00F90CC9" w:rsidRPr="00D43087" w:rsidRDefault="00F90CC9" w:rsidP="0031789E">
            <w:pPr>
              <w:ind w:right="-108"/>
            </w:pPr>
          </w:p>
        </w:tc>
        <w:tc>
          <w:tcPr>
            <w:tcW w:w="1135" w:type="dxa"/>
            <w:shd w:val="clear" w:color="auto" w:fill="auto"/>
          </w:tcPr>
          <w:p w:rsidR="00F90CC9" w:rsidRPr="00D43087" w:rsidRDefault="00F90CC9" w:rsidP="0031789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709" w:type="dxa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75" w:type="dxa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75" w:type="dxa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75" w:type="dxa"/>
            <w:shd w:val="clear" w:color="auto" w:fill="auto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81" w:type="dxa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72" w:type="dxa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80" w:type="dxa"/>
          </w:tcPr>
          <w:p w:rsidR="00F90CC9" w:rsidRPr="00D43087" w:rsidRDefault="00F90CC9" w:rsidP="0031789E">
            <w:pPr>
              <w:jc w:val="center"/>
            </w:pPr>
          </w:p>
        </w:tc>
      </w:tr>
      <w:tr w:rsidR="00F90CC9" w:rsidRPr="00D80B5D" w:rsidTr="00F90CC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6238" w:type="dxa"/>
            <w:gridSpan w:val="5"/>
            <w:tcBorders>
              <w:left w:val="nil"/>
              <w:bottom w:val="nil"/>
            </w:tcBorders>
            <w:vAlign w:val="bottom"/>
          </w:tcPr>
          <w:p w:rsidR="00F90CC9" w:rsidRPr="00D43087" w:rsidRDefault="00F90CC9" w:rsidP="0031789E">
            <w:pPr>
              <w:jc w:val="center"/>
            </w:pPr>
            <w:r w:rsidRPr="00D43087">
              <w:t xml:space="preserve">                                                                                                             Итого</w:t>
            </w:r>
          </w:p>
        </w:tc>
        <w:tc>
          <w:tcPr>
            <w:tcW w:w="709" w:type="dxa"/>
            <w:vAlign w:val="bottom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75" w:type="dxa"/>
            <w:vAlign w:val="bottom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75" w:type="dxa"/>
            <w:vAlign w:val="bottom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75" w:type="dxa"/>
            <w:shd w:val="clear" w:color="auto" w:fill="auto"/>
            <w:vAlign w:val="bottom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81" w:type="dxa"/>
            <w:vAlign w:val="bottom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72" w:type="dxa"/>
            <w:vAlign w:val="bottom"/>
          </w:tcPr>
          <w:p w:rsidR="00F90CC9" w:rsidRPr="00D43087" w:rsidRDefault="00F90CC9" w:rsidP="0031789E">
            <w:pPr>
              <w:jc w:val="center"/>
            </w:pPr>
          </w:p>
        </w:tc>
        <w:tc>
          <w:tcPr>
            <w:tcW w:w="1280" w:type="dxa"/>
            <w:vAlign w:val="bottom"/>
          </w:tcPr>
          <w:p w:rsidR="00F90CC9" w:rsidRPr="00D43087" w:rsidRDefault="00F90CC9" w:rsidP="0031789E">
            <w:pPr>
              <w:jc w:val="center"/>
            </w:pPr>
          </w:p>
        </w:tc>
      </w:tr>
    </w:tbl>
    <w:p w:rsidR="00F90CC9" w:rsidRDefault="00F90CC9" w:rsidP="00F90CC9">
      <w:pPr>
        <w:pStyle w:val="ConsPlusNonformat"/>
        <w:jc w:val="both"/>
      </w:pPr>
    </w:p>
    <w:p w:rsidR="00F90CC9" w:rsidRPr="00F90CC9" w:rsidRDefault="00202055" w:rsidP="00F90CC9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Зам</w:t>
      </w:r>
      <w:proofErr w:type="gramStart"/>
      <w:r>
        <w:rPr>
          <w:sz w:val="24"/>
          <w:szCs w:val="24"/>
        </w:rPr>
        <w:t>.г</w:t>
      </w:r>
      <w:proofErr w:type="gramEnd"/>
      <w:r>
        <w:rPr>
          <w:sz w:val="24"/>
          <w:szCs w:val="24"/>
        </w:rPr>
        <w:t>лавы</w:t>
      </w:r>
      <w:proofErr w:type="spellEnd"/>
      <w:r>
        <w:rPr>
          <w:sz w:val="24"/>
          <w:szCs w:val="24"/>
        </w:rPr>
        <w:t xml:space="preserve"> по финансовым и экономическим вопросам</w:t>
      </w:r>
      <w:r w:rsidR="00F90CC9" w:rsidRPr="00F90CC9">
        <w:rPr>
          <w:sz w:val="24"/>
          <w:szCs w:val="24"/>
        </w:rPr>
        <w:t xml:space="preserve">                _____________  __________________________</w:t>
      </w:r>
    </w:p>
    <w:p w:rsidR="00F90CC9" w:rsidRPr="00F90CC9" w:rsidRDefault="00202055" w:rsidP="00F90CC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</w:t>
      </w:r>
      <w:r w:rsidR="00F90CC9" w:rsidRPr="00F90CC9">
        <w:rPr>
          <w:sz w:val="24"/>
          <w:szCs w:val="24"/>
        </w:rPr>
        <w:t xml:space="preserve">       (подпись)        (расшифровка подписи)</w:t>
      </w:r>
    </w:p>
    <w:p w:rsidR="00F90CC9" w:rsidRDefault="00F90CC9" w:rsidP="00F90CC9">
      <w:pPr>
        <w:rPr>
          <w:sz w:val="24"/>
          <w:szCs w:val="24"/>
        </w:rPr>
      </w:pPr>
    </w:p>
    <w:p w:rsidR="00202055" w:rsidRPr="00F90CC9" w:rsidRDefault="00202055" w:rsidP="00F90CC9">
      <w:pPr>
        <w:rPr>
          <w:sz w:val="24"/>
          <w:szCs w:val="24"/>
        </w:rPr>
      </w:pPr>
      <w:r>
        <w:rPr>
          <w:sz w:val="24"/>
          <w:szCs w:val="24"/>
        </w:rPr>
        <w:t>Исполнитель       ________________ ______________________________</w:t>
      </w:r>
    </w:p>
    <w:p w:rsidR="00202055" w:rsidRPr="00202055" w:rsidRDefault="00202055" w:rsidP="0020205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</w:t>
      </w:r>
      <w:r w:rsidRPr="00202055">
        <w:rPr>
          <w:sz w:val="24"/>
          <w:szCs w:val="24"/>
        </w:rPr>
        <w:t xml:space="preserve">(подпись)      </w:t>
      </w:r>
      <w:r>
        <w:rPr>
          <w:sz w:val="24"/>
          <w:szCs w:val="24"/>
        </w:rPr>
        <w:t xml:space="preserve">     </w:t>
      </w:r>
      <w:r w:rsidRPr="00202055">
        <w:rPr>
          <w:sz w:val="24"/>
          <w:szCs w:val="24"/>
        </w:rPr>
        <w:t xml:space="preserve">  (расшифровка подписи)</w:t>
      </w:r>
    </w:p>
    <w:p w:rsidR="00202055" w:rsidRDefault="00202055" w:rsidP="00F90CC9">
      <w:pPr>
        <w:rPr>
          <w:sz w:val="24"/>
          <w:szCs w:val="24"/>
        </w:rPr>
      </w:pPr>
    </w:p>
    <w:p w:rsidR="00F90CC9" w:rsidRDefault="00F90CC9" w:rsidP="00F90CC9">
      <w:pPr>
        <w:rPr>
          <w:sz w:val="24"/>
          <w:szCs w:val="24"/>
        </w:rPr>
      </w:pPr>
      <w:r w:rsidRPr="00F90CC9">
        <w:rPr>
          <w:sz w:val="24"/>
          <w:szCs w:val="24"/>
        </w:rPr>
        <w:t>«__</w:t>
      </w:r>
      <w:r>
        <w:rPr>
          <w:sz w:val="24"/>
          <w:szCs w:val="24"/>
        </w:rPr>
        <w:t>__</w:t>
      </w:r>
      <w:r w:rsidRPr="00F90CC9">
        <w:rPr>
          <w:sz w:val="24"/>
          <w:szCs w:val="24"/>
        </w:rPr>
        <w:t>» _____</w:t>
      </w:r>
      <w:r w:rsidR="00E97E99">
        <w:rPr>
          <w:sz w:val="24"/>
          <w:szCs w:val="24"/>
        </w:rPr>
        <w:t xml:space="preserve">   </w:t>
      </w:r>
      <w:bookmarkStart w:id="0" w:name="_GoBack"/>
      <w:bookmarkEnd w:id="0"/>
      <w:r>
        <w:rPr>
          <w:sz w:val="24"/>
          <w:szCs w:val="24"/>
        </w:rPr>
        <w:t>___</w:t>
      </w:r>
      <w:r w:rsidRPr="00F90CC9">
        <w:rPr>
          <w:sz w:val="24"/>
          <w:szCs w:val="24"/>
        </w:rPr>
        <w:t xml:space="preserve">___  г. </w:t>
      </w:r>
    </w:p>
    <w:sectPr w:rsidR="00F90CC9" w:rsidSect="00AA745E">
      <w:pgSz w:w="16838" w:h="11906" w:orient="landscape"/>
      <w:pgMar w:top="851" w:right="1134" w:bottom="1701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55B" w:rsidRDefault="0076655B" w:rsidP="008C50E1">
      <w:r>
        <w:separator/>
      </w:r>
    </w:p>
  </w:endnote>
  <w:endnote w:type="continuationSeparator" w:id="0">
    <w:p w:rsidR="0076655B" w:rsidRDefault="0076655B" w:rsidP="008C5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55B" w:rsidRDefault="0076655B" w:rsidP="008C50E1">
      <w:r>
        <w:separator/>
      </w:r>
    </w:p>
  </w:footnote>
  <w:footnote w:type="continuationSeparator" w:id="0">
    <w:p w:rsidR="0076655B" w:rsidRDefault="0076655B" w:rsidP="008C50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83050"/>
    <w:multiLevelType w:val="hybridMultilevel"/>
    <w:tmpl w:val="321823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0D26F86"/>
    <w:multiLevelType w:val="hybridMultilevel"/>
    <w:tmpl w:val="5C6E85A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">
    <w:nsid w:val="7B182942"/>
    <w:multiLevelType w:val="hybridMultilevel"/>
    <w:tmpl w:val="63DEB150"/>
    <w:lvl w:ilvl="0" w:tplc="2E141F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56F0"/>
    <w:rsid w:val="000354FF"/>
    <w:rsid w:val="00047BC0"/>
    <w:rsid w:val="00066798"/>
    <w:rsid w:val="00094A90"/>
    <w:rsid w:val="000A081D"/>
    <w:rsid w:val="000A292A"/>
    <w:rsid w:val="000A648C"/>
    <w:rsid w:val="00125C41"/>
    <w:rsid w:val="0013249B"/>
    <w:rsid w:val="001D1692"/>
    <w:rsid w:val="001D7472"/>
    <w:rsid w:val="001E73F1"/>
    <w:rsid w:val="001E779A"/>
    <w:rsid w:val="00202055"/>
    <w:rsid w:val="002235B9"/>
    <w:rsid w:val="0025435E"/>
    <w:rsid w:val="00265369"/>
    <w:rsid w:val="00270214"/>
    <w:rsid w:val="002C3CBB"/>
    <w:rsid w:val="002C7E6C"/>
    <w:rsid w:val="003976E4"/>
    <w:rsid w:val="00397EC3"/>
    <w:rsid w:val="003C5236"/>
    <w:rsid w:val="0040315D"/>
    <w:rsid w:val="004552F4"/>
    <w:rsid w:val="004B7076"/>
    <w:rsid w:val="004C7471"/>
    <w:rsid w:val="004D15B3"/>
    <w:rsid w:val="004E3863"/>
    <w:rsid w:val="004F09E5"/>
    <w:rsid w:val="00503D37"/>
    <w:rsid w:val="00505FAE"/>
    <w:rsid w:val="00536015"/>
    <w:rsid w:val="0054195F"/>
    <w:rsid w:val="005764B6"/>
    <w:rsid w:val="00582F2F"/>
    <w:rsid w:val="005906C5"/>
    <w:rsid w:val="005A27A3"/>
    <w:rsid w:val="005B0564"/>
    <w:rsid w:val="005C348F"/>
    <w:rsid w:val="005D3208"/>
    <w:rsid w:val="005D63D5"/>
    <w:rsid w:val="00604708"/>
    <w:rsid w:val="006259B2"/>
    <w:rsid w:val="0062740C"/>
    <w:rsid w:val="00635933"/>
    <w:rsid w:val="00646501"/>
    <w:rsid w:val="006749DB"/>
    <w:rsid w:val="00674D4F"/>
    <w:rsid w:val="006755FF"/>
    <w:rsid w:val="006A6C63"/>
    <w:rsid w:val="00711F7F"/>
    <w:rsid w:val="00720565"/>
    <w:rsid w:val="00732A91"/>
    <w:rsid w:val="007402D4"/>
    <w:rsid w:val="0076655B"/>
    <w:rsid w:val="007772D8"/>
    <w:rsid w:val="00794F1C"/>
    <w:rsid w:val="007F30F6"/>
    <w:rsid w:val="00802546"/>
    <w:rsid w:val="00804698"/>
    <w:rsid w:val="00815ED2"/>
    <w:rsid w:val="00831B14"/>
    <w:rsid w:val="00875A0E"/>
    <w:rsid w:val="00876477"/>
    <w:rsid w:val="008B3BEE"/>
    <w:rsid w:val="008C50E1"/>
    <w:rsid w:val="00915C5F"/>
    <w:rsid w:val="009167F2"/>
    <w:rsid w:val="00966EA6"/>
    <w:rsid w:val="00985917"/>
    <w:rsid w:val="00A033DB"/>
    <w:rsid w:val="00A1582F"/>
    <w:rsid w:val="00A23578"/>
    <w:rsid w:val="00A24B05"/>
    <w:rsid w:val="00A2712E"/>
    <w:rsid w:val="00A55ADF"/>
    <w:rsid w:val="00A70074"/>
    <w:rsid w:val="00A77AB4"/>
    <w:rsid w:val="00A8139F"/>
    <w:rsid w:val="00A917D8"/>
    <w:rsid w:val="00AA15EF"/>
    <w:rsid w:val="00AA745E"/>
    <w:rsid w:val="00AA7A3B"/>
    <w:rsid w:val="00B01ACD"/>
    <w:rsid w:val="00B93EBC"/>
    <w:rsid w:val="00BE1EFC"/>
    <w:rsid w:val="00BE2722"/>
    <w:rsid w:val="00C21430"/>
    <w:rsid w:val="00C34A7C"/>
    <w:rsid w:val="00C51742"/>
    <w:rsid w:val="00C71ECC"/>
    <w:rsid w:val="00C7672A"/>
    <w:rsid w:val="00C9602D"/>
    <w:rsid w:val="00CD56F0"/>
    <w:rsid w:val="00CE703D"/>
    <w:rsid w:val="00D62635"/>
    <w:rsid w:val="00D876C6"/>
    <w:rsid w:val="00DA2B84"/>
    <w:rsid w:val="00DA79D5"/>
    <w:rsid w:val="00DC2E58"/>
    <w:rsid w:val="00DC4CF8"/>
    <w:rsid w:val="00DF3033"/>
    <w:rsid w:val="00DF463E"/>
    <w:rsid w:val="00E20FAF"/>
    <w:rsid w:val="00E32BC9"/>
    <w:rsid w:val="00E86483"/>
    <w:rsid w:val="00E97E99"/>
    <w:rsid w:val="00EA3D9C"/>
    <w:rsid w:val="00EB478B"/>
    <w:rsid w:val="00F03C34"/>
    <w:rsid w:val="00F064B0"/>
    <w:rsid w:val="00F17858"/>
    <w:rsid w:val="00F27F22"/>
    <w:rsid w:val="00F3758F"/>
    <w:rsid w:val="00F5410D"/>
    <w:rsid w:val="00F5528B"/>
    <w:rsid w:val="00F870F9"/>
    <w:rsid w:val="00F90CC9"/>
    <w:rsid w:val="00FD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709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48F"/>
    <w:pPr>
      <w:ind w:firstLine="0"/>
    </w:pPr>
  </w:style>
  <w:style w:type="paragraph" w:styleId="1">
    <w:name w:val="heading 1"/>
    <w:basedOn w:val="a"/>
    <w:next w:val="a"/>
    <w:link w:val="10"/>
    <w:qFormat/>
    <w:rsid w:val="005C348F"/>
    <w:pPr>
      <w:keepNext/>
      <w:jc w:val="center"/>
      <w:outlineLvl w:val="0"/>
    </w:pPr>
    <w:rPr>
      <w:b/>
      <w:bCs/>
      <w:sz w:val="26"/>
    </w:rPr>
  </w:style>
  <w:style w:type="paragraph" w:styleId="4">
    <w:name w:val="heading 4"/>
    <w:basedOn w:val="a"/>
    <w:next w:val="a"/>
    <w:link w:val="40"/>
    <w:semiHidden/>
    <w:unhideWhenUsed/>
    <w:qFormat/>
    <w:rsid w:val="005C348F"/>
    <w:pPr>
      <w:keepNext/>
      <w:jc w:val="center"/>
      <w:outlineLvl w:val="3"/>
    </w:pPr>
    <w:rPr>
      <w:sz w:val="26"/>
    </w:rPr>
  </w:style>
  <w:style w:type="paragraph" w:styleId="6">
    <w:name w:val="heading 6"/>
    <w:basedOn w:val="a"/>
    <w:next w:val="a"/>
    <w:link w:val="60"/>
    <w:semiHidden/>
    <w:unhideWhenUsed/>
    <w:qFormat/>
    <w:rsid w:val="005C348F"/>
    <w:pPr>
      <w:keepNext/>
      <w:jc w:val="center"/>
      <w:outlineLvl w:val="5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348F"/>
    <w:rPr>
      <w:b/>
      <w:bCs/>
      <w:sz w:val="26"/>
    </w:rPr>
  </w:style>
  <w:style w:type="character" w:customStyle="1" w:styleId="40">
    <w:name w:val="Заголовок 4 Знак"/>
    <w:basedOn w:val="a0"/>
    <w:link w:val="4"/>
    <w:semiHidden/>
    <w:rsid w:val="005C348F"/>
    <w:rPr>
      <w:sz w:val="26"/>
    </w:rPr>
  </w:style>
  <w:style w:type="character" w:customStyle="1" w:styleId="60">
    <w:name w:val="Заголовок 6 Знак"/>
    <w:basedOn w:val="a0"/>
    <w:link w:val="6"/>
    <w:semiHidden/>
    <w:rsid w:val="005C348F"/>
    <w:rPr>
      <w:b/>
      <w:bCs/>
      <w:sz w:val="24"/>
    </w:rPr>
  </w:style>
  <w:style w:type="paragraph" w:styleId="a3">
    <w:name w:val="Title"/>
    <w:basedOn w:val="a"/>
    <w:link w:val="a4"/>
    <w:qFormat/>
    <w:rsid w:val="005C348F"/>
    <w:pPr>
      <w:jc w:val="center"/>
    </w:pPr>
    <w:rPr>
      <w:sz w:val="26"/>
    </w:rPr>
  </w:style>
  <w:style w:type="character" w:customStyle="1" w:styleId="a4">
    <w:name w:val="Название Знак"/>
    <w:basedOn w:val="a0"/>
    <w:link w:val="a3"/>
    <w:rsid w:val="005C348F"/>
    <w:rPr>
      <w:sz w:val="26"/>
    </w:rPr>
  </w:style>
  <w:style w:type="paragraph" w:styleId="a5">
    <w:name w:val="List Paragraph"/>
    <w:basedOn w:val="a"/>
    <w:uiPriority w:val="34"/>
    <w:qFormat/>
    <w:rsid w:val="000A081D"/>
    <w:pPr>
      <w:ind w:left="720"/>
      <w:contextualSpacing/>
    </w:pPr>
  </w:style>
  <w:style w:type="paragraph" w:styleId="a6">
    <w:name w:val="Balloon Text"/>
    <w:basedOn w:val="a"/>
    <w:link w:val="a7"/>
    <w:rsid w:val="000354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0354FF"/>
    <w:rPr>
      <w:rFonts w:ascii="Tahoma" w:hAnsi="Tahoma" w:cs="Tahoma"/>
      <w:sz w:val="16"/>
      <w:szCs w:val="16"/>
    </w:rPr>
  </w:style>
  <w:style w:type="paragraph" w:customStyle="1" w:styleId="3">
    <w:name w:val="заголовок 3"/>
    <w:basedOn w:val="a"/>
    <w:next w:val="a"/>
    <w:rsid w:val="00CE703D"/>
    <w:pPr>
      <w:keepNext/>
    </w:pPr>
    <w:rPr>
      <w:b/>
      <w:sz w:val="24"/>
    </w:rPr>
  </w:style>
  <w:style w:type="paragraph" w:customStyle="1" w:styleId="41">
    <w:name w:val="заголовок 4"/>
    <w:basedOn w:val="a"/>
    <w:next w:val="a"/>
    <w:rsid w:val="00CE703D"/>
    <w:pPr>
      <w:keepNext/>
      <w:jc w:val="center"/>
    </w:pPr>
    <w:rPr>
      <w:b/>
      <w:sz w:val="24"/>
      <w:u w:val="single"/>
    </w:rPr>
  </w:style>
  <w:style w:type="paragraph" w:customStyle="1" w:styleId="5">
    <w:name w:val="заголовок 5"/>
    <w:basedOn w:val="a"/>
    <w:next w:val="a"/>
    <w:rsid w:val="00CE703D"/>
    <w:pPr>
      <w:keepNext/>
      <w:jc w:val="center"/>
    </w:pPr>
    <w:rPr>
      <w:u w:val="single"/>
    </w:rPr>
  </w:style>
  <w:style w:type="character" w:styleId="a8">
    <w:name w:val="Hyperlink"/>
    <w:basedOn w:val="a0"/>
    <w:rsid w:val="00CE703D"/>
    <w:rPr>
      <w:color w:val="0000FF"/>
      <w:u w:val="single"/>
    </w:rPr>
  </w:style>
  <w:style w:type="table" w:styleId="a9">
    <w:name w:val="Table Grid"/>
    <w:basedOn w:val="a1"/>
    <w:uiPriority w:val="59"/>
    <w:rsid w:val="00C2143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B7076"/>
    <w:pPr>
      <w:autoSpaceDE w:val="0"/>
      <w:autoSpaceDN w:val="0"/>
      <w:adjustRightInd w:val="0"/>
      <w:ind w:firstLine="0"/>
    </w:pPr>
    <w:rPr>
      <w:rFonts w:ascii="Courier New" w:eastAsiaTheme="minorHAnsi" w:hAnsi="Courier New" w:cs="Courier New"/>
      <w:lang w:eastAsia="en-US"/>
    </w:rPr>
  </w:style>
  <w:style w:type="paragraph" w:customStyle="1" w:styleId="ConsPlusTitle">
    <w:name w:val="ConsPlusTitle"/>
    <w:uiPriority w:val="99"/>
    <w:rsid w:val="004B7076"/>
    <w:pPr>
      <w:autoSpaceDE w:val="0"/>
      <w:autoSpaceDN w:val="0"/>
      <w:adjustRightInd w:val="0"/>
      <w:ind w:firstLine="0"/>
    </w:pPr>
    <w:rPr>
      <w:rFonts w:ascii="Arial" w:eastAsiaTheme="minorHAnsi" w:hAnsi="Arial" w:cs="Arial"/>
      <w:b/>
      <w:bCs/>
      <w:lang w:eastAsia="en-US"/>
    </w:rPr>
  </w:style>
  <w:style w:type="paragraph" w:styleId="aa">
    <w:name w:val="No Spacing"/>
    <w:uiPriority w:val="1"/>
    <w:qFormat/>
    <w:rsid w:val="00DF3033"/>
    <w:pPr>
      <w:ind w:firstLine="0"/>
    </w:pPr>
    <w:rPr>
      <w:sz w:val="24"/>
      <w:szCs w:val="24"/>
    </w:rPr>
  </w:style>
  <w:style w:type="paragraph" w:styleId="ab">
    <w:name w:val="Body Text"/>
    <w:basedOn w:val="a"/>
    <w:link w:val="ac"/>
    <w:rsid w:val="00F90CC9"/>
    <w:pPr>
      <w:spacing w:after="120"/>
    </w:pPr>
    <w:rPr>
      <w:sz w:val="24"/>
      <w:szCs w:val="24"/>
    </w:rPr>
  </w:style>
  <w:style w:type="character" w:customStyle="1" w:styleId="ac">
    <w:name w:val="Основной текст Знак"/>
    <w:basedOn w:val="a0"/>
    <w:link w:val="ab"/>
    <w:rsid w:val="00F90CC9"/>
    <w:rPr>
      <w:sz w:val="24"/>
      <w:szCs w:val="24"/>
    </w:rPr>
  </w:style>
  <w:style w:type="paragraph" w:styleId="ad">
    <w:name w:val="header"/>
    <w:basedOn w:val="a"/>
    <w:link w:val="ae"/>
    <w:uiPriority w:val="99"/>
    <w:rsid w:val="00F90CC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F90CC9"/>
    <w:rPr>
      <w:sz w:val="24"/>
      <w:szCs w:val="24"/>
    </w:rPr>
  </w:style>
  <w:style w:type="paragraph" w:styleId="af">
    <w:name w:val="footer"/>
    <w:basedOn w:val="a"/>
    <w:link w:val="af0"/>
    <w:rsid w:val="008C50E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8C50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0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72;&#1073;&#1083;&#1086;&#1085;&#1099;\&#1073;&#1083;&#1072;&#1085;&#1082;%20&#1084;&#1080;&#1085;&#1092;&#1080;&#1085;2009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минфин2009</Template>
  <TotalTime>708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mf3</dc:creator>
  <cp:keywords/>
  <dc:description/>
  <cp:lastModifiedBy>Фин Сорск</cp:lastModifiedBy>
  <cp:revision>55</cp:revision>
  <cp:lastPrinted>2017-09-25T09:43:00Z</cp:lastPrinted>
  <dcterms:created xsi:type="dcterms:W3CDTF">2011-12-02T01:52:00Z</dcterms:created>
  <dcterms:modified xsi:type="dcterms:W3CDTF">2017-09-25T09:47:00Z</dcterms:modified>
</cp:coreProperties>
</file>