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28A9" w:rsidRDefault="00DA28A9" w:rsidP="004B49F6">
      <w:pPr>
        <w:spacing w:line="240" w:lineRule="auto"/>
        <w:jc w:val="both"/>
        <w:rPr>
          <w:szCs w:val="24"/>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07pt;margin-top:-9pt;width:50.95pt;height:64.1pt;z-index:251658240;mso-wrap-distance-left:9.05pt;mso-wrap-distance-right:9.05pt" filled="t">
            <v:fill color2="black"/>
            <v:imagedata r:id="rId5" o:title=""/>
          </v:shape>
        </w:pict>
      </w:r>
    </w:p>
    <w:p w:rsidR="00DA28A9" w:rsidRDefault="00DA28A9" w:rsidP="004B49F6">
      <w:pPr>
        <w:spacing w:line="240" w:lineRule="auto"/>
        <w:jc w:val="both"/>
        <w:rPr>
          <w:szCs w:val="24"/>
        </w:rPr>
      </w:pPr>
    </w:p>
    <w:p w:rsidR="00DA28A9" w:rsidRDefault="00DA28A9" w:rsidP="004B49F6">
      <w:pPr>
        <w:spacing w:line="240" w:lineRule="auto"/>
        <w:jc w:val="both"/>
        <w:rPr>
          <w:b/>
          <w:szCs w:val="24"/>
        </w:rPr>
      </w:pPr>
    </w:p>
    <w:p w:rsidR="00DA28A9" w:rsidRDefault="00DA28A9" w:rsidP="004B49F6">
      <w:pPr>
        <w:spacing w:line="240" w:lineRule="auto"/>
        <w:jc w:val="both"/>
        <w:rPr>
          <w:b/>
          <w:szCs w:val="24"/>
        </w:rPr>
      </w:pPr>
      <w:r>
        <w:rPr>
          <w:noProof/>
          <w:lang w:eastAsia="ru-RU"/>
        </w:rPr>
        <w:pict>
          <v:shapetype id="_x0000_t202" coordsize="21600,21600" o:spt="202" path="m,l,21600r21600,l21600,xe">
            <v:stroke joinstyle="miter"/>
            <v:path gradientshapeok="t" o:connecttype="rect"/>
          </v:shapetype>
          <v:shape id="_x0000_s1027" type="#_x0000_t202" style="position:absolute;left:0;text-align:left;margin-left:272pt;margin-top:2.3pt;width:196pt;height:63.15pt;z-index:251657216;mso-wrap-distance-left:9.05pt;mso-wrap-distance-right:9.05pt" stroked="f">
            <v:fill opacity="0" color2="black"/>
            <v:textbox style="mso-next-textbox:#_x0000_s1027" inset="0,0,0,0">
              <w:txbxContent>
                <w:p w:rsidR="00DA28A9" w:rsidRDefault="00DA28A9" w:rsidP="00FF4F88">
                  <w:pPr>
                    <w:spacing w:line="240" w:lineRule="auto"/>
                    <w:ind w:right="-57"/>
                    <w:jc w:val="center"/>
                    <w:rPr>
                      <w:b/>
                      <w:szCs w:val="26"/>
                    </w:rPr>
                  </w:pPr>
                  <w:r>
                    <w:rPr>
                      <w:b/>
                      <w:szCs w:val="26"/>
                    </w:rPr>
                    <w:t>РОССИЯ ФЕДЕРАЦИЯЗЫ</w:t>
                  </w:r>
                </w:p>
                <w:p w:rsidR="00DA28A9" w:rsidRDefault="00DA28A9" w:rsidP="00FF4F88">
                  <w:pPr>
                    <w:spacing w:line="240" w:lineRule="auto"/>
                    <w:ind w:right="-57"/>
                    <w:jc w:val="center"/>
                    <w:rPr>
                      <w:b/>
                      <w:szCs w:val="26"/>
                    </w:rPr>
                  </w:pPr>
                  <w:r>
                    <w:rPr>
                      <w:b/>
                      <w:szCs w:val="26"/>
                    </w:rPr>
                    <w:t>ХАКАС РЕСПУБЛИКАЗЫ</w:t>
                  </w:r>
                </w:p>
                <w:p w:rsidR="00DA28A9" w:rsidRDefault="00DA28A9" w:rsidP="00FF4F88">
                  <w:pPr>
                    <w:spacing w:line="240" w:lineRule="auto"/>
                    <w:ind w:right="-57"/>
                    <w:jc w:val="center"/>
                    <w:rPr>
                      <w:b/>
                      <w:szCs w:val="26"/>
                    </w:rPr>
                  </w:pPr>
                  <w:r>
                    <w:rPr>
                      <w:b/>
                      <w:szCs w:val="26"/>
                    </w:rPr>
                    <w:t>СОРЫҒ ГОРОДТЫҢ</w:t>
                  </w:r>
                </w:p>
                <w:p w:rsidR="00DA28A9" w:rsidRDefault="00DA28A9" w:rsidP="00FF4F88">
                  <w:pPr>
                    <w:spacing w:line="240" w:lineRule="auto"/>
                    <w:ind w:left="-110" w:right="-180" w:hanging="110"/>
                    <w:jc w:val="center"/>
                    <w:rPr>
                      <w:b/>
                      <w:szCs w:val="26"/>
                    </w:rPr>
                  </w:pPr>
                  <w:r>
                    <w:rPr>
                      <w:b/>
                      <w:szCs w:val="26"/>
                    </w:rPr>
                    <w:t>УСТА</w:t>
                  </w:r>
                  <w:r>
                    <w:rPr>
                      <w:b/>
                      <w:szCs w:val="26"/>
                      <w:lang w:val="en-US"/>
                    </w:rPr>
                    <w:t>Ғ</w:t>
                  </w:r>
                  <w:r>
                    <w:rPr>
                      <w:b/>
                      <w:szCs w:val="26"/>
                    </w:rPr>
                    <w:t xml:space="preserve"> – ПАСТАА</w:t>
                  </w:r>
                </w:p>
              </w:txbxContent>
            </v:textbox>
          </v:shape>
        </w:pict>
      </w:r>
      <w:r>
        <w:rPr>
          <w:noProof/>
          <w:lang w:eastAsia="ru-RU"/>
        </w:rPr>
        <w:pict>
          <v:shape id="_x0000_s1028" type="#_x0000_t202" style="position:absolute;left:0;text-align:left;margin-left:-1.5pt;margin-top:.9pt;width:199.5pt;height:62.3pt;z-index:251656192;mso-wrap-distance-left:9.05pt;mso-wrap-distance-right:9.05pt" stroked="f">
            <v:fill opacity="0" color2="black"/>
            <v:textbox style="mso-next-textbox:#_x0000_s1028" inset="0,0,0,0">
              <w:txbxContent>
                <w:p w:rsidR="00DA28A9" w:rsidRDefault="00DA28A9" w:rsidP="00FF4F88">
                  <w:pPr>
                    <w:spacing w:line="240" w:lineRule="auto"/>
                    <w:jc w:val="center"/>
                    <w:rPr>
                      <w:b/>
                      <w:szCs w:val="26"/>
                    </w:rPr>
                  </w:pPr>
                  <w:r>
                    <w:rPr>
                      <w:b/>
                      <w:szCs w:val="26"/>
                    </w:rPr>
                    <w:t>РОССИЙСКАЯ ФЕДЕРАЦИЯ</w:t>
                  </w:r>
                </w:p>
                <w:p w:rsidR="00DA28A9" w:rsidRDefault="00DA28A9" w:rsidP="00FF4F88">
                  <w:pPr>
                    <w:spacing w:line="240" w:lineRule="auto"/>
                    <w:jc w:val="center"/>
                    <w:rPr>
                      <w:b/>
                      <w:szCs w:val="26"/>
                    </w:rPr>
                  </w:pPr>
                  <w:r>
                    <w:rPr>
                      <w:b/>
                      <w:szCs w:val="26"/>
                    </w:rPr>
                    <w:t>РЕСПУБЛИКА ХАКАСИЯ</w:t>
                  </w:r>
                </w:p>
                <w:p w:rsidR="00DA28A9" w:rsidRDefault="00DA28A9" w:rsidP="00FF4F88">
                  <w:pPr>
                    <w:spacing w:line="240" w:lineRule="auto"/>
                    <w:jc w:val="center"/>
                    <w:rPr>
                      <w:b/>
                      <w:szCs w:val="26"/>
                    </w:rPr>
                  </w:pPr>
                  <w:r>
                    <w:rPr>
                      <w:b/>
                      <w:szCs w:val="26"/>
                    </w:rPr>
                    <w:t>АДМИНИСТРАЦИЯ</w:t>
                  </w:r>
                </w:p>
                <w:p w:rsidR="00DA28A9" w:rsidRDefault="00DA28A9" w:rsidP="00FF4F88">
                  <w:pPr>
                    <w:spacing w:line="240" w:lineRule="auto"/>
                    <w:jc w:val="center"/>
                    <w:rPr>
                      <w:b/>
                      <w:szCs w:val="26"/>
                    </w:rPr>
                  </w:pPr>
                  <w:r>
                    <w:rPr>
                      <w:b/>
                      <w:szCs w:val="26"/>
                    </w:rPr>
                    <w:t>ГОРОДА СОРСКА</w:t>
                  </w:r>
                </w:p>
              </w:txbxContent>
            </v:textbox>
          </v:shape>
        </w:pict>
      </w:r>
    </w:p>
    <w:p w:rsidR="00DA28A9" w:rsidRDefault="00DA28A9" w:rsidP="004B49F6">
      <w:pPr>
        <w:spacing w:line="240" w:lineRule="auto"/>
        <w:jc w:val="both"/>
        <w:rPr>
          <w:b/>
          <w:szCs w:val="26"/>
        </w:rPr>
      </w:pPr>
    </w:p>
    <w:p w:rsidR="00DA28A9" w:rsidRDefault="00DA28A9" w:rsidP="004B49F6">
      <w:pPr>
        <w:spacing w:line="240" w:lineRule="auto"/>
        <w:jc w:val="both"/>
        <w:rPr>
          <w:b/>
          <w:szCs w:val="26"/>
        </w:rPr>
      </w:pPr>
    </w:p>
    <w:p w:rsidR="00DA28A9" w:rsidRDefault="00DA28A9" w:rsidP="004B49F6">
      <w:pPr>
        <w:pStyle w:val="ConsPlusNormal"/>
        <w:widowControl/>
        <w:ind w:left="540" w:firstLine="0"/>
        <w:jc w:val="both"/>
        <w:rPr>
          <w:rFonts w:ascii="Times New Roman" w:hAnsi="Times New Roman"/>
          <w:b/>
          <w:sz w:val="26"/>
          <w:szCs w:val="26"/>
          <w:lang w:eastAsia="ar-SA"/>
        </w:rPr>
      </w:pPr>
    </w:p>
    <w:p w:rsidR="00DA28A9" w:rsidRDefault="00DA28A9" w:rsidP="004B49F6">
      <w:pPr>
        <w:pStyle w:val="ConsPlusNormal"/>
        <w:widowControl/>
        <w:ind w:left="540" w:firstLine="0"/>
        <w:jc w:val="both"/>
        <w:rPr>
          <w:rFonts w:ascii="Times New Roman" w:hAnsi="Times New Roman"/>
          <w:b/>
          <w:sz w:val="26"/>
          <w:szCs w:val="26"/>
        </w:rPr>
      </w:pPr>
      <w:r>
        <w:rPr>
          <w:noProof/>
        </w:rPr>
        <w:pict>
          <v:line id="_x0000_s1029" style="position:absolute;left:0;text-align:left;z-index:251659264" from="18pt,3.7pt" to="469pt,3.7pt" strokeweight=".26mm">
            <v:stroke joinstyle="miter"/>
          </v:line>
        </w:pict>
      </w:r>
    </w:p>
    <w:p w:rsidR="00DA28A9" w:rsidRDefault="00DA28A9" w:rsidP="00490D6A">
      <w:pPr>
        <w:pStyle w:val="ConsPlusNormal"/>
        <w:widowControl/>
        <w:ind w:left="540" w:firstLine="0"/>
        <w:jc w:val="center"/>
        <w:rPr>
          <w:rFonts w:ascii="Times New Roman" w:hAnsi="Times New Roman"/>
          <w:b/>
          <w:sz w:val="26"/>
          <w:szCs w:val="26"/>
        </w:rPr>
      </w:pPr>
      <w:r>
        <w:rPr>
          <w:rFonts w:ascii="Times New Roman" w:hAnsi="Times New Roman"/>
          <w:b/>
          <w:sz w:val="26"/>
          <w:szCs w:val="26"/>
        </w:rPr>
        <w:t>ПОСТАНОВЛЕНИЕ</w:t>
      </w:r>
    </w:p>
    <w:p w:rsidR="00DA28A9" w:rsidRDefault="00DA28A9" w:rsidP="002B4228">
      <w:pPr>
        <w:pStyle w:val="ConsPlusNormal"/>
        <w:widowControl/>
        <w:ind w:firstLine="567"/>
        <w:jc w:val="both"/>
        <w:rPr>
          <w:rFonts w:ascii="Times New Roman" w:hAnsi="Times New Roman"/>
          <w:sz w:val="26"/>
          <w:szCs w:val="26"/>
        </w:rPr>
      </w:pPr>
    </w:p>
    <w:p w:rsidR="00DA28A9" w:rsidRPr="00B110E0" w:rsidRDefault="00DA28A9" w:rsidP="00B110E0">
      <w:pPr>
        <w:pStyle w:val="ConsPlusNormal"/>
        <w:widowControl/>
        <w:jc w:val="both"/>
        <w:rPr>
          <w:rFonts w:ascii="Times New Roman" w:hAnsi="Times New Roman"/>
          <w:sz w:val="26"/>
          <w:szCs w:val="26"/>
        </w:rPr>
      </w:pPr>
      <w:r w:rsidRPr="00B110E0">
        <w:rPr>
          <w:rFonts w:ascii="Times New Roman" w:hAnsi="Times New Roman"/>
          <w:sz w:val="26"/>
          <w:szCs w:val="26"/>
        </w:rPr>
        <w:t>«</w:t>
      </w:r>
      <w:r>
        <w:rPr>
          <w:rFonts w:ascii="Times New Roman" w:hAnsi="Times New Roman"/>
          <w:sz w:val="26"/>
          <w:szCs w:val="26"/>
        </w:rPr>
        <w:t>08</w:t>
      </w:r>
      <w:r w:rsidRPr="00B110E0">
        <w:rPr>
          <w:rFonts w:ascii="Times New Roman" w:hAnsi="Times New Roman"/>
          <w:sz w:val="26"/>
          <w:szCs w:val="26"/>
        </w:rPr>
        <w:t xml:space="preserve">» </w:t>
      </w:r>
      <w:r>
        <w:rPr>
          <w:rFonts w:ascii="Times New Roman" w:hAnsi="Times New Roman"/>
          <w:sz w:val="26"/>
          <w:szCs w:val="26"/>
        </w:rPr>
        <w:t>февраля</w:t>
      </w:r>
      <w:r w:rsidRPr="00B110E0">
        <w:rPr>
          <w:rFonts w:ascii="Times New Roman" w:hAnsi="Times New Roman"/>
          <w:sz w:val="26"/>
          <w:szCs w:val="26"/>
        </w:rPr>
        <w:t xml:space="preserve"> 201</w:t>
      </w:r>
      <w:r>
        <w:rPr>
          <w:rFonts w:ascii="Times New Roman" w:hAnsi="Times New Roman"/>
          <w:sz w:val="26"/>
          <w:szCs w:val="26"/>
        </w:rPr>
        <w:t>7</w:t>
      </w:r>
      <w:r w:rsidRPr="00B110E0">
        <w:rPr>
          <w:rFonts w:ascii="Times New Roman" w:hAnsi="Times New Roman"/>
          <w:sz w:val="26"/>
          <w:szCs w:val="26"/>
        </w:rPr>
        <w:t xml:space="preserve"> года</w:t>
      </w:r>
      <w:r w:rsidRPr="00B110E0">
        <w:rPr>
          <w:rFonts w:ascii="Times New Roman" w:hAnsi="Times New Roman"/>
          <w:sz w:val="26"/>
          <w:szCs w:val="26"/>
        </w:rPr>
        <w:tab/>
      </w:r>
      <w:r w:rsidRPr="00B110E0">
        <w:rPr>
          <w:rFonts w:ascii="Times New Roman" w:hAnsi="Times New Roman"/>
          <w:sz w:val="26"/>
          <w:szCs w:val="26"/>
        </w:rPr>
        <w:tab/>
      </w:r>
      <w:r w:rsidRPr="00B110E0">
        <w:rPr>
          <w:rFonts w:ascii="Times New Roman" w:hAnsi="Times New Roman"/>
          <w:sz w:val="26"/>
          <w:szCs w:val="26"/>
        </w:rPr>
        <w:tab/>
      </w:r>
      <w:r w:rsidRPr="00B110E0">
        <w:rPr>
          <w:rFonts w:ascii="Times New Roman" w:hAnsi="Times New Roman"/>
          <w:sz w:val="26"/>
          <w:szCs w:val="26"/>
        </w:rPr>
        <w:tab/>
      </w:r>
      <w:r w:rsidRPr="00B110E0">
        <w:rPr>
          <w:rFonts w:ascii="Times New Roman" w:hAnsi="Times New Roman"/>
          <w:sz w:val="26"/>
          <w:szCs w:val="26"/>
        </w:rPr>
        <w:tab/>
      </w:r>
      <w:r w:rsidRPr="00B110E0">
        <w:rPr>
          <w:rFonts w:ascii="Times New Roman" w:hAnsi="Times New Roman"/>
          <w:sz w:val="26"/>
          <w:szCs w:val="26"/>
        </w:rPr>
        <w:tab/>
      </w:r>
      <w:r w:rsidRPr="00B110E0">
        <w:rPr>
          <w:rFonts w:ascii="Times New Roman" w:hAnsi="Times New Roman"/>
          <w:sz w:val="26"/>
          <w:szCs w:val="26"/>
        </w:rPr>
        <w:tab/>
      </w:r>
      <w:r>
        <w:rPr>
          <w:rFonts w:ascii="Times New Roman" w:hAnsi="Times New Roman"/>
          <w:sz w:val="26"/>
          <w:szCs w:val="26"/>
        </w:rPr>
        <w:t xml:space="preserve"> </w:t>
      </w:r>
      <w:r w:rsidRPr="00B110E0">
        <w:rPr>
          <w:rFonts w:ascii="Times New Roman" w:hAnsi="Times New Roman"/>
          <w:sz w:val="26"/>
          <w:szCs w:val="26"/>
        </w:rPr>
        <w:t xml:space="preserve"> </w:t>
      </w:r>
      <w:r>
        <w:rPr>
          <w:rFonts w:ascii="Times New Roman" w:hAnsi="Times New Roman"/>
          <w:sz w:val="26"/>
          <w:szCs w:val="26"/>
        </w:rPr>
        <w:t xml:space="preserve">   </w:t>
      </w:r>
      <w:r w:rsidRPr="00B110E0">
        <w:rPr>
          <w:rFonts w:ascii="Times New Roman" w:hAnsi="Times New Roman"/>
          <w:sz w:val="26"/>
          <w:szCs w:val="26"/>
        </w:rPr>
        <w:t xml:space="preserve"> </w:t>
      </w:r>
      <w:r>
        <w:rPr>
          <w:rFonts w:ascii="Times New Roman" w:hAnsi="Times New Roman"/>
          <w:sz w:val="26"/>
          <w:szCs w:val="26"/>
        </w:rPr>
        <w:t xml:space="preserve">    </w:t>
      </w:r>
      <w:r w:rsidRPr="00B110E0">
        <w:rPr>
          <w:rFonts w:ascii="Times New Roman" w:hAnsi="Times New Roman"/>
          <w:sz w:val="26"/>
          <w:szCs w:val="26"/>
        </w:rPr>
        <w:t xml:space="preserve"> № </w:t>
      </w:r>
      <w:r>
        <w:rPr>
          <w:rFonts w:ascii="Times New Roman" w:hAnsi="Times New Roman"/>
          <w:sz w:val="26"/>
          <w:szCs w:val="26"/>
        </w:rPr>
        <w:t>46</w:t>
      </w:r>
      <w:r w:rsidRPr="00B110E0">
        <w:rPr>
          <w:rFonts w:ascii="Times New Roman" w:hAnsi="Times New Roman"/>
          <w:sz w:val="26"/>
          <w:szCs w:val="26"/>
        </w:rPr>
        <w:t xml:space="preserve">-п </w:t>
      </w:r>
    </w:p>
    <w:p w:rsidR="00DA28A9" w:rsidRPr="00B110E0" w:rsidRDefault="00DA28A9" w:rsidP="00B110E0">
      <w:pPr>
        <w:pStyle w:val="ConsPlusNormal"/>
        <w:widowControl/>
        <w:jc w:val="both"/>
        <w:rPr>
          <w:rFonts w:ascii="Times New Roman" w:hAnsi="Times New Roman"/>
          <w:sz w:val="26"/>
          <w:szCs w:val="26"/>
        </w:rPr>
      </w:pPr>
    </w:p>
    <w:p w:rsidR="00DA28A9" w:rsidRPr="00B110E0" w:rsidRDefault="00DA28A9" w:rsidP="00B110E0">
      <w:pPr>
        <w:pStyle w:val="ConsPlusNormal"/>
        <w:widowControl/>
        <w:jc w:val="both"/>
        <w:rPr>
          <w:rFonts w:ascii="Times New Roman" w:hAnsi="Times New Roman"/>
          <w:sz w:val="26"/>
          <w:szCs w:val="26"/>
        </w:rPr>
      </w:pPr>
      <w:r w:rsidRPr="00B110E0">
        <w:rPr>
          <w:rFonts w:ascii="Times New Roman" w:hAnsi="Times New Roman"/>
          <w:sz w:val="26"/>
          <w:szCs w:val="26"/>
        </w:rPr>
        <w:t>О внесении изменений в постановление</w:t>
      </w:r>
    </w:p>
    <w:p w:rsidR="00DA28A9" w:rsidRPr="00B110E0" w:rsidRDefault="00DA28A9" w:rsidP="006E6A23">
      <w:pPr>
        <w:pStyle w:val="ConsPlusNormal"/>
        <w:widowControl/>
        <w:jc w:val="both"/>
        <w:rPr>
          <w:rFonts w:ascii="Times New Roman" w:hAnsi="Times New Roman"/>
          <w:sz w:val="26"/>
          <w:szCs w:val="26"/>
        </w:rPr>
      </w:pPr>
      <w:r w:rsidRPr="00B110E0">
        <w:rPr>
          <w:rFonts w:ascii="Times New Roman" w:hAnsi="Times New Roman"/>
          <w:sz w:val="26"/>
          <w:szCs w:val="26"/>
        </w:rPr>
        <w:t>администрации города Сорска</w:t>
      </w:r>
      <w:r>
        <w:rPr>
          <w:rFonts w:ascii="Times New Roman" w:hAnsi="Times New Roman"/>
          <w:sz w:val="26"/>
          <w:szCs w:val="26"/>
        </w:rPr>
        <w:t xml:space="preserve"> </w:t>
      </w:r>
      <w:r w:rsidRPr="00B110E0">
        <w:rPr>
          <w:rFonts w:ascii="Times New Roman" w:hAnsi="Times New Roman"/>
          <w:sz w:val="26"/>
          <w:szCs w:val="26"/>
        </w:rPr>
        <w:t>от 22.05.2013 года № 267-п</w:t>
      </w:r>
    </w:p>
    <w:p w:rsidR="00DA28A9" w:rsidRPr="00B110E0" w:rsidRDefault="00DA28A9" w:rsidP="00B110E0">
      <w:pPr>
        <w:pStyle w:val="ConsPlusNormal"/>
        <w:widowControl/>
        <w:jc w:val="both"/>
        <w:rPr>
          <w:rFonts w:ascii="Times New Roman" w:hAnsi="Times New Roman"/>
          <w:sz w:val="26"/>
          <w:szCs w:val="26"/>
        </w:rPr>
      </w:pPr>
      <w:r w:rsidRPr="00B110E0">
        <w:rPr>
          <w:rFonts w:ascii="Times New Roman" w:hAnsi="Times New Roman"/>
          <w:sz w:val="26"/>
          <w:szCs w:val="26"/>
        </w:rPr>
        <w:t>«Об утверждении административного регламента</w:t>
      </w:r>
    </w:p>
    <w:p w:rsidR="00DA28A9" w:rsidRDefault="00DA28A9" w:rsidP="006E6A23">
      <w:pPr>
        <w:pStyle w:val="ConsPlusNormal"/>
        <w:widowControl/>
        <w:jc w:val="both"/>
        <w:rPr>
          <w:rFonts w:ascii="Times New Roman" w:hAnsi="Times New Roman"/>
          <w:sz w:val="26"/>
          <w:szCs w:val="26"/>
        </w:rPr>
      </w:pPr>
      <w:r>
        <w:rPr>
          <w:rFonts w:ascii="Times New Roman" w:hAnsi="Times New Roman"/>
          <w:sz w:val="26"/>
          <w:szCs w:val="26"/>
        </w:rPr>
        <w:t>осуществления муниципальной функции</w:t>
      </w:r>
    </w:p>
    <w:p w:rsidR="00DA28A9" w:rsidRDefault="00DA28A9" w:rsidP="006E6A23">
      <w:pPr>
        <w:pStyle w:val="ConsPlusNormal"/>
        <w:widowControl/>
        <w:jc w:val="both"/>
        <w:rPr>
          <w:rFonts w:ascii="Times New Roman" w:hAnsi="Times New Roman"/>
          <w:sz w:val="26"/>
          <w:szCs w:val="26"/>
        </w:rPr>
      </w:pPr>
      <w:r w:rsidRPr="00B110E0">
        <w:rPr>
          <w:rFonts w:ascii="Times New Roman" w:hAnsi="Times New Roman"/>
          <w:sz w:val="26"/>
          <w:szCs w:val="26"/>
        </w:rPr>
        <w:t>«Контроль использования земель</w:t>
      </w:r>
      <w:r>
        <w:rPr>
          <w:rFonts w:ascii="Times New Roman" w:hAnsi="Times New Roman"/>
          <w:sz w:val="26"/>
          <w:szCs w:val="26"/>
        </w:rPr>
        <w:t xml:space="preserve"> </w:t>
      </w:r>
      <w:r w:rsidRPr="00B110E0">
        <w:rPr>
          <w:rFonts w:ascii="Times New Roman" w:hAnsi="Times New Roman"/>
          <w:sz w:val="26"/>
          <w:szCs w:val="26"/>
        </w:rPr>
        <w:t xml:space="preserve">и обследования </w:t>
      </w:r>
    </w:p>
    <w:p w:rsidR="00DA28A9" w:rsidRPr="00B110E0" w:rsidRDefault="00DA28A9" w:rsidP="006E6A23">
      <w:pPr>
        <w:pStyle w:val="ConsPlusNormal"/>
        <w:widowControl/>
        <w:jc w:val="both"/>
        <w:rPr>
          <w:rFonts w:ascii="Times New Roman" w:hAnsi="Times New Roman"/>
          <w:sz w:val="26"/>
          <w:szCs w:val="26"/>
        </w:rPr>
      </w:pPr>
      <w:r w:rsidRPr="00B110E0">
        <w:rPr>
          <w:rFonts w:ascii="Times New Roman" w:hAnsi="Times New Roman"/>
          <w:sz w:val="26"/>
          <w:szCs w:val="26"/>
        </w:rPr>
        <w:t>земельных участков</w:t>
      </w:r>
      <w:r>
        <w:rPr>
          <w:rFonts w:ascii="Times New Roman" w:hAnsi="Times New Roman"/>
          <w:sz w:val="26"/>
          <w:szCs w:val="26"/>
        </w:rPr>
        <w:t xml:space="preserve"> </w:t>
      </w:r>
      <w:r w:rsidRPr="00B110E0">
        <w:rPr>
          <w:rFonts w:ascii="Times New Roman" w:hAnsi="Times New Roman"/>
          <w:sz w:val="26"/>
          <w:szCs w:val="26"/>
        </w:rPr>
        <w:t>на территории муниципального</w:t>
      </w:r>
    </w:p>
    <w:p w:rsidR="00DA28A9" w:rsidRDefault="00DA28A9" w:rsidP="00B110E0">
      <w:pPr>
        <w:pStyle w:val="ConsPlusNormal"/>
        <w:widowControl/>
        <w:jc w:val="both"/>
        <w:rPr>
          <w:rFonts w:ascii="Times New Roman" w:hAnsi="Times New Roman"/>
          <w:sz w:val="26"/>
          <w:szCs w:val="26"/>
        </w:rPr>
      </w:pPr>
      <w:r w:rsidRPr="00767013">
        <w:rPr>
          <w:rFonts w:ascii="Times New Roman" w:hAnsi="Times New Roman"/>
          <w:sz w:val="26"/>
          <w:szCs w:val="26"/>
        </w:rPr>
        <w:t>образования город Сорск» (с изменениями от 21.03.2014</w:t>
      </w:r>
      <w:r>
        <w:rPr>
          <w:rFonts w:ascii="Times New Roman" w:hAnsi="Times New Roman"/>
          <w:sz w:val="26"/>
          <w:szCs w:val="26"/>
        </w:rPr>
        <w:t xml:space="preserve"> </w:t>
      </w:r>
      <w:r w:rsidRPr="00767013">
        <w:rPr>
          <w:rFonts w:ascii="Times New Roman" w:hAnsi="Times New Roman"/>
          <w:sz w:val="26"/>
          <w:szCs w:val="26"/>
        </w:rPr>
        <w:t xml:space="preserve">г. </w:t>
      </w:r>
    </w:p>
    <w:p w:rsidR="00DA28A9" w:rsidRDefault="00DA28A9" w:rsidP="00B110E0">
      <w:pPr>
        <w:pStyle w:val="ConsPlusNormal"/>
        <w:widowControl/>
        <w:jc w:val="both"/>
        <w:rPr>
          <w:rFonts w:ascii="Times New Roman" w:hAnsi="Times New Roman"/>
          <w:sz w:val="26"/>
          <w:szCs w:val="26"/>
        </w:rPr>
      </w:pPr>
      <w:r w:rsidRPr="00767013">
        <w:rPr>
          <w:rFonts w:ascii="Times New Roman" w:hAnsi="Times New Roman"/>
          <w:sz w:val="26"/>
          <w:szCs w:val="26"/>
        </w:rPr>
        <w:t>№ 124-п</w:t>
      </w:r>
      <w:r>
        <w:rPr>
          <w:rFonts w:ascii="Times New Roman" w:hAnsi="Times New Roman"/>
          <w:sz w:val="26"/>
          <w:szCs w:val="26"/>
        </w:rPr>
        <w:t>, 13.05.2014 г. № 213-п, от 11.12.2015 г. № 832-п,</w:t>
      </w:r>
    </w:p>
    <w:p w:rsidR="00DA28A9" w:rsidRPr="00767013" w:rsidRDefault="00DA28A9" w:rsidP="00B110E0">
      <w:pPr>
        <w:pStyle w:val="ConsPlusNormal"/>
        <w:widowControl/>
        <w:jc w:val="both"/>
        <w:rPr>
          <w:rFonts w:ascii="Times New Roman" w:hAnsi="Times New Roman"/>
          <w:sz w:val="26"/>
          <w:szCs w:val="26"/>
        </w:rPr>
      </w:pPr>
      <w:r>
        <w:rPr>
          <w:rFonts w:ascii="Times New Roman" w:hAnsi="Times New Roman"/>
          <w:sz w:val="26"/>
          <w:szCs w:val="26"/>
        </w:rPr>
        <w:t>от 06.10.2016 г. № 628-п</w:t>
      </w:r>
      <w:r w:rsidRPr="00767013">
        <w:rPr>
          <w:rFonts w:ascii="Times New Roman" w:hAnsi="Times New Roman"/>
          <w:sz w:val="26"/>
          <w:szCs w:val="26"/>
        </w:rPr>
        <w:t>)</w:t>
      </w:r>
    </w:p>
    <w:p w:rsidR="00DA28A9" w:rsidRPr="00B110E0" w:rsidRDefault="00DA28A9" w:rsidP="00B110E0">
      <w:pPr>
        <w:pStyle w:val="ConsPlusNormal"/>
        <w:widowControl/>
        <w:jc w:val="both"/>
        <w:rPr>
          <w:rFonts w:ascii="Times New Roman" w:hAnsi="Times New Roman"/>
          <w:sz w:val="26"/>
          <w:szCs w:val="26"/>
        </w:rPr>
      </w:pPr>
    </w:p>
    <w:p w:rsidR="00DA28A9" w:rsidRPr="00701346" w:rsidRDefault="00DA28A9" w:rsidP="006D6EAE">
      <w:pPr>
        <w:pStyle w:val="ConsPlusNormal"/>
        <w:widowControl/>
        <w:jc w:val="both"/>
        <w:rPr>
          <w:rFonts w:ascii="Times New Roman" w:hAnsi="Times New Roman"/>
          <w:sz w:val="26"/>
          <w:szCs w:val="26"/>
        </w:rPr>
      </w:pPr>
      <w:r w:rsidRPr="00701346">
        <w:rPr>
          <w:rFonts w:ascii="Times New Roman" w:hAnsi="Times New Roman"/>
          <w:sz w:val="26"/>
          <w:szCs w:val="26"/>
        </w:rPr>
        <w:t>В соответствии с Федеральным законом от 26.12.2008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Федеральным законом от 06.10.2003 г. № 131-ФЗ «Об общих принципах организации местного самоупра</w:t>
      </w:r>
      <w:r>
        <w:rPr>
          <w:rFonts w:ascii="Times New Roman" w:hAnsi="Times New Roman"/>
          <w:sz w:val="26"/>
          <w:szCs w:val="26"/>
        </w:rPr>
        <w:t xml:space="preserve">вления в Российской Федерации», </w:t>
      </w:r>
      <w:r w:rsidRPr="00701346">
        <w:rPr>
          <w:rFonts w:ascii="Times New Roman" w:hAnsi="Times New Roman"/>
          <w:sz w:val="26"/>
          <w:szCs w:val="26"/>
        </w:rPr>
        <w:t>руководствуясь постановлением правительства Республики Хакасия от 13.04.2012 г. № 239 «</w:t>
      </w:r>
      <w:r>
        <w:rPr>
          <w:rFonts w:ascii="Times New Roman" w:hAnsi="Times New Roman"/>
          <w:sz w:val="26"/>
          <w:szCs w:val="26"/>
        </w:rPr>
        <w:t xml:space="preserve">О Порядке разработки и принятии </w:t>
      </w:r>
      <w:r w:rsidRPr="00701346">
        <w:rPr>
          <w:rFonts w:ascii="Times New Roman" w:hAnsi="Times New Roman"/>
          <w:sz w:val="26"/>
          <w:szCs w:val="26"/>
        </w:rPr>
        <w:t>органами местного самоуправления в Республике Хакасия административных регламентов исполнения муниципальных функций», в связи с поступившим протестом прокуратуры Усть-Абаканского района от 30 января 2017 года, руководствуясь Уставом муниципального образования город Сорск, администрация города Сорска Республики Хакасия,</w:t>
      </w:r>
    </w:p>
    <w:p w:rsidR="00DA28A9" w:rsidRPr="00701346" w:rsidRDefault="00DA28A9" w:rsidP="00B110E0">
      <w:pPr>
        <w:pStyle w:val="ConsPlusNormal"/>
        <w:widowControl/>
        <w:jc w:val="both"/>
        <w:rPr>
          <w:rFonts w:ascii="Times New Roman" w:hAnsi="Times New Roman"/>
          <w:sz w:val="26"/>
          <w:szCs w:val="26"/>
        </w:rPr>
      </w:pPr>
      <w:r w:rsidRPr="00701346">
        <w:rPr>
          <w:rFonts w:ascii="Times New Roman" w:hAnsi="Times New Roman"/>
          <w:sz w:val="26"/>
          <w:szCs w:val="26"/>
        </w:rPr>
        <w:t>ПОСТАНОВЛЯЕТ:</w:t>
      </w:r>
    </w:p>
    <w:p w:rsidR="00DA28A9" w:rsidRPr="00701346" w:rsidRDefault="00DA28A9" w:rsidP="00F05C28">
      <w:pPr>
        <w:pStyle w:val="ConsPlusNormal"/>
        <w:widowControl/>
        <w:jc w:val="both"/>
        <w:rPr>
          <w:rFonts w:ascii="Times New Roman" w:hAnsi="Times New Roman"/>
          <w:sz w:val="26"/>
          <w:szCs w:val="26"/>
        </w:rPr>
      </w:pPr>
      <w:r w:rsidRPr="00701346">
        <w:rPr>
          <w:rFonts w:ascii="Times New Roman" w:hAnsi="Times New Roman"/>
          <w:sz w:val="26"/>
          <w:szCs w:val="26"/>
        </w:rPr>
        <w:t>1. Внести в административный регламент осуществления муниципальной функции «Контроль использования земель и обследование земельных участков на территории муниципального образования город Сорск», утвержденный постановлением администрации города Сорска от 22.05.2013 года № 267-п «Об утверждении административного регламента осуществления муниципальной функции «Контроль использования земель и обследования земельных участков на территории муниципального образования город Сорск», следующие изменения</w:t>
      </w:r>
      <w:r>
        <w:rPr>
          <w:rFonts w:ascii="Times New Roman" w:hAnsi="Times New Roman"/>
          <w:sz w:val="26"/>
          <w:szCs w:val="26"/>
        </w:rPr>
        <w:t xml:space="preserve"> и дополнения</w:t>
      </w:r>
      <w:r w:rsidRPr="00701346">
        <w:rPr>
          <w:rFonts w:ascii="Times New Roman" w:hAnsi="Times New Roman"/>
          <w:sz w:val="26"/>
          <w:szCs w:val="26"/>
        </w:rPr>
        <w:t>:</w:t>
      </w:r>
    </w:p>
    <w:p w:rsidR="00DA28A9" w:rsidRPr="00701346" w:rsidRDefault="00DA28A9" w:rsidP="00971E0D">
      <w:pPr>
        <w:pStyle w:val="ConsPlusNormal"/>
        <w:widowControl/>
        <w:jc w:val="both"/>
        <w:rPr>
          <w:rFonts w:ascii="Times New Roman" w:hAnsi="Times New Roman"/>
          <w:sz w:val="26"/>
          <w:szCs w:val="26"/>
        </w:rPr>
      </w:pPr>
      <w:r w:rsidRPr="00701346">
        <w:rPr>
          <w:rFonts w:ascii="Times New Roman" w:hAnsi="Times New Roman"/>
          <w:sz w:val="26"/>
          <w:szCs w:val="26"/>
        </w:rPr>
        <w:t xml:space="preserve">1.1. В разделе </w:t>
      </w:r>
      <w:r w:rsidRPr="00701346">
        <w:rPr>
          <w:rFonts w:ascii="Times New Roman" w:hAnsi="Times New Roman"/>
          <w:sz w:val="26"/>
          <w:szCs w:val="26"/>
          <w:lang w:val="en-US"/>
        </w:rPr>
        <w:t>III</w:t>
      </w:r>
      <w:r w:rsidRPr="00701346">
        <w:rPr>
          <w:rFonts w:ascii="Times New Roman" w:hAnsi="Times New Roman"/>
          <w:sz w:val="26"/>
          <w:szCs w:val="26"/>
        </w:rPr>
        <w:t xml:space="preserve"> административного регламента:</w:t>
      </w:r>
    </w:p>
    <w:p w:rsidR="00DA28A9" w:rsidRPr="00701346" w:rsidRDefault="00DA28A9" w:rsidP="00FA3E2F">
      <w:pPr>
        <w:pStyle w:val="ConsPlusNormal"/>
        <w:jc w:val="both"/>
        <w:rPr>
          <w:rFonts w:ascii="Times New Roman" w:hAnsi="Times New Roman"/>
          <w:sz w:val="26"/>
          <w:szCs w:val="26"/>
        </w:rPr>
      </w:pPr>
      <w:r w:rsidRPr="00701346">
        <w:rPr>
          <w:rFonts w:ascii="Times New Roman" w:hAnsi="Times New Roman"/>
          <w:sz w:val="26"/>
          <w:szCs w:val="26"/>
        </w:rPr>
        <w:t xml:space="preserve">1.1.1. Подпункт «в» пункта 3.2 изложить в следующей редакции: </w:t>
      </w:r>
    </w:p>
    <w:p w:rsidR="00DA28A9" w:rsidRPr="00701346" w:rsidRDefault="00DA28A9" w:rsidP="00FA3E2F">
      <w:pPr>
        <w:pStyle w:val="ConsPlusNormal"/>
        <w:widowControl/>
        <w:jc w:val="both"/>
        <w:rPr>
          <w:rFonts w:ascii="Times New Roman" w:hAnsi="Times New Roman"/>
          <w:sz w:val="26"/>
          <w:szCs w:val="26"/>
        </w:rPr>
      </w:pPr>
      <w:r w:rsidRPr="00701346">
        <w:rPr>
          <w:rFonts w:ascii="Times New Roman" w:hAnsi="Times New Roman"/>
          <w:sz w:val="26"/>
          <w:szCs w:val="26"/>
        </w:rPr>
        <w:t>«в)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r>
        <w:rPr>
          <w:rFonts w:ascii="Times New Roman" w:hAnsi="Times New Roman"/>
          <w:sz w:val="26"/>
          <w:szCs w:val="26"/>
        </w:rPr>
        <w:t>.</w:t>
      </w:r>
      <w:r w:rsidRPr="00701346">
        <w:rPr>
          <w:rFonts w:ascii="Times New Roman" w:hAnsi="Times New Roman"/>
          <w:sz w:val="26"/>
          <w:szCs w:val="26"/>
        </w:rPr>
        <w:t>»;</w:t>
      </w:r>
    </w:p>
    <w:p w:rsidR="00DA28A9" w:rsidRPr="00701346" w:rsidRDefault="00DA28A9" w:rsidP="00971E0D">
      <w:pPr>
        <w:pStyle w:val="ConsPlusNormal"/>
        <w:widowControl/>
        <w:jc w:val="both"/>
        <w:rPr>
          <w:rFonts w:ascii="Times New Roman" w:hAnsi="Times New Roman"/>
          <w:sz w:val="26"/>
          <w:szCs w:val="26"/>
        </w:rPr>
      </w:pPr>
      <w:r w:rsidRPr="00701346">
        <w:rPr>
          <w:rFonts w:ascii="Times New Roman" w:hAnsi="Times New Roman"/>
          <w:sz w:val="26"/>
          <w:szCs w:val="26"/>
        </w:rPr>
        <w:t>1.1.2. Пункт 3.3.1.2 изменить и изложить в следующей редакции:</w:t>
      </w:r>
    </w:p>
    <w:p w:rsidR="00DA28A9" w:rsidRDefault="00DA28A9" w:rsidP="009D13EA">
      <w:pPr>
        <w:pStyle w:val="ConsPlusNormal"/>
        <w:jc w:val="both"/>
        <w:rPr>
          <w:rFonts w:ascii="Times New Roman" w:hAnsi="Times New Roman"/>
          <w:sz w:val="26"/>
          <w:szCs w:val="26"/>
        </w:rPr>
      </w:pPr>
    </w:p>
    <w:p w:rsidR="00DA28A9" w:rsidRPr="00701346" w:rsidRDefault="00DA28A9" w:rsidP="009D13EA">
      <w:pPr>
        <w:pStyle w:val="ConsPlusNormal"/>
        <w:jc w:val="both"/>
        <w:rPr>
          <w:rFonts w:ascii="Times New Roman" w:hAnsi="Times New Roman"/>
          <w:sz w:val="26"/>
          <w:szCs w:val="26"/>
        </w:rPr>
      </w:pPr>
      <w:r w:rsidRPr="00701346">
        <w:rPr>
          <w:rFonts w:ascii="Times New Roman" w:hAnsi="Times New Roman"/>
          <w:sz w:val="26"/>
          <w:szCs w:val="26"/>
        </w:rPr>
        <w:t>«3.3.1.2. О проведении плановой проверки юридическое лицо, индивидуальный предприниматель уведомляются отделом по управлению муниципальным имуществом администрации города Сорска не позднее чем за три рабочих дня до начала ее проведения посредством направления копии распоряжения главы города Сорска о начале проведения плановой проверки заказным почтовым отправлением с уведомлением о вручении или иным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государственного контроля (надзора), орган муниципального контроля.»;</w:t>
      </w:r>
    </w:p>
    <w:p w:rsidR="00DA28A9" w:rsidRPr="00701346" w:rsidRDefault="00DA28A9" w:rsidP="00ED7C96">
      <w:pPr>
        <w:pStyle w:val="ConsPlusNormal"/>
        <w:jc w:val="both"/>
        <w:rPr>
          <w:rFonts w:ascii="Times New Roman" w:hAnsi="Times New Roman"/>
          <w:sz w:val="26"/>
          <w:szCs w:val="26"/>
        </w:rPr>
      </w:pPr>
      <w:r w:rsidRPr="00701346">
        <w:rPr>
          <w:rFonts w:ascii="Times New Roman" w:hAnsi="Times New Roman"/>
          <w:sz w:val="26"/>
          <w:szCs w:val="26"/>
        </w:rPr>
        <w:t>1.1.3. В подпункте 2 пункта 3.3.2 слова «при поступлении» заменить словами «при мотивированном представлении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w:t>
      </w:r>
    </w:p>
    <w:p w:rsidR="00DA28A9" w:rsidRPr="00701346" w:rsidRDefault="00DA28A9" w:rsidP="00FA3E2F">
      <w:pPr>
        <w:pStyle w:val="ConsPlusNormal"/>
        <w:jc w:val="both"/>
        <w:rPr>
          <w:rFonts w:ascii="Times New Roman" w:hAnsi="Times New Roman"/>
          <w:sz w:val="26"/>
          <w:szCs w:val="26"/>
        </w:rPr>
      </w:pPr>
      <w:r w:rsidRPr="00701346">
        <w:rPr>
          <w:rFonts w:ascii="Times New Roman" w:hAnsi="Times New Roman"/>
          <w:sz w:val="26"/>
          <w:szCs w:val="26"/>
        </w:rPr>
        <w:t>1.1.4. Пункт 3.3.2 дополнить подпунктом 3 следующего содержания:</w:t>
      </w:r>
    </w:p>
    <w:p w:rsidR="00DA28A9" w:rsidRPr="00701346" w:rsidRDefault="00DA28A9" w:rsidP="009D13EA">
      <w:pPr>
        <w:pStyle w:val="ConsPlusNormal"/>
        <w:jc w:val="both"/>
        <w:rPr>
          <w:rFonts w:ascii="Times New Roman" w:hAnsi="Times New Roman"/>
          <w:sz w:val="26"/>
          <w:szCs w:val="26"/>
        </w:rPr>
      </w:pPr>
      <w:r w:rsidRPr="00701346">
        <w:rPr>
          <w:rFonts w:ascii="Times New Roman" w:hAnsi="Times New Roman"/>
          <w:sz w:val="26"/>
          <w:szCs w:val="26"/>
        </w:rPr>
        <w:t>«3) при поступлении в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DA28A9" w:rsidRPr="00701346" w:rsidRDefault="00DA28A9" w:rsidP="007B600F">
      <w:pPr>
        <w:pStyle w:val="ConsPlusNormal"/>
        <w:jc w:val="both"/>
        <w:rPr>
          <w:rFonts w:ascii="Times New Roman" w:hAnsi="Times New Roman"/>
          <w:sz w:val="26"/>
          <w:szCs w:val="26"/>
        </w:rPr>
      </w:pPr>
      <w:r w:rsidRPr="00701346">
        <w:rPr>
          <w:rFonts w:ascii="Times New Roman" w:hAnsi="Times New Roman"/>
          <w:sz w:val="26"/>
          <w:szCs w:val="26"/>
        </w:rPr>
        <w:t>1.1.5. Абзац 4 пункта 3.3.2 изложить в следующей редакции:</w:t>
      </w:r>
    </w:p>
    <w:p w:rsidR="00DA28A9" w:rsidRPr="00701346" w:rsidRDefault="00DA28A9" w:rsidP="007B600F">
      <w:pPr>
        <w:autoSpaceDE w:val="0"/>
        <w:autoSpaceDN w:val="0"/>
        <w:adjustRightInd w:val="0"/>
        <w:spacing w:line="240" w:lineRule="auto"/>
        <w:ind w:firstLine="720"/>
        <w:jc w:val="both"/>
        <w:rPr>
          <w:szCs w:val="26"/>
          <w:lang w:eastAsia="ru-RU"/>
        </w:rPr>
      </w:pPr>
      <w:r w:rsidRPr="00701346">
        <w:rPr>
          <w:szCs w:val="26"/>
          <w:lang w:eastAsia="ru-RU"/>
        </w:rPr>
        <w:t>«Обращения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фактах, указанных в пункте 3.2 настоящего Регламента, не могут служить основанием для проведения внеплановой проверки. В случае, если изложенная в обращении или заявлении информация может в соответствии с пунктом 3.2 настоящего Регламента являться основанием для проведения внеплановой проверки, должностное лицо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rsidR="00DA28A9" w:rsidRPr="00701346" w:rsidRDefault="00DA28A9" w:rsidP="007B600F">
      <w:pPr>
        <w:autoSpaceDE w:val="0"/>
        <w:autoSpaceDN w:val="0"/>
        <w:adjustRightInd w:val="0"/>
        <w:spacing w:line="240" w:lineRule="auto"/>
        <w:ind w:firstLine="720"/>
        <w:jc w:val="both"/>
        <w:rPr>
          <w:szCs w:val="26"/>
          <w:lang w:eastAsia="ru-RU"/>
        </w:rPr>
      </w:pPr>
      <w:r w:rsidRPr="00701346">
        <w:rPr>
          <w:szCs w:val="26"/>
          <w:lang w:eastAsia="ru-RU"/>
        </w:rPr>
        <w:t>1.1.6. Пункт 3.3.2 дополнить абзацами 5-8 следующего содержания:</w:t>
      </w:r>
    </w:p>
    <w:p w:rsidR="00DA28A9" w:rsidRPr="00701346" w:rsidRDefault="00DA28A9" w:rsidP="00997FD4">
      <w:pPr>
        <w:autoSpaceDE w:val="0"/>
        <w:autoSpaceDN w:val="0"/>
        <w:adjustRightInd w:val="0"/>
        <w:spacing w:line="240" w:lineRule="auto"/>
        <w:ind w:firstLine="720"/>
        <w:jc w:val="both"/>
        <w:rPr>
          <w:szCs w:val="26"/>
          <w:lang w:eastAsia="ru-RU"/>
        </w:rPr>
      </w:pPr>
      <w:r w:rsidRPr="00701346">
        <w:rPr>
          <w:szCs w:val="26"/>
          <w:lang w:eastAsia="ru-RU"/>
        </w:rPr>
        <w:t>«При рассмотрении обращений и заявлений, информации о фактах, указанных в указанных в пункте 3.2 настоящего Регламента,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DA28A9" w:rsidRPr="00701346" w:rsidRDefault="00DA28A9" w:rsidP="007B600F">
      <w:pPr>
        <w:autoSpaceDE w:val="0"/>
        <w:autoSpaceDN w:val="0"/>
        <w:adjustRightInd w:val="0"/>
        <w:spacing w:line="240" w:lineRule="auto"/>
        <w:ind w:firstLine="720"/>
        <w:jc w:val="both"/>
        <w:rPr>
          <w:szCs w:val="26"/>
          <w:lang w:eastAsia="ru-RU"/>
        </w:rPr>
      </w:pPr>
      <w:r w:rsidRPr="00701346">
        <w:rPr>
          <w:szCs w:val="26"/>
          <w:lang w:eastAsia="ru-RU"/>
        </w:rPr>
        <w:t>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указанных в пункте 3.2 настоящего Регламента, уполномоченными должностными лицами органа муниципального контроля может быть проведена предварительная проверка поступившей информации. 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органа муниципального контроля,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 возложения на указанных лиц обязанности по представлению информации и исполнению требований органов муниципального контроля.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DA28A9" w:rsidRPr="00701346" w:rsidRDefault="00DA28A9" w:rsidP="007B600F">
      <w:pPr>
        <w:autoSpaceDE w:val="0"/>
        <w:autoSpaceDN w:val="0"/>
        <w:adjustRightInd w:val="0"/>
        <w:spacing w:line="240" w:lineRule="auto"/>
        <w:ind w:firstLine="720"/>
        <w:jc w:val="both"/>
        <w:rPr>
          <w:szCs w:val="26"/>
          <w:lang w:eastAsia="ru-RU"/>
        </w:rPr>
      </w:pPr>
      <w:r w:rsidRPr="00701346">
        <w:rPr>
          <w:szCs w:val="26"/>
          <w:lang w:eastAsia="ru-RU"/>
        </w:rPr>
        <w:t>По решению руководителя, заместителя руководителя органа муниципального контроля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явившихся поводом для ее организации, либо установлены заведомо недостоверные сведения, содержащиеся в обращении или заявлении.</w:t>
      </w:r>
    </w:p>
    <w:p w:rsidR="00DA28A9" w:rsidRPr="00701346" w:rsidRDefault="00DA28A9" w:rsidP="007B600F">
      <w:pPr>
        <w:autoSpaceDE w:val="0"/>
        <w:autoSpaceDN w:val="0"/>
        <w:adjustRightInd w:val="0"/>
        <w:spacing w:line="240" w:lineRule="auto"/>
        <w:ind w:firstLine="720"/>
        <w:jc w:val="both"/>
        <w:rPr>
          <w:szCs w:val="26"/>
          <w:lang w:eastAsia="ru-RU"/>
        </w:rPr>
      </w:pPr>
      <w:r w:rsidRPr="00701346">
        <w:rPr>
          <w:szCs w:val="26"/>
          <w:lang w:eastAsia="ru-RU"/>
        </w:rPr>
        <w:t>Орган муниципального контроля вправе обратиться в суд с иском о взыскании с гражданина, в том числе с юридического лица, индивидуального предпринимателя, расходов, понесенных органом муниципального контроля в связи с рассмотрением поступивших заявлений, обращений указанных лиц, если в заявлениях, обращениях были указаны заведомо ложные сведения.».</w:t>
      </w:r>
    </w:p>
    <w:p w:rsidR="00DA28A9" w:rsidRPr="00701346" w:rsidRDefault="00DA28A9" w:rsidP="00884950">
      <w:pPr>
        <w:pStyle w:val="ConsPlusNormal"/>
        <w:jc w:val="both"/>
        <w:outlineLvl w:val="0"/>
        <w:rPr>
          <w:rFonts w:ascii="Times New Roman" w:hAnsi="Times New Roman"/>
          <w:sz w:val="26"/>
          <w:szCs w:val="26"/>
        </w:rPr>
      </w:pPr>
      <w:r w:rsidRPr="00701346">
        <w:rPr>
          <w:rFonts w:ascii="Times New Roman" w:hAnsi="Times New Roman"/>
          <w:sz w:val="26"/>
          <w:szCs w:val="26"/>
        </w:rPr>
        <w:t>2. Настоящее постановление направить для опубликования в газету «Сорский молибден» и разместить на официальном сайте администрации города Сорска Республики Хакасия.</w:t>
      </w:r>
    </w:p>
    <w:p w:rsidR="00DA28A9" w:rsidRPr="00701346" w:rsidRDefault="00DA28A9" w:rsidP="00884950">
      <w:pPr>
        <w:pStyle w:val="ConsPlusNormal"/>
        <w:widowControl/>
        <w:jc w:val="both"/>
        <w:rPr>
          <w:rFonts w:ascii="Times New Roman" w:hAnsi="Times New Roman"/>
          <w:sz w:val="26"/>
          <w:szCs w:val="26"/>
        </w:rPr>
      </w:pPr>
      <w:r w:rsidRPr="00701346">
        <w:rPr>
          <w:rFonts w:ascii="Times New Roman" w:hAnsi="Times New Roman"/>
          <w:sz w:val="26"/>
          <w:szCs w:val="26"/>
        </w:rPr>
        <w:t>3. Контроль за исполнением административного регламента возложить на и.о. руководителя отдела по управлению муниципальным имуществом администрации города Сорска Республики Хакасия Кейних Н.Н.</w:t>
      </w:r>
    </w:p>
    <w:p w:rsidR="00DA28A9" w:rsidRPr="00701346" w:rsidRDefault="00DA28A9" w:rsidP="001A2A1E">
      <w:pPr>
        <w:pStyle w:val="ConsPlusNormal"/>
        <w:jc w:val="both"/>
        <w:outlineLvl w:val="0"/>
        <w:rPr>
          <w:rFonts w:ascii="Times New Roman" w:hAnsi="Times New Roman"/>
          <w:sz w:val="26"/>
          <w:szCs w:val="26"/>
        </w:rPr>
      </w:pPr>
      <w:r w:rsidRPr="00701346">
        <w:rPr>
          <w:rFonts w:ascii="Times New Roman" w:hAnsi="Times New Roman"/>
          <w:sz w:val="26"/>
          <w:szCs w:val="26"/>
        </w:rPr>
        <w:t>4. Контроль за исполнением настоящего постановления оставляю за собой.</w:t>
      </w:r>
    </w:p>
    <w:p w:rsidR="00DA28A9" w:rsidRPr="00B110E0" w:rsidRDefault="00DA28A9" w:rsidP="00B110E0">
      <w:pPr>
        <w:pStyle w:val="ConsPlusNormal"/>
        <w:widowControl/>
        <w:jc w:val="both"/>
        <w:rPr>
          <w:rFonts w:ascii="Times New Roman" w:hAnsi="Times New Roman"/>
          <w:sz w:val="26"/>
          <w:szCs w:val="26"/>
        </w:rPr>
      </w:pPr>
    </w:p>
    <w:p w:rsidR="00DA28A9" w:rsidRDefault="00DA28A9" w:rsidP="00B110E0">
      <w:pPr>
        <w:pStyle w:val="ConsPlusNormal"/>
        <w:widowControl/>
        <w:jc w:val="both"/>
        <w:rPr>
          <w:rFonts w:ascii="Times New Roman" w:hAnsi="Times New Roman"/>
          <w:spacing w:val="-2"/>
          <w:sz w:val="26"/>
          <w:szCs w:val="26"/>
        </w:rPr>
      </w:pPr>
    </w:p>
    <w:p w:rsidR="00DA28A9" w:rsidRDefault="00DA28A9" w:rsidP="00B110E0">
      <w:pPr>
        <w:pStyle w:val="ConsPlusNormal"/>
        <w:widowControl/>
        <w:jc w:val="both"/>
        <w:rPr>
          <w:rFonts w:ascii="Times New Roman" w:hAnsi="Times New Roman"/>
          <w:spacing w:val="-2"/>
          <w:sz w:val="26"/>
          <w:szCs w:val="26"/>
        </w:rPr>
      </w:pPr>
    </w:p>
    <w:p w:rsidR="00DA28A9" w:rsidRPr="001A2A1E" w:rsidRDefault="00DA28A9" w:rsidP="00B110E0">
      <w:pPr>
        <w:pStyle w:val="ConsPlusNormal"/>
        <w:widowControl/>
        <w:jc w:val="both"/>
        <w:rPr>
          <w:rFonts w:ascii="Times New Roman" w:hAnsi="Times New Roman"/>
          <w:sz w:val="26"/>
          <w:szCs w:val="26"/>
        </w:rPr>
      </w:pPr>
      <w:r>
        <w:rPr>
          <w:rFonts w:ascii="Times New Roman" w:hAnsi="Times New Roman"/>
          <w:spacing w:val="-2"/>
          <w:sz w:val="26"/>
          <w:szCs w:val="26"/>
        </w:rPr>
        <w:t>Г</w:t>
      </w:r>
      <w:r w:rsidRPr="001A2A1E">
        <w:rPr>
          <w:rFonts w:ascii="Times New Roman" w:hAnsi="Times New Roman"/>
          <w:spacing w:val="-2"/>
          <w:sz w:val="26"/>
          <w:szCs w:val="26"/>
        </w:rPr>
        <w:t>лав</w:t>
      </w:r>
      <w:r>
        <w:rPr>
          <w:rFonts w:ascii="Times New Roman" w:hAnsi="Times New Roman"/>
          <w:spacing w:val="-2"/>
          <w:sz w:val="26"/>
          <w:szCs w:val="26"/>
        </w:rPr>
        <w:t>а города Сорска</w:t>
      </w:r>
      <w:r>
        <w:rPr>
          <w:rFonts w:ascii="Times New Roman" w:hAnsi="Times New Roman"/>
          <w:spacing w:val="-2"/>
          <w:sz w:val="26"/>
          <w:szCs w:val="26"/>
        </w:rPr>
        <w:tab/>
      </w:r>
      <w:r>
        <w:rPr>
          <w:rFonts w:ascii="Times New Roman" w:hAnsi="Times New Roman"/>
          <w:spacing w:val="-2"/>
          <w:sz w:val="26"/>
          <w:szCs w:val="26"/>
        </w:rPr>
        <w:tab/>
      </w:r>
      <w:r>
        <w:rPr>
          <w:rFonts w:ascii="Times New Roman" w:hAnsi="Times New Roman"/>
          <w:spacing w:val="-2"/>
          <w:sz w:val="26"/>
          <w:szCs w:val="26"/>
        </w:rPr>
        <w:tab/>
      </w:r>
      <w:r>
        <w:rPr>
          <w:rFonts w:ascii="Times New Roman" w:hAnsi="Times New Roman"/>
          <w:spacing w:val="-2"/>
          <w:sz w:val="26"/>
          <w:szCs w:val="26"/>
        </w:rPr>
        <w:tab/>
      </w:r>
      <w:r>
        <w:rPr>
          <w:rFonts w:ascii="Times New Roman" w:hAnsi="Times New Roman"/>
          <w:spacing w:val="-2"/>
          <w:sz w:val="26"/>
          <w:szCs w:val="26"/>
        </w:rPr>
        <w:tab/>
        <w:t xml:space="preserve">                   В.Ф. Найденов</w:t>
      </w:r>
    </w:p>
    <w:sectPr w:rsidR="00DA28A9" w:rsidRPr="001A2A1E" w:rsidSect="00C63A45">
      <w:pgSz w:w="11906" w:h="16838"/>
      <w:pgMar w:top="540" w:right="746" w:bottom="899" w:left="162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SimSun">
    <w:altName w:val="§­§°§®§Ц"/>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C000B"/>
    <w:multiLevelType w:val="hybridMultilevel"/>
    <w:tmpl w:val="839446C2"/>
    <w:lvl w:ilvl="0" w:tplc="867A96B2">
      <w:start w:val="4"/>
      <w:numFmt w:val="bullet"/>
      <w:lvlText w:val="-"/>
      <w:lvlJc w:val="left"/>
      <w:pPr>
        <w:ind w:left="1260" w:hanging="360"/>
      </w:pPr>
      <w:rPr>
        <w:rFonts w:ascii="Times New Roman" w:eastAsia="Times New Roman" w:hAnsi="Times New Roman"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5652010"/>
    <w:multiLevelType w:val="hybridMultilevel"/>
    <w:tmpl w:val="610A46C0"/>
    <w:lvl w:ilvl="0" w:tplc="E986617E">
      <w:start w:val="2"/>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6687E2B"/>
    <w:multiLevelType w:val="hybridMultilevel"/>
    <w:tmpl w:val="2C180FA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99D6F9F"/>
    <w:multiLevelType w:val="hybridMultilevel"/>
    <w:tmpl w:val="F664EE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FD3535B"/>
    <w:multiLevelType w:val="hybridMultilevel"/>
    <w:tmpl w:val="1E46DC8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3BB1A8C"/>
    <w:multiLevelType w:val="hybridMultilevel"/>
    <w:tmpl w:val="3A4CF6B2"/>
    <w:lvl w:ilvl="0" w:tplc="867A96B2">
      <w:start w:val="4"/>
      <w:numFmt w:val="bullet"/>
      <w:lvlText w:val="-"/>
      <w:lvlJc w:val="left"/>
      <w:pPr>
        <w:ind w:left="1260" w:hanging="360"/>
      </w:pPr>
      <w:rPr>
        <w:rFonts w:ascii="Times New Roman" w:eastAsia="Times New Roman" w:hAnsi="Times New Roman"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nsid w:val="2A4E2C4F"/>
    <w:multiLevelType w:val="hybridMultilevel"/>
    <w:tmpl w:val="17709FA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C4919CD"/>
    <w:multiLevelType w:val="hybridMultilevel"/>
    <w:tmpl w:val="046CF51A"/>
    <w:lvl w:ilvl="0" w:tplc="4E8CB8C8">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
    <w:nsid w:val="2F811F96"/>
    <w:multiLevelType w:val="hybridMultilevel"/>
    <w:tmpl w:val="CE74C632"/>
    <w:lvl w:ilvl="0" w:tplc="A224E4A0">
      <w:start w:val="1"/>
      <w:numFmt w:val="decimal"/>
      <w:lvlText w:val="%1)"/>
      <w:lvlJc w:val="left"/>
      <w:pPr>
        <w:tabs>
          <w:tab w:val="num" w:pos="709"/>
        </w:tabs>
        <w:ind w:firstLine="709"/>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306138C8"/>
    <w:multiLevelType w:val="hybridMultilevel"/>
    <w:tmpl w:val="3C783E3C"/>
    <w:lvl w:ilvl="0" w:tplc="867A96B2">
      <w:start w:val="4"/>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AB74B26"/>
    <w:multiLevelType w:val="hybridMultilevel"/>
    <w:tmpl w:val="5A168C7A"/>
    <w:lvl w:ilvl="0" w:tplc="867A96B2">
      <w:start w:val="4"/>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BCE08B5"/>
    <w:multiLevelType w:val="hybridMultilevel"/>
    <w:tmpl w:val="63BE0444"/>
    <w:lvl w:ilvl="0" w:tplc="867A96B2">
      <w:start w:val="4"/>
      <w:numFmt w:val="bullet"/>
      <w:lvlText w:val="-"/>
      <w:lvlJc w:val="left"/>
      <w:pPr>
        <w:ind w:left="1070" w:hanging="360"/>
      </w:pPr>
      <w:rPr>
        <w:rFonts w:ascii="Times New Roman" w:eastAsia="Times New Roman" w:hAnsi="Times New Roman" w:hint="default"/>
      </w:rPr>
    </w:lvl>
    <w:lvl w:ilvl="1" w:tplc="04190003" w:tentative="1">
      <w:start w:val="1"/>
      <w:numFmt w:val="bullet"/>
      <w:lvlText w:val="o"/>
      <w:lvlJc w:val="left"/>
      <w:pPr>
        <w:ind w:left="1790" w:hanging="360"/>
      </w:pPr>
      <w:rPr>
        <w:rFonts w:ascii="Courier New" w:hAnsi="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2">
    <w:nsid w:val="3F821C59"/>
    <w:multiLevelType w:val="hybridMultilevel"/>
    <w:tmpl w:val="5CEEAB2C"/>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3">
    <w:nsid w:val="47961579"/>
    <w:multiLevelType w:val="hybridMultilevel"/>
    <w:tmpl w:val="CF6E49E8"/>
    <w:lvl w:ilvl="0" w:tplc="F5B4991C">
      <w:start w:val="1"/>
      <w:numFmt w:val="decimal"/>
      <w:lvlText w:val="%1."/>
      <w:lvlJc w:val="left"/>
      <w:pPr>
        <w:ind w:left="1004" w:hanging="360"/>
      </w:pPr>
      <w:rPr>
        <w:rFonts w:cs="Times New Roman"/>
        <w:b w:val="0"/>
        <w:bCs w:val="0"/>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14">
    <w:nsid w:val="60CC4B54"/>
    <w:multiLevelType w:val="hybridMultilevel"/>
    <w:tmpl w:val="59D0FE34"/>
    <w:lvl w:ilvl="0" w:tplc="867A96B2">
      <w:start w:val="4"/>
      <w:numFmt w:val="bullet"/>
      <w:lvlText w:val="-"/>
      <w:lvlJc w:val="left"/>
      <w:pPr>
        <w:ind w:left="1260" w:hanging="360"/>
      </w:pPr>
      <w:rPr>
        <w:rFonts w:ascii="Times New Roman" w:eastAsia="Times New Roman" w:hAnsi="Times New Roman"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61A23C8D"/>
    <w:multiLevelType w:val="hybridMultilevel"/>
    <w:tmpl w:val="7AF44A54"/>
    <w:lvl w:ilvl="0" w:tplc="867A96B2">
      <w:start w:val="4"/>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4CD656B"/>
    <w:multiLevelType w:val="hybridMultilevel"/>
    <w:tmpl w:val="EBCEE69A"/>
    <w:lvl w:ilvl="0" w:tplc="2B4C76A0">
      <w:start w:val="1"/>
      <w:numFmt w:val="bullet"/>
      <w:pStyle w:val="a"/>
      <w:lvlText w:val=""/>
      <w:lvlJc w:val="left"/>
      <w:pPr>
        <w:ind w:left="1429" w:hanging="360"/>
      </w:pPr>
      <w:rPr>
        <w:rFonts w:ascii="Symbol" w:hAnsi="Symbol" w:hint="default"/>
      </w:rPr>
    </w:lvl>
    <w:lvl w:ilvl="1" w:tplc="04070003">
      <w:start w:val="1"/>
      <w:numFmt w:val="bullet"/>
      <w:lvlText w:val="o"/>
      <w:lvlJc w:val="left"/>
      <w:pPr>
        <w:ind w:left="2149" w:hanging="360"/>
      </w:pPr>
      <w:rPr>
        <w:rFonts w:ascii="Courier New" w:hAnsi="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17">
    <w:nsid w:val="6FA00E2C"/>
    <w:multiLevelType w:val="hybridMultilevel"/>
    <w:tmpl w:val="D9587E78"/>
    <w:lvl w:ilvl="0" w:tplc="867A96B2">
      <w:start w:val="4"/>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71E937BE"/>
    <w:multiLevelType w:val="hybridMultilevel"/>
    <w:tmpl w:val="412CC0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47B5DF3"/>
    <w:multiLevelType w:val="hybridMultilevel"/>
    <w:tmpl w:val="D660ABB4"/>
    <w:lvl w:ilvl="0" w:tplc="867A96B2">
      <w:start w:val="4"/>
      <w:numFmt w:val="bullet"/>
      <w:lvlText w:val="-"/>
      <w:lvlJc w:val="left"/>
      <w:pPr>
        <w:ind w:left="1260" w:hanging="360"/>
      </w:pPr>
      <w:rPr>
        <w:rFonts w:ascii="Times New Roman" w:eastAsia="Times New Roman" w:hAnsi="Times New Roman"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18"/>
  </w:num>
  <w:num w:numId="2">
    <w:abstractNumId w:val="3"/>
  </w:num>
  <w:num w:numId="3">
    <w:abstractNumId w:val="12"/>
  </w:num>
  <w:num w:numId="4">
    <w:abstractNumId w:val="13"/>
  </w:num>
  <w:num w:numId="5">
    <w:abstractNumId w:val="5"/>
  </w:num>
  <w:num w:numId="6">
    <w:abstractNumId w:val="10"/>
  </w:num>
  <w:num w:numId="7">
    <w:abstractNumId w:val="14"/>
  </w:num>
  <w:num w:numId="8">
    <w:abstractNumId w:val="9"/>
  </w:num>
  <w:num w:numId="9">
    <w:abstractNumId w:val="4"/>
  </w:num>
  <w:num w:numId="10">
    <w:abstractNumId w:val="1"/>
  </w:num>
  <w:num w:numId="11">
    <w:abstractNumId w:val="15"/>
  </w:num>
  <w:num w:numId="12">
    <w:abstractNumId w:val="8"/>
  </w:num>
  <w:num w:numId="13">
    <w:abstractNumId w:val="16"/>
  </w:num>
  <w:num w:numId="14">
    <w:abstractNumId w:val="6"/>
  </w:num>
  <w:num w:numId="15">
    <w:abstractNumId w:val="11"/>
  </w:num>
  <w:num w:numId="16">
    <w:abstractNumId w:val="17"/>
  </w:num>
  <w:num w:numId="17">
    <w:abstractNumId w:val="0"/>
  </w:num>
  <w:num w:numId="18">
    <w:abstractNumId w:val="19"/>
  </w:num>
  <w:num w:numId="1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13705"/>
    <w:rsid w:val="0000051D"/>
    <w:rsid w:val="000008EE"/>
    <w:rsid w:val="00000E3D"/>
    <w:rsid w:val="0000197E"/>
    <w:rsid w:val="00001C78"/>
    <w:rsid w:val="000024BE"/>
    <w:rsid w:val="000036D1"/>
    <w:rsid w:val="00004817"/>
    <w:rsid w:val="000055F9"/>
    <w:rsid w:val="00006109"/>
    <w:rsid w:val="00006BC1"/>
    <w:rsid w:val="00007F9F"/>
    <w:rsid w:val="00010E59"/>
    <w:rsid w:val="0001148D"/>
    <w:rsid w:val="000116A1"/>
    <w:rsid w:val="00012A38"/>
    <w:rsid w:val="000147B3"/>
    <w:rsid w:val="00014E05"/>
    <w:rsid w:val="00016830"/>
    <w:rsid w:val="000179CE"/>
    <w:rsid w:val="000179FC"/>
    <w:rsid w:val="00020F9C"/>
    <w:rsid w:val="000216E0"/>
    <w:rsid w:val="0002185C"/>
    <w:rsid w:val="00021A58"/>
    <w:rsid w:val="00021B36"/>
    <w:rsid w:val="00022609"/>
    <w:rsid w:val="000229FD"/>
    <w:rsid w:val="00023385"/>
    <w:rsid w:val="0002394E"/>
    <w:rsid w:val="00026BA9"/>
    <w:rsid w:val="00027626"/>
    <w:rsid w:val="00030DBE"/>
    <w:rsid w:val="0003123C"/>
    <w:rsid w:val="0003210D"/>
    <w:rsid w:val="00033EE5"/>
    <w:rsid w:val="00033F3F"/>
    <w:rsid w:val="000343BD"/>
    <w:rsid w:val="000349CD"/>
    <w:rsid w:val="0004123E"/>
    <w:rsid w:val="00041ABC"/>
    <w:rsid w:val="00042245"/>
    <w:rsid w:val="00042B16"/>
    <w:rsid w:val="00047460"/>
    <w:rsid w:val="00047ED4"/>
    <w:rsid w:val="00051C6F"/>
    <w:rsid w:val="00055852"/>
    <w:rsid w:val="000569BC"/>
    <w:rsid w:val="000576D0"/>
    <w:rsid w:val="000617D5"/>
    <w:rsid w:val="000629BA"/>
    <w:rsid w:val="000630A0"/>
    <w:rsid w:val="0006367B"/>
    <w:rsid w:val="000637FD"/>
    <w:rsid w:val="00063AF0"/>
    <w:rsid w:val="00064479"/>
    <w:rsid w:val="00064AD1"/>
    <w:rsid w:val="00067923"/>
    <w:rsid w:val="000716EA"/>
    <w:rsid w:val="00072679"/>
    <w:rsid w:val="0007288A"/>
    <w:rsid w:val="000737A6"/>
    <w:rsid w:val="000754E4"/>
    <w:rsid w:val="00076BE8"/>
    <w:rsid w:val="00076BF6"/>
    <w:rsid w:val="00076D04"/>
    <w:rsid w:val="0008037E"/>
    <w:rsid w:val="00080754"/>
    <w:rsid w:val="00080A26"/>
    <w:rsid w:val="000820B9"/>
    <w:rsid w:val="00082647"/>
    <w:rsid w:val="00084544"/>
    <w:rsid w:val="000851FD"/>
    <w:rsid w:val="000855E1"/>
    <w:rsid w:val="000865B7"/>
    <w:rsid w:val="00086F30"/>
    <w:rsid w:val="00087A81"/>
    <w:rsid w:val="00087CC9"/>
    <w:rsid w:val="00087D47"/>
    <w:rsid w:val="0009209C"/>
    <w:rsid w:val="00092B07"/>
    <w:rsid w:val="00093057"/>
    <w:rsid w:val="000935CA"/>
    <w:rsid w:val="000937BD"/>
    <w:rsid w:val="00093820"/>
    <w:rsid w:val="00096288"/>
    <w:rsid w:val="00097BC7"/>
    <w:rsid w:val="00097E10"/>
    <w:rsid w:val="000A05DE"/>
    <w:rsid w:val="000A16B6"/>
    <w:rsid w:val="000A286A"/>
    <w:rsid w:val="000A2877"/>
    <w:rsid w:val="000A3071"/>
    <w:rsid w:val="000A3C87"/>
    <w:rsid w:val="000A4F2C"/>
    <w:rsid w:val="000A53F5"/>
    <w:rsid w:val="000A66B6"/>
    <w:rsid w:val="000A69CF"/>
    <w:rsid w:val="000A6F7B"/>
    <w:rsid w:val="000B07E0"/>
    <w:rsid w:val="000B3083"/>
    <w:rsid w:val="000B48B1"/>
    <w:rsid w:val="000B5CE9"/>
    <w:rsid w:val="000B625A"/>
    <w:rsid w:val="000B69C0"/>
    <w:rsid w:val="000B73F0"/>
    <w:rsid w:val="000C032C"/>
    <w:rsid w:val="000C0922"/>
    <w:rsid w:val="000C1C61"/>
    <w:rsid w:val="000C1F0F"/>
    <w:rsid w:val="000C42D2"/>
    <w:rsid w:val="000C4340"/>
    <w:rsid w:val="000C4827"/>
    <w:rsid w:val="000C6881"/>
    <w:rsid w:val="000C714D"/>
    <w:rsid w:val="000C7F71"/>
    <w:rsid w:val="000D0B36"/>
    <w:rsid w:val="000D1044"/>
    <w:rsid w:val="000D40D5"/>
    <w:rsid w:val="000D6131"/>
    <w:rsid w:val="000D774A"/>
    <w:rsid w:val="000D7DDA"/>
    <w:rsid w:val="000E0225"/>
    <w:rsid w:val="000E0977"/>
    <w:rsid w:val="000E0A3F"/>
    <w:rsid w:val="000E0D28"/>
    <w:rsid w:val="000E1923"/>
    <w:rsid w:val="000E24AF"/>
    <w:rsid w:val="000E2AC5"/>
    <w:rsid w:val="000E4421"/>
    <w:rsid w:val="000E4B32"/>
    <w:rsid w:val="000F07A6"/>
    <w:rsid w:val="000F1307"/>
    <w:rsid w:val="000F6425"/>
    <w:rsid w:val="00100818"/>
    <w:rsid w:val="001029E2"/>
    <w:rsid w:val="00102EAD"/>
    <w:rsid w:val="0010469C"/>
    <w:rsid w:val="00110603"/>
    <w:rsid w:val="00113705"/>
    <w:rsid w:val="00114A47"/>
    <w:rsid w:val="00114CB2"/>
    <w:rsid w:val="0011526B"/>
    <w:rsid w:val="00115B04"/>
    <w:rsid w:val="00115D75"/>
    <w:rsid w:val="00116BDC"/>
    <w:rsid w:val="00117468"/>
    <w:rsid w:val="00117521"/>
    <w:rsid w:val="0012369F"/>
    <w:rsid w:val="00123C44"/>
    <w:rsid w:val="001244A1"/>
    <w:rsid w:val="00126DF6"/>
    <w:rsid w:val="001278A0"/>
    <w:rsid w:val="00130107"/>
    <w:rsid w:val="0013254A"/>
    <w:rsid w:val="00132C3F"/>
    <w:rsid w:val="00133E51"/>
    <w:rsid w:val="00134464"/>
    <w:rsid w:val="001353DE"/>
    <w:rsid w:val="0013563A"/>
    <w:rsid w:val="00135988"/>
    <w:rsid w:val="001418E7"/>
    <w:rsid w:val="00143F12"/>
    <w:rsid w:val="00144244"/>
    <w:rsid w:val="001448F3"/>
    <w:rsid w:val="00145676"/>
    <w:rsid w:val="001459AF"/>
    <w:rsid w:val="0014750F"/>
    <w:rsid w:val="00147F07"/>
    <w:rsid w:val="00152057"/>
    <w:rsid w:val="001539F8"/>
    <w:rsid w:val="00154C90"/>
    <w:rsid w:val="00155058"/>
    <w:rsid w:val="00156294"/>
    <w:rsid w:val="001567ED"/>
    <w:rsid w:val="0016046D"/>
    <w:rsid w:val="00162253"/>
    <w:rsid w:val="0016503E"/>
    <w:rsid w:val="00171AE0"/>
    <w:rsid w:val="001726DA"/>
    <w:rsid w:val="0017458C"/>
    <w:rsid w:val="00174A4C"/>
    <w:rsid w:val="00176033"/>
    <w:rsid w:val="00176359"/>
    <w:rsid w:val="00176AF8"/>
    <w:rsid w:val="00183962"/>
    <w:rsid w:val="00184509"/>
    <w:rsid w:val="00184A45"/>
    <w:rsid w:val="001855CE"/>
    <w:rsid w:val="00186547"/>
    <w:rsid w:val="00186D0E"/>
    <w:rsid w:val="00187775"/>
    <w:rsid w:val="0019038D"/>
    <w:rsid w:val="00190A2A"/>
    <w:rsid w:val="00190A85"/>
    <w:rsid w:val="00192236"/>
    <w:rsid w:val="00192BE4"/>
    <w:rsid w:val="00193AC8"/>
    <w:rsid w:val="0019481A"/>
    <w:rsid w:val="0019593B"/>
    <w:rsid w:val="001A01FF"/>
    <w:rsid w:val="001A03DD"/>
    <w:rsid w:val="001A2057"/>
    <w:rsid w:val="001A2A1E"/>
    <w:rsid w:val="001A3D5B"/>
    <w:rsid w:val="001A527A"/>
    <w:rsid w:val="001A6040"/>
    <w:rsid w:val="001A651B"/>
    <w:rsid w:val="001A761B"/>
    <w:rsid w:val="001A7A7A"/>
    <w:rsid w:val="001B1823"/>
    <w:rsid w:val="001B22BA"/>
    <w:rsid w:val="001B4CA8"/>
    <w:rsid w:val="001B59BA"/>
    <w:rsid w:val="001B6516"/>
    <w:rsid w:val="001B6866"/>
    <w:rsid w:val="001B6F99"/>
    <w:rsid w:val="001B7423"/>
    <w:rsid w:val="001C1D1E"/>
    <w:rsid w:val="001C1E73"/>
    <w:rsid w:val="001C2169"/>
    <w:rsid w:val="001C2ECA"/>
    <w:rsid w:val="001C3977"/>
    <w:rsid w:val="001C571F"/>
    <w:rsid w:val="001C5BDE"/>
    <w:rsid w:val="001C5C54"/>
    <w:rsid w:val="001C613C"/>
    <w:rsid w:val="001C6EF1"/>
    <w:rsid w:val="001C72F1"/>
    <w:rsid w:val="001C7841"/>
    <w:rsid w:val="001D037D"/>
    <w:rsid w:val="001D315E"/>
    <w:rsid w:val="001D3963"/>
    <w:rsid w:val="001D5CF1"/>
    <w:rsid w:val="001D6460"/>
    <w:rsid w:val="001D6576"/>
    <w:rsid w:val="001D7320"/>
    <w:rsid w:val="001D7F9C"/>
    <w:rsid w:val="001E0BD2"/>
    <w:rsid w:val="001E16FC"/>
    <w:rsid w:val="001E3263"/>
    <w:rsid w:val="001E48A1"/>
    <w:rsid w:val="001E4BF2"/>
    <w:rsid w:val="001E52CF"/>
    <w:rsid w:val="001E52FC"/>
    <w:rsid w:val="001E79AB"/>
    <w:rsid w:val="001F158E"/>
    <w:rsid w:val="001F1CA3"/>
    <w:rsid w:val="001F281B"/>
    <w:rsid w:val="001F339B"/>
    <w:rsid w:val="001F49C4"/>
    <w:rsid w:val="001F4B9F"/>
    <w:rsid w:val="001F4CC2"/>
    <w:rsid w:val="001F65A4"/>
    <w:rsid w:val="001F6CD5"/>
    <w:rsid w:val="001F6E73"/>
    <w:rsid w:val="00201037"/>
    <w:rsid w:val="002018BE"/>
    <w:rsid w:val="00201CA9"/>
    <w:rsid w:val="00202495"/>
    <w:rsid w:val="002027B1"/>
    <w:rsid w:val="0020366D"/>
    <w:rsid w:val="00203FB5"/>
    <w:rsid w:val="002041FE"/>
    <w:rsid w:val="0020434A"/>
    <w:rsid w:val="0020584F"/>
    <w:rsid w:val="002059C4"/>
    <w:rsid w:val="002066DC"/>
    <w:rsid w:val="00207731"/>
    <w:rsid w:val="00210397"/>
    <w:rsid w:val="00211676"/>
    <w:rsid w:val="0021214A"/>
    <w:rsid w:val="00212166"/>
    <w:rsid w:val="00213D3F"/>
    <w:rsid w:val="00213F54"/>
    <w:rsid w:val="00214202"/>
    <w:rsid w:val="0021486B"/>
    <w:rsid w:val="00214C44"/>
    <w:rsid w:val="0021599F"/>
    <w:rsid w:val="00217300"/>
    <w:rsid w:val="0022038D"/>
    <w:rsid w:val="0022305C"/>
    <w:rsid w:val="002234EE"/>
    <w:rsid w:val="00226E45"/>
    <w:rsid w:val="00227E56"/>
    <w:rsid w:val="002331BF"/>
    <w:rsid w:val="002344DC"/>
    <w:rsid w:val="00237403"/>
    <w:rsid w:val="002376E0"/>
    <w:rsid w:val="0023792B"/>
    <w:rsid w:val="00241BDA"/>
    <w:rsid w:val="00242098"/>
    <w:rsid w:val="00243BB0"/>
    <w:rsid w:val="00244A46"/>
    <w:rsid w:val="00245F74"/>
    <w:rsid w:val="00247CAB"/>
    <w:rsid w:val="002505DF"/>
    <w:rsid w:val="0025259A"/>
    <w:rsid w:val="00252B9F"/>
    <w:rsid w:val="00252DDF"/>
    <w:rsid w:val="002534E5"/>
    <w:rsid w:val="0025414A"/>
    <w:rsid w:val="002543D0"/>
    <w:rsid w:val="00255832"/>
    <w:rsid w:val="00255CC3"/>
    <w:rsid w:val="00260D1B"/>
    <w:rsid w:val="002619CE"/>
    <w:rsid w:val="00263508"/>
    <w:rsid w:val="00266390"/>
    <w:rsid w:val="00270630"/>
    <w:rsid w:val="0027412A"/>
    <w:rsid w:val="00274442"/>
    <w:rsid w:val="00275EB5"/>
    <w:rsid w:val="00280DCA"/>
    <w:rsid w:val="00280F38"/>
    <w:rsid w:val="00282129"/>
    <w:rsid w:val="00282C15"/>
    <w:rsid w:val="0028317C"/>
    <w:rsid w:val="00283375"/>
    <w:rsid w:val="002843BC"/>
    <w:rsid w:val="0028677C"/>
    <w:rsid w:val="002871E8"/>
    <w:rsid w:val="00290562"/>
    <w:rsid w:val="00290A2B"/>
    <w:rsid w:val="00291587"/>
    <w:rsid w:val="00296120"/>
    <w:rsid w:val="002961F2"/>
    <w:rsid w:val="002963DA"/>
    <w:rsid w:val="002964ED"/>
    <w:rsid w:val="002979CC"/>
    <w:rsid w:val="002A019A"/>
    <w:rsid w:val="002A06E3"/>
    <w:rsid w:val="002A0E5F"/>
    <w:rsid w:val="002A3051"/>
    <w:rsid w:val="002A42F1"/>
    <w:rsid w:val="002A5302"/>
    <w:rsid w:val="002B0AA6"/>
    <w:rsid w:val="002B24D3"/>
    <w:rsid w:val="002B31F9"/>
    <w:rsid w:val="002B3B4A"/>
    <w:rsid w:val="002B4228"/>
    <w:rsid w:val="002B4320"/>
    <w:rsid w:val="002B4AEB"/>
    <w:rsid w:val="002B52B2"/>
    <w:rsid w:val="002B5748"/>
    <w:rsid w:val="002B70DC"/>
    <w:rsid w:val="002B7D43"/>
    <w:rsid w:val="002C07B1"/>
    <w:rsid w:val="002C0EEB"/>
    <w:rsid w:val="002C5010"/>
    <w:rsid w:val="002C55C6"/>
    <w:rsid w:val="002C60B5"/>
    <w:rsid w:val="002C64A1"/>
    <w:rsid w:val="002C6F29"/>
    <w:rsid w:val="002D017B"/>
    <w:rsid w:val="002D062C"/>
    <w:rsid w:val="002D14D3"/>
    <w:rsid w:val="002D1B1C"/>
    <w:rsid w:val="002D2718"/>
    <w:rsid w:val="002D3716"/>
    <w:rsid w:val="002D5222"/>
    <w:rsid w:val="002D5FA8"/>
    <w:rsid w:val="002D6170"/>
    <w:rsid w:val="002E0D13"/>
    <w:rsid w:val="002E297F"/>
    <w:rsid w:val="002E3587"/>
    <w:rsid w:val="002E4925"/>
    <w:rsid w:val="002E6C45"/>
    <w:rsid w:val="002F28B2"/>
    <w:rsid w:val="002F30A8"/>
    <w:rsid w:val="002F4A28"/>
    <w:rsid w:val="002F7B7E"/>
    <w:rsid w:val="003009A8"/>
    <w:rsid w:val="003037B0"/>
    <w:rsid w:val="00304A41"/>
    <w:rsid w:val="0030637F"/>
    <w:rsid w:val="00306829"/>
    <w:rsid w:val="0031425C"/>
    <w:rsid w:val="00314F42"/>
    <w:rsid w:val="00316C67"/>
    <w:rsid w:val="003204A9"/>
    <w:rsid w:val="0032285A"/>
    <w:rsid w:val="00323445"/>
    <w:rsid w:val="003244B6"/>
    <w:rsid w:val="0032571F"/>
    <w:rsid w:val="00325A06"/>
    <w:rsid w:val="00326982"/>
    <w:rsid w:val="00327E51"/>
    <w:rsid w:val="00327FC8"/>
    <w:rsid w:val="00330E54"/>
    <w:rsid w:val="00331B83"/>
    <w:rsid w:val="00331BDF"/>
    <w:rsid w:val="00334BCF"/>
    <w:rsid w:val="00337B6D"/>
    <w:rsid w:val="00341136"/>
    <w:rsid w:val="00344C8F"/>
    <w:rsid w:val="0035011A"/>
    <w:rsid w:val="00350A25"/>
    <w:rsid w:val="003517D2"/>
    <w:rsid w:val="00352156"/>
    <w:rsid w:val="00353252"/>
    <w:rsid w:val="00353E5E"/>
    <w:rsid w:val="0035543B"/>
    <w:rsid w:val="00355EB7"/>
    <w:rsid w:val="00355F88"/>
    <w:rsid w:val="00356989"/>
    <w:rsid w:val="0035773A"/>
    <w:rsid w:val="003603E2"/>
    <w:rsid w:val="003629FE"/>
    <w:rsid w:val="003639D7"/>
    <w:rsid w:val="003644FC"/>
    <w:rsid w:val="00365B17"/>
    <w:rsid w:val="00366235"/>
    <w:rsid w:val="00366B2C"/>
    <w:rsid w:val="00367DB0"/>
    <w:rsid w:val="00367EE5"/>
    <w:rsid w:val="003746D1"/>
    <w:rsid w:val="00374ADB"/>
    <w:rsid w:val="00375117"/>
    <w:rsid w:val="00375528"/>
    <w:rsid w:val="003776FB"/>
    <w:rsid w:val="00381A97"/>
    <w:rsid w:val="0038279F"/>
    <w:rsid w:val="003840A8"/>
    <w:rsid w:val="00384208"/>
    <w:rsid w:val="00384DD9"/>
    <w:rsid w:val="003902B6"/>
    <w:rsid w:val="003902CB"/>
    <w:rsid w:val="00390E20"/>
    <w:rsid w:val="00391384"/>
    <w:rsid w:val="0039664C"/>
    <w:rsid w:val="003970DF"/>
    <w:rsid w:val="003A097B"/>
    <w:rsid w:val="003A1D8B"/>
    <w:rsid w:val="003A21F8"/>
    <w:rsid w:val="003A286B"/>
    <w:rsid w:val="003A578B"/>
    <w:rsid w:val="003A5A56"/>
    <w:rsid w:val="003A7359"/>
    <w:rsid w:val="003B090B"/>
    <w:rsid w:val="003B1091"/>
    <w:rsid w:val="003B3208"/>
    <w:rsid w:val="003B4725"/>
    <w:rsid w:val="003B554B"/>
    <w:rsid w:val="003B5BE5"/>
    <w:rsid w:val="003B6D17"/>
    <w:rsid w:val="003B6D5E"/>
    <w:rsid w:val="003B7999"/>
    <w:rsid w:val="003C0FC9"/>
    <w:rsid w:val="003C1D43"/>
    <w:rsid w:val="003C202A"/>
    <w:rsid w:val="003C2FD2"/>
    <w:rsid w:val="003C32B9"/>
    <w:rsid w:val="003C33BD"/>
    <w:rsid w:val="003C44E6"/>
    <w:rsid w:val="003C4833"/>
    <w:rsid w:val="003C4BB5"/>
    <w:rsid w:val="003C51D6"/>
    <w:rsid w:val="003C7944"/>
    <w:rsid w:val="003D03D5"/>
    <w:rsid w:val="003D0CA1"/>
    <w:rsid w:val="003D61F1"/>
    <w:rsid w:val="003D6E76"/>
    <w:rsid w:val="003E06AD"/>
    <w:rsid w:val="003E1A08"/>
    <w:rsid w:val="003E31F4"/>
    <w:rsid w:val="003E4CAE"/>
    <w:rsid w:val="003E4ECE"/>
    <w:rsid w:val="003E5153"/>
    <w:rsid w:val="003E5DA5"/>
    <w:rsid w:val="003E68EE"/>
    <w:rsid w:val="003F27D0"/>
    <w:rsid w:val="003F47D0"/>
    <w:rsid w:val="004001A9"/>
    <w:rsid w:val="004006C7"/>
    <w:rsid w:val="00400825"/>
    <w:rsid w:val="004008AE"/>
    <w:rsid w:val="00402553"/>
    <w:rsid w:val="004027F5"/>
    <w:rsid w:val="00402E13"/>
    <w:rsid w:val="00403E7B"/>
    <w:rsid w:val="0040483D"/>
    <w:rsid w:val="00406518"/>
    <w:rsid w:val="0040698A"/>
    <w:rsid w:val="00410F11"/>
    <w:rsid w:val="00413C28"/>
    <w:rsid w:val="00414FEC"/>
    <w:rsid w:val="00415959"/>
    <w:rsid w:val="00416CE4"/>
    <w:rsid w:val="0041768B"/>
    <w:rsid w:val="00420242"/>
    <w:rsid w:val="00420413"/>
    <w:rsid w:val="00424342"/>
    <w:rsid w:val="004274D3"/>
    <w:rsid w:val="00427B8A"/>
    <w:rsid w:val="00427E1A"/>
    <w:rsid w:val="00430194"/>
    <w:rsid w:val="004310F6"/>
    <w:rsid w:val="0043590C"/>
    <w:rsid w:val="0044015B"/>
    <w:rsid w:val="00440A4C"/>
    <w:rsid w:val="004426F6"/>
    <w:rsid w:val="00443271"/>
    <w:rsid w:val="00444E15"/>
    <w:rsid w:val="004452AF"/>
    <w:rsid w:val="004457E8"/>
    <w:rsid w:val="0044771C"/>
    <w:rsid w:val="00450CAE"/>
    <w:rsid w:val="00450FE3"/>
    <w:rsid w:val="00453E73"/>
    <w:rsid w:val="004541EE"/>
    <w:rsid w:val="004553E9"/>
    <w:rsid w:val="00455B69"/>
    <w:rsid w:val="00455C81"/>
    <w:rsid w:val="004568D8"/>
    <w:rsid w:val="00457492"/>
    <w:rsid w:val="00462093"/>
    <w:rsid w:val="00462D92"/>
    <w:rsid w:val="00462FB0"/>
    <w:rsid w:val="00463847"/>
    <w:rsid w:val="00463C77"/>
    <w:rsid w:val="00464384"/>
    <w:rsid w:val="00464941"/>
    <w:rsid w:val="004654AD"/>
    <w:rsid w:val="004676DA"/>
    <w:rsid w:val="004700E4"/>
    <w:rsid w:val="004701E6"/>
    <w:rsid w:val="00470451"/>
    <w:rsid w:val="00471C84"/>
    <w:rsid w:val="00473160"/>
    <w:rsid w:val="00473853"/>
    <w:rsid w:val="00473BCE"/>
    <w:rsid w:val="00474917"/>
    <w:rsid w:val="004750C1"/>
    <w:rsid w:val="00475FC2"/>
    <w:rsid w:val="00476B68"/>
    <w:rsid w:val="00476C10"/>
    <w:rsid w:val="00477BF3"/>
    <w:rsid w:val="004803C4"/>
    <w:rsid w:val="00480DBC"/>
    <w:rsid w:val="00483A0C"/>
    <w:rsid w:val="00483FFC"/>
    <w:rsid w:val="00484511"/>
    <w:rsid w:val="004855AA"/>
    <w:rsid w:val="00487116"/>
    <w:rsid w:val="00487B5A"/>
    <w:rsid w:val="004900C7"/>
    <w:rsid w:val="00490D6A"/>
    <w:rsid w:val="004911AF"/>
    <w:rsid w:val="004913B4"/>
    <w:rsid w:val="00491772"/>
    <w:rsid w:val="0049346C"/>
    <w:rsid w:val="00493D1F"/>
    <w:rsid w:val="00493DBF"/>
    <w:rsid w:val="00494505"/>
    <w:rsid w:val="0049629B"/>
    <w:rsid w:val="004A073F"/>
    <w:rsid w:val="004A26F8"/>
    <w:rsid w:val="004A3316"/>
    <w:rsid w:val="004A3929"/>
    <w:rsid w:val="004A48A9"/>
    <w:rsid w:val="004A6980"/>
    <w:rsid w:val="004A70E7"/>
    <w:rsid w:val="004B04A0"/>
    <w:rsid w:val="004B051D"/>
    <w:rsid w:val="004B18E2"/>
    <w:rsid w:val="004B2714"/>
    <w:rsid w:val="004B2AC2"/>
    <w:rsid w:val="004B348C"/>
    <w:rsid w:val="004B44C6"/>
    <w:rsid w:val="004B49F6"/>
    <w:rsid w:val="004B4F07"/>
    <w:rsid w:val="004B6D3A"/>
    <w:rsid w:val="004B7340"/>
    <w:rsid w:val="004C14D9"/>
    <w:rsid w:val="004C37D1"/>
    <w:rsid w:val="004C3DB7"/>
    <w:rsid w:val="004C52AA"/>
    <w:rsid w:val="004C6439"/>
    <w:rsid w:val="004C724C"/>
    <w:rsid w:val="004C7711"/>
    <w:rsid w:val="004C7A67"/>
    <w:rsid w:val="004C7CF6"/>
    <w:rsid w:val="004D2089"/>
    <w:rsid w:val="004D2EED"/>
    <w:rsid w:val="004D3855"/>
    <w:rsid w:val="004D4817"/>
    <w:rsid w:val="004D79E6"/>
    <w:rsid w:val="004E04B8"/>
    <w:rsid w:val="004E1322"/>
    <w:rsid w:val="004E1964"/>
    <w:rsid w:val="004E235C"/>
    <w:rsid w:val="004E2F50"/>
    <w:rsid w:val="004E5013"/>
    <w:rsid w:val="004E59E9"/>
    <w:rsid w:val="004E65B8"/>
    <w:rsid w:val="004E689D"/>
    <w:rsid w:val="004E6F60"/>
    <w:rsid w:val="004E730E"/>
    <w:rsid w:val="004E75B4"/>
    <w:rsid w:val="004E7D07"/>
    <w:rsid w:val="004F1C0C"/>
    <w:rsid w:val="004F3871"/>
    <w:rsid w:val="004F44DC"/>
    <w:rsid w:val="004F5294"/>
    <w:rsid w:val="004F5F13"/>
    <w:rsid w:val="004F6467"/>
    <w:rsid w:val="004F6FE1"/>
    <w:rsid w:val="004F700A"/>
    <w:rsid w:val="004F795E"/>
    <w:rsid w:val="0050066B"/>
    <w:rsid w:val="00501E67"/>
    <w:rsid w:val="0050399D"/>
    <w:rsid w:val="00503E7F"/>
    <w:rsid w:val="005044EB"/>
    <w:rsid w:val="00506452"/>
    <w:rsid w:val="00507EF3"/>
    <w:rsid w:val="005133A6"/>
    <w:rsid w:val="005139AA"/>
    <w:rsid w:val="0051642F"/>
    <w:rsid w:val="00516DCE"/>
    <w:rsid w:val="00517BA6"/>
    <w:rsid w:val="005211A2"/>
    <w:rsid w:val="00523457"/>
    <w:rsid w:val="005236B1"/>
    <w:rsid w:val="005240A1"/>
    <w:rsid w:val="00525291"/>
    <w:rsid w:val="00525ADC"/>
    <w:rsid w:val="00526AA1"/>
    <w:rsid w:val="005311C8"/>
    <w:rsid w:val="00532633"/>
    <w:rsid w:val="00532860"/>
    <w:rsid w:val="00534DEA"/>
    <w:rsid w:val="00535ADE"/>
    <w:rsid w:val="005369ED"/>
    <w:rsid w:val="00536E17"/>
    <w:rsid w:val="00541D62"/>
    <w:rsid w:val="00541D9B"/>
    <w:rsid w:val="005422AE"/>
    <w:rsid w:val="00542684"/>
    <w:rsid w:val="005429C9"/>
    <w:rsid w:val="0054339D"/>
    <w:rsid w:val="00543B2E"/>
    <w:rsid w:val="005441B2"/>
    <w:rsid w:val="00544294"/>
    <w:rsid w:val="00546EE2"/>
    <w:rsid w:val="00547AA2"/>
    <w:rsid w:val="0055058D"/>
    <w:rsid w:val="0055128D"/>
    <w:rsid w:val="00552BB7"/>
    <w:rsid w:val="00552D2E"/>
    <w:rsid w:val="00552EBA"/>
    <w:rsid w:val="00553E76"/>
    <w:rsid w:val="00554688"/>
    <w:rsid w:val="0055642E"/>
    <w:rsid w:val="00562288"/>
    <w:rsid w:val="00563441"/>
    <w:rsid w:val="00563603"/>
    <w:rsid w:val="005636AA"/>
    <w:rsid w:val="0056430D"/>
    <w:rsid w:val="00564765"/>
    <w:rsid w:val="00565562"/>
    <w:rsid w:val="0056716A"/>
    <w:rsid w:val="0056774B"/>
    <w:rsid w:val="00570108"/>
    <w:rsid w:val="00572F03"/>
    <w:rsid w:val="00573585"/>
    <w:rsid w:val="0057363B"/>
    <w:rsid w:val="00573939"/>
    <w:rsid w:val="005742F6"/>
    <w:rsid w:val="005749BC"/>
    <w:rsid w:val="00575961"/>
    <w:rsid w:val="00577B9A"/>
    <w:rsid w:val="00580B39"/>
    <w:rsid w:val="00581091"/>
    <w:rsid w:val="005813CF"/>
    <w:rsid w:val="00582C26"/>
    <w:rsid w:val="005842AF"/>
    <w:rsid w:val="005879D4"/>
    <w:rsid w:val="0059062F"/>
    <w:rsid w:val="00591707"/>
    <w:rsid w:val="00591F47"/>
    <w:rsid w:val="00592C71"/>
    <w:rsid w:val="00596065"/>
    <w:rsid w:val="005A0F98"/>
    <w:rsid w:val="005A3F97"/>
    <w:rsid w:val="005A623E"/>
    <w:rsid w:val="005A6445"/>
    <w:rsid w:val="005B0544"/>
    <w:rsid w:val="005B07B9"/>
    <w:rsid w:val="005B1D46"/>
    <w:rsid w:val="005B1FCD"/>
    <w:rsid w:val="005B28F6"/>
    <w:rsid w:val="005B387C"/>
    <w:rsid w:val="005B3D50"/>
    <w:rsid w:val="005B55EE"/>
    <w:rsid w:val="005B64B8"/>
    <w:rsid w:val="005C12F3"/>
    <w:rsid w:val="005C4E17"/>
    <w:rsid w:val="005C4F9C"/>
    <w:rsid w:val="005C5413"/>
    <w:rsid w:val="005C6657"/>
    <w:rsid w:val="005C69B0"/>
    <w:rsid w:val="005C6A6E"/>
    <w:rsid w:val="005C70EB"/>
    <w:rsid w:val="005C7381"/>
    <w:rsid w:val="005C7F61"/>
    <w:rsid w:val="005D10F4"/>
    <w:rsid w:val="005D18F1"/>
    <w:rsid w:val="005D3128"/>
    <w:rsid w:val="005D324D"/>
    <w:rsid w:val="005D44F2"/>
    <w:rsid w:val="005D656B"/>
    <w:rsid w:val="005D6A2A"/>
    <w:rsid w:val="005D7685"/>
    <w:rsid w:val="005E08D7"/>
    <w:rsid w:val="005E0CFF"/>
    <w:rsid w:val="005E1481"/>
    <w:rsid w:val="005E1E8D"/>
    <w:rsid w:val="005E20FC"/>
    <w:rsid w:val="005E29D4"/>
    <w:rsid w:val="005E3219"/>
    <w:rsid w:val="005E35F3"/>
    <w:rsid w:val="005E668D"/>
    <w:rsid w:val="005E695F"/>
    <w:rsid w:val="005F0642"/>
    <w:rsid w:val="005F0C07"/>
    <w:rsid w:val="005F1D5A"/>
    <w:rsid w:val="005F2CD6"/>
    <w:rsid w:val="005F2D32"/>
    <w:rsid w:val="005F2E32"/>
    <w:rsid w:val="005F3008"/>
    <w:rsid w:val="005F4F95"/>
    <w:rsid w:val="005F5238"/>
    <w:rsid w:val="00600ACA"/>
    <w:rsid w:val="00602802"/>
    <w:rsid w:val="00602A7B"/>
    <w:rsid w:val="00602DA2"/>
    <w:rsid w:val="006032C3"/>
    <w:rsid w:val="006046A5"/>
    <w:rsid w:val="00604E6A"/>
    <w:rsid w:val="006057FC"/>
    <w:rsid w:val="00605B2B"/>
    <w:rsid w:val="00606A8F"/>
    <w:rsid w:val="00606DFE"/>
    <w:rsid w:val="006073C4"/>
    <w:rsid w:val="006076DB"/>
    <w:rsid w:val="00607B1D"/>
    <w:rsid w:val="00610753"/>
    <w:rsid w:val="00610F67"/>
    <w:rsid w:val="006120E1"/>
    <w:rsid w:val="006122B6"/>
    <w:rsid w:val="00612A73"/>
    <w:rsid w:val="0061320D"/>
    <w:rsid w:val="006137AF"/>
    <w:rsid w:val="0061408E"/>
    <w:rsid w:val="006150FD"/>
    <w:rsid w:val="006158B4"/>
    <w:rsid w:val="00615E95"/>
    <w:rsid w:val="00616187"/>
    <w:rsid w:val="00616BE6"/>
    <w:rsid w:val="006178FE"/>
    <w:rsid w:val="0062094E"/>
    <w:rsid w:val="006239A6"/>
    <w:rsid w:val="0062429F"/>
    <w:rsid w:val="00625747"/>
    <w:rsid w:val="006269F6"/>
    <w:rsid w:val="0062799A"/>
    <w:rsid w:val="00627B60"/>
    <w:rsid w:val="0063323A"/>
    <w:rsid w:val="00633E9F"/>
    <w:rsid w:val="0063493E"/>
    <w:rsid w:val="00642088"/>
    <w:rsid w:val="00642F3A"/>
    <w:rsid w:val="00644B4B"/>
    <w:rsid w:val="00644D1F"/>
    <w:rsid w:val="00644FEB"/>
    <w:rsid w:val="006453D8"/>
    <w:rsid w:val="00646610"/>
    <w:rsid w:val="0064665C"/>
    <w:rsid w:val="00647A43"/>
    <w:rsid w:val="00650FBC"/>
    <w:rsid w:val="006510EF"/>
    <w:rsid w:val="00651C7E"/>
    <w:rsid w:val="00652769"/>
    <w:rsid w:val="00653483"/>
    <w:rsid w:val="00653804"/>
    <w:rsid w:val="00655C2B"/>
    <w:rsid w:val="00656E5D"/>
    <w:rsid w:val="006578E6"/>
    <w:rsid w:val="00657E4C"/>
    <w:rsid w:val="00660067"/>
    <w:rsid w:val="006607D0"/>
    <w:rsid w:val="0066087E"/>
    <w:rsid w:val="00661430"/>
    <w:rsid w:val="006636DC"/>
    <w:rsid w:val="006645ED"/>
    <w:rsid w:val="006646B8"/>
    <w:rsid w:val="0066491F"/>
    <w:rsid w:val="00664973"/>
    <w:rsid w:val="006667DC"/>
    <w:rsid w:val="00666B16"/>
    <w:rsid w:val="00666D17"/>
    <w:rsid w:val="006714BC"/>
    <w:rsid w:val="00671543"/>
    <w:rsid w:val="006718BE"/>
    <w:rsid w:val="00675671"/>
    <w:rsid w:val="0067647D"/>
    <w:rsid w:val="00676893"/>
    <w:rsid w:val="00677431"/>
    <w:rsid w:val="00677450"/>
    <w:rsid w:val="0067751E"/>
    <w:rsid w:val="00677527"/>
    <w:rsid w:val="00680138"/>
    <w:rsid w:val="00680570"/>
    <w:rsid w:val="00681B61"/>
    <w:rsid w:val="00681C63"/>
    <w:rsid w:val="00681E36"/>
    <w:rsid w:val="00682548"/>
    <w:rsid w:val="0068577A"/>
    <w:rsid w:val="00686B9F"/>
    <w:rsid w:val="00687EA0"/>
    <w:rsid w:val="0069044C"/>
    <w:rsid w:val="00694340"/>
    <w:rsid w:val="0069446F"/>
    <w:rsid w:val="00694475"/>
    <w:rsid w:val="00694C25"/>
    <w:rsid w:val="00695F45"/>
    <w:rsid w:val="006977CC"/>
    <w:rsid w:val="00697CDA"/>
    <w:rsid w:val="00697E16"/>
    <w:rsid w:val="006A2544"/>
    <w:rsid w:val="006A2C4C"/>
    <w:rsid w:val="006A317A"/>
    <w:rsid w:val="006A3F7B"/>
    <w:rsid w:val="006A544F"/>
    <w:rsid w:val="006A7158"/>
    <w:rsid w:val="006B0823"/>
    <w:rsid w:val="006B38C3"/>
    <w:rsid w:val="006B478E"/>
    <w:rsid w:val="006B5664"/>
    <w:rsid w:val="006B7CC4"/>
    <w:rsid w:val="006B7FF2"/>
    <w:rsid w:val="006C01E4"/>
    <w:rsid w:val="006C0210"/>
    <w:rsid w:val="006C09C5"/>
    <w:rsid w:val="006C1CD7"/>
    <w:rsid w:val="006C343F"/>
    <w:rsid w:val="006C3824"/>
    <w:rsid w:val="006C500A"/>
    <w:rsid w:val="006C5D55"/>
    <w:rsid w:val="006C5FFF"/>
    <w:rsid w:val="006C633E"/>
    <w:rsid w:val="006C7882"/>
    <w:rsid w:val="006C78BA"/>
    <w:rsid w:val="006C7941"/>
    <w:rsid w:val="006D02B1"/>
    <w:rsid w:val="006D0658"/>
    <w:rsid w:val="006D1A5A"/>
    <w:rsid w:val="006D2212"/>
    <w:rsid w:val="006D2E33"/>
    <w:rsid w:val="006D45C3"/>
    <w:rsid w:val="006D4711"/>
    <w:rsid w:val="006D4A8E"/>
    <w:rsid w:val="006D6EAE"/>
    <w:rsid w:val="006D7BE9"/>
    <w:rsid w:val="006E0B36"/>
    <w:rsid w:val="006E0B52"/>
    <w:rsid w:val="006E1826"/>
    <w:rsid w:val="006E1FBD"/>
    <w:rsid w:val="006E2BCA"/>
    <w:rsid w:val="006E3F29"/>
    <w:rsid w:val="006E4816"/>
    <w:rsid w:val="006E5129"/>
    <w:rsid w:val="006E5299"/>
    <w:rsid w:val="006E682B"/>
    <w:rsid w:val="006E6A23"/>
    <w:rsid w:val="006E74FE"/>
    <w:rsid w:val="006E75F6"/>
    <w:rsid w:val="006F1852"/>
    <w:rsid w:val="006F1E52"/>
    <w:rsid w:val="006F4F99"/>
    <w:rsid w:val="006F537E"/>
    <w:rsid w:val="006F5555"/>
    <w:rsid w:val="006F6A5F"/>
    <w:rsid w:val="007005E9"/>
    <w:rsid w:val="00700CC7"/>
    <w:rsid w:val="00701346"/>
    <w:rsid w:val="007015CE"/>
    <w:rsid w:val="00701BB1"/>
    <w:rsid w:val="007020FE"/>
    <w:rsid w:val="00703C90"/>
    <w:rsid w:val="00703EC6"/>
    <w:rsid w:val="0070603F"/>
    <w:rsid w:val="0071049B"/>
    <w:rsid w:val="00711A42"/>
    <w:rsid w:val="00712C6E"/>
    <w:rsid w:val="00715AD6"/>
    <w:rsid w:val="007165A5"/>
    <w:rsid w:val="00717825"/>
    <w:rsid w:val="00721534"/>
    <w:rsid w:val="007221D1"/>
    <w:rsid w:val="00722EB5"/>
    <w:rsid w:val="0072398B"/>
    <w:rsid w:val="007239A1"/>
    <w:rsid w:val="0072477F"/>
    <w:rsid w:val="00725CFD"/>
    <w:rsid w:val="0072652B"/>
    <w:rsid w:val="00731567"/>
    <w:rsid w:val="00731CA8"/>
    <w:rsid w:val="007340FB"/>
    <w:rsid w:val="00734338"/>
    <w:rsid w:val="007352B6"/>
    <w:rsid w:val="00735E0A"/>
    <w:rsid w:val="007365B4"/>
    <w:rsid w:val="00736D50"/>
    <w:rsid w:val="00740613"/>
    <w:rsid w:val="00741609"/>
    <w:rsid w:val="00744AD7"/>
    <w:rsid w:val="007474EC"/>
    <w:rsid w:val="00750ADB"/>
    <w:rsid w:val="00751E6A"/>
    <w:rsid w:val="0075301A"/>
    <w:rsid w:val="00753066"/>
    <w:rsid w:val="007531CE"/>
    <w:rsid w:val="00755A72"/>
    <w:rsid w:val="00760365"/>
    <w:rsid w:val="007610CB"/>
    <w:rsid w:val="0076262A"/>
    <w:rsid w:val="007629CD"/>
    <w:rsid w:val="00763347"/>
    <w:rsid w:val="00765E3A"/>
    <w:rsid w:val="00766DE3"/>
    <w:rsid w:val="00767013"/>
    <w:rsid w:val="007670F9"/>
    <w:rsid w:val="0077047A"/>
    <w:rsid w:val="00770719"/>
    <w:rsid w:val="00770D39"/>
    <w:rsid w:val="0077451E"/>
    <w:rsid w:val="0077595E"/>
    <w:rsid w:val="007776B2"/>
    <w:rsid w:val="00777DA8"/>
    <w:rsid w:val="00781571"/>
    <w:rsid w:val="00781ED4"/>
    <w:rsid w:val="0078356A"/>
    <w:rsid w:val="00783603"/>
    <w:rsid w:val="0078440E"/>
    <w:rsid w:val="00785376"/>
    <w:rsid w:val="007855A8"/>
    <w:rsid w:val="00786EC8"/>
    <w:rsid w:val="007933FC"/>
    <w:rsid w:val="007940F7"/>
    <w:rsid w:val="007953A0"/>
    <w:rsid w:val="00796CD4"/>
    <w:rsid w:val="0079711B"/>
    <w:rsid w:val="007A0BCD"/>
    <w:rsid w:val="007A0F4D"/>
    <w:rsid w:val="007A13DC"/>
    <w:rsid w:val="007A2DE0"/>
    <w:rsid w:val="007A3731"/>
    <w:rsid w:val="007A4367"/>
    <w:rsid w:val="007A44EB"/>
    <w:rsid w:val="007A4CA6"/>
    <w:rsid w:val="007A4E5F"/>
    <w:rsid w:val="007A510D"/>
    <w:rsid w:val="007A5E96"/>
    <w:rsid w:val="007A687C"/>
    <w:rsid w:val="007A7A4B"/>
    <w:rsid w:val="007B389B"/>
    <w:rsid w:val="007B54A0"/>
    <w:rsid w:val="007B600F"/>
    <w:rsid w:val="007C03C8"/>
    <w:rsid w:val="007C03E3"/>
    <w:rsid w:val="007C0ADE"/>
    <w:rsid w:val="007C1016"/>
    <w:rsid w:val="007C2350"/>
    <w:rsid w:val="007C2E24"/>
    <w:rsid w:val="007C3BAE"/>
    <w:rsid w:val="007C4241"/>
    <w:rsid w:val="007C4A94"/>
    <w:rsid w:val="007C52D7"/>
    <w:rsid w:val="007C5972"/>
    <w:rsid w:val="007C6AE2"/>
    <w:rsid w:val="007D0835"/>
    <w:rsid w:val="007D1D94"/>
    <w:rsid w:val="007D27A6"/>
    <w:rsid w:val="007D3528"/>
    <w:rsid w:val="007D3754"/>
    <w:rsid w:val="007D42F5"/>
    <w:rsid w:val="007D450C"/>
    <w:rsid w:val="007D4E5C"/>
    <w:rsid w:val="007D4FE5"/>
    <w:rsid w:val="007D5A98"/>
    <w:rsid w:val="007D7058"/>
    <w:rsid w:val="007E0ABE"/>
    <w:rsid w:val="007E0B1E"/>
    <w:rsid w:val="007E179D"/>
    <w:rsid w:val="007E23E5"/>
    <w:rsid w:val="007E3596"/>
    <w:rsid w:val="007E3FCC"/>
    <w:rsid w:val="007E44C1"/>
    <w:rsid w:val="007E6529"/>
    <w:rsid w:val="007F17CB"/>
    <w:rsid w:val="007F1CD8"/>
    <w:rsid w:val="007F28A5"/>
    <w:rsid w:val="007F35DB"/>
    <w:rsid w:val="007F3AD8"/>
    <w:rsid w:val="007F46CC"/>
    <w:rsid w:val="007F493F"/>
    <w:rsid w:val="007F5DBC"/>
    <w:rsid w:val="007F60A1"/>
    <w:rsid w:val="007F6B7E"/>
    <w:rsid w:val="007F77A7"/>
    <w:rsid w:val="008011D2"/>
    <w:rsid w:val="00801FF3"/>
    <w:rsid w:val="008034FC"/>
    <w:rsid w:val="00803852"/>
    <w:rsid w:val="00803ED8"/>
    <w:rsid w:val="00805DF9"/>
    <w:rsid w:val="00806A4A"/>
    <w:rsid w:val="00806F2A"/>
    <w:rsid w:val="008071EB"/>
    <w:rsid w:val="008071F1"/>
    <w:rsid w:val="00807E58"/>
    <w:rsid w:val="00810CF3"/>
    <w:rsid w:val="008123A0"/>
    <w:rsid w:val="00814AC6"/>
    <w:rsid w:val="00816967"/>
    <w:rsid w:val="008207D4"/>
    <w:rsid w:val="008211D4"/>
    <w:rsid w:val="0082325A"/>
    <w:rsid w:val="00827C23"/>
    <w:rsid w:val="00827E8D"/>
    <w:rsid w:val="00830854"/>
    <w:rsid w:val="00834348"/>
    <w:rsid w:val="00834B73"/>
    <w:rsid w:val="00836BD0"/>
    <w:rsid w:val="00837CC8"/>
    <w:rsid w:val="00837EF1"/>
    <w:rsid w:val="008408B1"/>
    <w:rsid w:val="00841144"/>
    <w:rsid w:val="00841769"/>
    <w:rsid w:val="00842189"/>
    <w:rsid w:val="00842B1C"/>
    <w:rsid w:val="00843465"/>
    <w:rsid w:val="0084450C"/>
    <w:rsid w:val="00850BD2"/>
    <w:rsid w:val="00852C11"/>
    <w:rsid w:val="00853887"/>
    <w:rsid w:val="00853A3F"/>
    <w:rsid w:val="00855BA3"/>
    <w:rsid w:val="00856392"/>
    <w:rsid w:val="008565B4"/>
    <w:rsid w:val="0086029F"/>
    <w:rsid w:val="00861D3E"/>
    <w:rsid w:val="00867C0B"/>
    <w:rsid w:val="00870AEF"/>
    <w:rsid w:val="00870D3D"/>
    <w:rsid w:val="008713DC"/>
    <w:rsid w:val="00874E57"/>
    <w:rsid w:val="008758BF"/>
    <w:rsid w:val="00877AFB"/>
    <w:rsid w:val="00877C42"/>
    <w:rsid w:val="00881D89"/>
    <w:rsid w:val="00883EBC"/>
    <w:rsid w:val="00884008"/>
    <w:rsid w:val="008843F0"/>
    <w:rsid w:val="00884950"/>
    <w:rsid w:val="00884BAD"/>
    <w:rsid w:val="00886FC0"/>
    <w:rsid w:val="00887A72"/>
    <w:rsid w:val="00890732"/>
    <w:rsid w:val="008908E9"/>
    <w:rsid w:val="00892D60"/>
    <w:rsid w:val="00892FD1"/>
    <w:rsid w:val="00895997"/>
    <w:rsid w:val="00895E72"/>
    <w:rsid w:val="008A03BC"/>
    <w:rsid w:val="008A0E54"/>
    <w:rsid w:val="008A1178"/>
    <w:rsid w:val="008A1458"/>
    <w:rsid w:val="008A199F"/>
    <w:rsid w:val="008A1C7F"/>
    <w:rsid w:val="008A1F94"/>
    <w:rsid w:val="008A22CC"/>
    <w:rsid w:val="008A22CE"/>
    <w:rsid w:val="008A39B6"/>
    <w:rsid w:val="008A41CE"/>
    <w:rsid w:val="008A5256"/>
    <w:rsid w:val="008A666E"/>
    <w:rsid w:val="008A6AFF"/>
    <w:rsid w:val="008A6C17"/>
    <w:rsid w:val="008A75B6"/>
    <w:rsid w:val="008B1309"/>
    <w:rsid w:val="008B278F"/>
    <w:rsid w:val="008B33A6"/>
    <w:rsid w:val="008B44DA"/>
    <w:rsid w:val="008B4AD7"/>
    <w:rsid w:val="008B4D49"/>
    <w:rsid w:val="008B549B"/>
    <w:rsid w:val="008B673B"/>
    <w:rsid w:val="008B6A8B"/>
    <w:rsid w:val="008B79F8"/>
    <w:rsid w:val="008C1B87"/>
    <w:rsid w:val="008C446F"/>
    <w:rsid w:val="008C4498"/>
    <w:rsid w:val="008C4EB8"/>
    <w:rsid w:val="008C6DDA"/>
    <w:rsid w:val="008D22FF"/>
    <w:rsid w:val="008D2731"/>
    <w:rsid w:val="008D346E"/>
    <w:rsid w:val="008D4098"/>
    <w:rsid w:val="008D55C1"/>
    <w:rsid w:val="008D6A24"/>
    <w:rsid w:val="008D6E6F"/>
    <w:rsid w:val="008D788C"/>
    <w:rsid w:val="008E2757"/>
    <w:rsid w:val="008E48C2"/>
    <w:rsid w:val="008E704C"/>
    <w:rsid w:val="008E74A5"/>
    <w:rsid w:val="008F0995"/>
    <w:rsid w:val="008F22E2"/>
    <w:rsid w:val="008F4203"/>
    <w:rsid w:val="008F48C7"/>
    <w:rsid w:val="008F5473"/>
    <w:rsid w:val="008F5BDF"/>
    <w:rsid w:val="008F5EAD"/>
    <w:rsid w:val="008F79C1"/>
    <w:rsid w:val="009002EF"/>
    <w:rsid w:val="0090096D"/>
    <w:rsid w:val="009021D3"/>
    <w:rsid w:val="0090569A"/>
    <w:rsid w:val="00906781"/>
    <w:rsid w:val="00906D3F"/>
    <w:rsid w:val="009079E2"/>
    <w:rsid w:val="00912463"/>
    <w:rsid w:val="00912CC3"/>
    <w:rsid w:val="00913006"/>
    <w:rsid w:val="00914CCE"/>
    <w:rsid w:val="00914F4F"/>
    <w:rsid w:val="00916020"/>
    <w:rsid w:val="0091706C"/>
    <w:rsid w:val="00917AFD"/>
    <w:rsid w:val="00917DF9"/>
    <w:rsid w:val="00920D09"/>
    <w:rsid w:val="00924050"/>
    <w:rsid w:val="009249E4"/>
    <w:rsid w:val="00924F58"/>
    <w:rsid w:val="0092579B"/>
    <w:rsid w:val="009263C0"/>
    <w:rsid w:val="00927150"/>
    <w:rsid w:val="00927B13"/>
    <w:rsid w:val="00930CFB"/>
    <w:rsid w:val="00930E9F"/>
    <w:rsid w:val="00931C63"/>
    <w:rsid w:val="00931E6E"/>
    <w:rsid w:val="00932C92"/>
    <w:rsid w:val="00932D0B"/>
    <w:rsid w:val="00937302"/>
    <w:rsid w:val="00937A48"/>
    <w:rsid w:val="00937CDF"/>
    <w:rsid w:val="0094080F"/>
    <w:rsid w:val="00940BD9"/>
    <w:rsid w:val="009414ED"/>
    <w:rsid w:val="00942200"/>
    <w:rsid w:val="00942440"/>
    <w:rsid w:val="00942985"/>
    <w:rsid w:val="00944AD4"/>
    <w:rsid w:val="00944DC4"/>
    <w:rsid w:val="009505A9"/>
    <w:rsid w:val="00951703"/>
    <w:rsid w:val="00952EA5"/>
    <w:rsid w:val="0095339C"/>
    <w:rsid w:val="0095361A"/>
    <w:rsid w:val="00953AD0"/>
    <w:rsid w:val="00954570"/>
    <w:rsid w:val="0095499A"/>
    <w:rsid w:val="0095546C"/>
    <w:rsid w:val="00955F05"/>
    <w:rsid w:val="00961758"/>
    <w:rsid w:val="00962798"/>
    <w:rsid w:val="00962B04"/>
    <w:rsid w:val="00965837"/>
    <w:rsid w:val="00965AF6"/>
    <w:rsid w:val="00966E52"/>
    <w:rsid w:val="00967270"/>
    <w:rsid w:val="00967C34"/>
    <w:rsid w:val="00971E0D"/>
    <w:rsid w:val="009737D8"/>
    <w:rsid w:val="00976B23"/>
    <w:rsid w:val="00977024"/>
    <w:rsid w:val="009813E7"/>
    <w:rsid w:val="009829BF"/>
    <w:rsid w:val="00984558"/>
    <w:rsid w:val="00985078"/>
    <w:rsid w:val="00986C44"/>
    <w:rsid w:val="00986D66"/>
    <w:rsid w:val="00987410"/>
    <w:rsid w:val="00987BBF"/>
    <w:rsid w:val="0099013B"/>
    <w:rsid w:val="0099074D"/>
    <w:rsid w:val="0099126C"/>
    <w:rsid w:val="009913F8"/>
    <w:rsid w:val="0099383F"/>
    <w:rsid w:val="009946BE"/>
    <w:rsid w:val="00995E96"/>
    <w:rsid w:val="00996C8E"/>
    <w:rsid w:val="00997C42"/>
    <w:rsid w:val="00997FD4"/>
    <w:rsid w:val="009A0FF7"/>
    <w:rsid w:val="009A2640"/>
    <w:rsid w:val="009A26C3"/>
    <w:rsid w:val="009A3B57"/>
    <w:rsid w:val="009A3BE3"/>
    <w:rsid w:val="009A797C"/>
    <w:rsid w:val="009B06BA"/>
    <w:rsid w:val="009B0E54"/>
    <w:rsid w:val="009B15B9"/>
    <w:rsid w:val="009B2A44"/>
    <w:rsid w:val="009B3748"/>
    <w:rsid w:val="009B5BB4"/>
    <w:rsid w:val="009B5CC1"/>
    <w:rsid w:val="009B718D"/>
    <w:rsid w:val="009B7EA6"/>
    <w:rsid w:val="009C026D"/>
    <w:rsid w:val="009C037F"/>
    <w:rsid w:val="009C1B07"/>
    <w:rsid w:val="009C25E6"/>
    <w:rsid w:val="009C42CC"/>
    <w:rsid w:val="009C5068"/>
    <w:rsid w:val="009C6796"/>
    <w:rsid w:val="009C6D8D"/>
    <w:rsid w:val="009C783B"/>
    <w:rsid w:val="009D0ACE"/>
    <w:rsid w:val="009D13EA"/>
    <w:rsid w:val="009D2405"/>
    <w:rsid w:val="009D3BB0"/>
    <w:rsid w:val="009D416D"/>
    <w:rsid w:val="009D4802"/>
    <w:rsid w:val="009D4DEE"/>
    <w:rsid w:val="009D5458"/>
    <w:rsid w:val="009D5B82"/>
    <w:rsid w:val="009D69B5"/>
    <w:rsid w:val="009D7745"/>
    <w:rsid w:val="009E25DC"/>
    <w:rsid w:val="009E3FCC"/>
    <w:rsid w:val="009E6454"/>
    <w:rsid w:val="009E781D"/>
    <w:rsid w:val="009F2611"/>
    <w:rsid w:val="009F4888"/>
    <w:rsid w:val="009F4D0B"/>
    <w:rsid w:val="009F633A"/>
    <w:rsid w:val="009F7D00"/>
    <w:rsid w:val="009F7E89"/>
    <w:rsid w:val="00A00557"/>
    <w:rsid w:val="00A00CF1"/>
    <w:rsid w:val="00A01A87"/>
    <w:rsid w:val="00A01B8A"/>
    <w:rsid w:val="00A01C28"/>
    <w:rsid w:val="00A02D56"/>
    <w:rsid w:val="00A036D4"/>
    <w:rsid w:val="00A045DE"/>
    <w:rsid w:val="00A04D7B"/>
    <w:rsid w:val="00A05F11"/>
    <w:rsid w:val="00A06038"/>
    <w:rsid w:val="00A072A3"/>
    <w:rsid w:val="00A0756E"/>
    <w:rsid w:val="00A10A08"/>
    <w:rsid w:val="00A113B2"/>
    <w:rsid w:val="00A130B1"/>
    <w:rsid w:val="00A14DB8"/>
    <w:rsid w:val="00A15DA0"/>
    <w:rsid w:val="00A17A25"/>
    <w:rsid w:val="00A17B17"/>
    <w:rsid w:val="00A204EC"/>
    <w:rsid w:val="00A2083C"/>
    <w:rsid w:val="00A20BB8"/>
    <w:rsid w:val="00A22E33"/>
    <w:rsid w:val="00A24404"/>
    <w:rsid w:val="00A249E2"/>
    <w:rsid w:val="00A254EF"/>
    <w:rsid w:val="00A26629"/>
    <w:rsid w:val="00A31335"/>
    <w:rsid w:val="00A33E26"/>
    <w:rsid w:val="00A342BD"/>
    <w:rsid w:val="00A37E9E"/>
    <w:rsid w:val="00A4093A"/>
    <w:rsid w:val="00A41BB7"/>
    <w:rsid w:val="00A43FF0"/>
    <w:rsid w:val="00A45C07"/>
    <w:rsid w:val="00A54DCC"/>
    <w:rsid w:val="00A61437"/>
    <w:rsid w:val="00A61520"/>
    <w:rsid w:val="00A61FAC"/>
    <w:rsid w:val="00A62CA9"/>
    <w:rsid w:val="00A6530E"/>
    <w:rsid w:val="00A663FA"/>
    <w:rsid w:val="00A66AF5"/>
    <w:rsid w:val="00A66C87"/>
    <w:rsid w:val="00A715D3"/>
    <w:rsid w:val="00A7329F"/>
    <w:rsid w:val="00A738C6"/>
    <w:rsid w:val="00A73AC0"/>
    <w:rsid w:val="00A747AF"/>
    <w:rsid w:val="00A75A21"/>
    <w:rsid w:val="00A767F1"/>
    <w:rsid w:val="00A77403"/>
    <w:rsid w:val="00A800E5"/>
    <w:rsid w:val="00A808F9"/>
    <w:rsid w:val="00A81A33"/>
    <w:rsid w:val="00A820E8"/>
    <w:rsid w:val="00A85D98"/>
    <w:rsid w:val="00A86847"/>
    <w:rsid w:val="00A90430"/>
    <w:rsid w:val="00A913B1"/>
    <w:rsid w:val="00A919DF"/>
    <w:rsid w:val="00A91A56"/>
    <w:rsid w:val="00A92AC9"/>
    <w:rsid w:val="00A93C96"/>
    <w:rsid w:val="00A93D8F"/>
    <w:rsid w:val="00A94087"/>
    <w:rsid w:val="00A95FB9"/>
    <w:rsid w:val="00A96F26"/>
    <w:rsid w:val="00AA03E5"/>
    <w:rsid w:val="00AA121B"/>
    <w:rsid w:val="00AA188C"/>
    <w:rsid w:val="00AA20A7"/>
    <w:rsid w:val="00AA2EFA"/>
    <w:rsid w:val="00AA3BA1"/>
    <w:rsid w:val="00AA3F5F"/>
    <w:rsid w:val="00AA4787"/>
    <w:rsid w:val="00AA640E"/>
    <w:rsid w:val="00AA648D"/>
    <w:rsid w:val="00AA6F66"/>
    <w:rsid w:val="00AA7E13"/>
    <w:rsid w:val="00AB2078"/>
    <w:rsid w:val="00AB3D3A"/>
    <w:rsid w:val="00AB4030"/>
    <w:rsid w:val="00AB4982"/>
    <w:rsid w:val="00AB5C75"/>
    <w:rsid w:val="00AB5F55"/>
    <w:rsid w:val="00AB6357"/>
    <w:rsid w:val="00AB6ADC"/>
    <w:rsid w:val="00AB6DC0"/>
    <w:rsid w:val="00AB7B4C"/>
    <w:rsid w:val="00AC024C"/>
    <w:rsid w:val="00AC104D"/>
    <w:rsid w:val="00AC149C"/>
    <w:rsid w:val="00AC2162"/>
    <w:rsid w:val="00AC2632"/>
    <w:rsid w:val="00AC30BC"/>
    <w:rsid w:val="00AC3ABA"/>
    <w:rsid w:val="00AC4123"/>
    <w:rsid w:val="00AC4353"/>
    <w:rsid w:val="00AC4594"/>
    <w:rsid w:val="00AC4C63"/>
    <w:rsid w:val="00AC50EB"/>
    <w:rsid w:val="00AC57CF"/>
    <w:rsid w:val="00AD124B"/>
    <w:rsid w:val="00AD24EA"/>
    <w:rsid w:val="00AD2561"/>
    <w:rsid w:val="00AD290B"/>
    <w:rsid w:val="00AD2C06"/>
    <w:rsid w:val="00AD7365"/>
    <w:rsid w:val="00AE2678"/>
    <w:rsid w:val="00AE2B66"/>
    <w:rsid w:val="00AE2F76"/>
    <w:rsid w:val="00AE2FE8"/>
    <w:rsid w:val="00AE304B"/>
    <w:rsid w:val="00AE3FC5"/>
    <w:rsid w:val="00AE4EA9"/>
    <w:rsid w:val="00AE57EB"/>
    <w:rsid w:val="00AE58FA"/>
    <w:rsid w:val="00AE716B"/>
    <w:rsid w:val="00AF21D6"/>
    <w:rsid w:val="00AF248E"/>
    <w:rsid w:val="00AF2A9E"/>
    <w:rsid w:val="00AF3AB1"/>
    <w:rsid w:val="00AF3D55"/>
    <w:rsid w:val="00AF4293"/>
    <w:rsid w:val="00AF64D6"/>
    <w:rsid w:val="00AF7C87"/>
    <w:rsid w:val="00B001AF"/>
    <w:rsid w:val="00B00C84"/>
    <w:rsid w:val="00B04432"/>
    <w:rsid w:val="00B044F9"/>
    <w:rsid w:val="00B110E0"/>
    <w:rsid w:val="00B11EF0"/>
    <w:rsid w:val="00B1318C"/>
    <w:rsid w:val="00B13B48"/>
    <w:rsid w:val="00B15A27"/>
    <w:rsid w:val="00B161D2"/>
    <w:rsid w:val="00B16634"/>
    <w:rsid w:val="00B17973"/>
    <w:rsid w:val="00B21F48"/>
    <w:rsid w:val="00B23708"/>
    <w:rsid w:val="00B238D9"/>
    <w:rsid w:val="00B249D5"/>
    <w:rsid w:val="00B256F8"/>
    <w:rsid w:val="00B259D3"/>
    <w:rsid w:val="00B2636A"/>
    <w:rsid w:val="00B2709D"/>
    <w:rsid w:val="00B277AB"/>
    <w:rsid w:val="00B27886"/>
    <w:rsid w:val="00B27D44"/>
    <w:rsid w:val="00B32E95"/>
    <w:rsid w:val="00B3307A"/>
    <w:rsid w:val="00B33F96"/>
    <w:rsid w:val="00B3580A"/>
    <w:rsid w:val="00B36DE7"/>
    <w:rsid w:val="00B37386"/>
    <w:rsid w:val="00B3766B"/>
    <w:rsid w:val="00B4085F"/>
    <w:rsid w:val="00B40BDB"/>
    <w:rsid w:val="00B40BF8"/>
    <w:rsid w:val="00B40DE5"/>
    <w:rsid w:val="00B42B13"/>
    <w:rsid w:val="00B45AC5"/>
    <w:rsid w:val="00B4678F"/>
    <w:rsid w:val="00B468C4"/>
    <w:rsid w:val="00B46AE1"/>
    <w:rsid w:val="00B47100"/>
    <w:rsid w:val="00B47930"/>
    <w:rsid w:val="00B5051D"/>
    <w:rsid w:val="00B50B9C"/>
    <w:rsid w:val="00B5160E"/>
    <w:rsid w:val="00B55229"/>
    <w:rsid w:val="00B55836"/>
    <w:rsid w:val="00B60297"/>
    <w:rsid w:val="00B604D9"/>
    <w:rsid w:val="00B60666"/>
    <w:rsid w:val="00B619C7"/>
    <w:rsid w:val="00B620CA"/>
    <w:rsid w:val="00B62173"/>
    <w:rsid w:val="00B62F74"/>
    <w:rsid w:val="00B63256"/>
    <w:rsid w:val="00B678DB"/>
    <w:rsid w:val="00B70393"/>
    <w:rsid w:val="00B71888"/>
    <w:rsid w:val="00B722DE"/>
    <w:rsid w:val="00B723A5"/>
    <w:rsid w:val="00B72C5B"/>
    <w:rsid w:val="00B72D49"/>
    <w:rsid w:val="00B7312E"/>
    <w:rsid w:val="00B74768"/>
    <w:rsid w:val="00B75317"/>
    <w:rsid w:val="00B76137"/>
    <w:rsid w:val="00B768DC"/>
    <w:rsid w:val="00B769EB"/>
    <w:rsid w:val="00B8116A"/>
    <w:rsid w:val="00B84956"/>
    <w:rsid w:val="00B84F5B"/>
    <w:rsid w:val="00B85216"/>
    <w:rsid w:val="00B857EE"/>
    <w:rsid w:val="00B85AAE"/>
    <w:rsid w:val="00B86F60"/>
    <w:rsid w:val="00B90375"/>
    <w:rsid w:val="00B907DA"/>
    <w:rsid w:val="00B909B6"/>
    <w:rsid w:val="00B90E2C"/>
    <w:rsid w:val="00B91C49"/>
    <w:rsid w:val="00B934BA"/>
    <w:rsid w:val="00B95673"/>
    <w:rsid w:val="00B95C56"/>
    <w:rsid w:val="00B978A9"/>
    <w:rsid w:val="00B97B24"/>
    <w:rsid w:val="00BA0D22"/>
    <w:rsid w:val="00BA3570"/>
    <w:rsid w:val="00BA4536"/>
    <w:rsid w:val="00BB1423"/>
    <w:rsid w:val="00BB5BF1"/>
    <w:rsid w:val="00BB5F48"/>
    <w:rsid w:val="00BC0ACA"/>
    <w:rsid w:val="00BC116D"/>
    <w:rsid w:val="00BC3F5C"/>
    <w:rsid w:val="00BC57DF"/>
    <w:rsid w:val="00BC662B"/>
    <w:rsid w:val="00BC6FF9"/>
    <w:rsid w:val="00BC7BC3"/>
    <w:rsid w:val="00BD01A3"/>
    <w:rsid w:val="00BD0929"/>
    <w:rsid w:val="00BD1004"/>
    <w:rsid w:val="00BD36DD"/>
    <w:rsid w:val="00BD3FA6"/>
    <w:rsid w:val="00BD5194"/>
    <w:rsid w:val="00BD61BA"/>
    <w:rsid w:val="00BD6305"/>
    <w:rsid w:val="00BD6C32"/>
    <w:rsid w:val="00BE3B2F"/>
    <w:rsid w:val="00BE5B8C"/>
    <w:rsid w:val="00BE748A"/>
    <w:rsid w:val="00BE7578"/>
    <w:rsid w:val="00BF1012"/>
    <w:rsid w:val="00BF117E"/>
    <w:rsid w:val="00BF1CFB"/>
    <w:rsid w:val="00BF2488"/>
    <w:rsid w:val="00BF3C19"/>
    <w:rsid w:val="00BF3C7B"/>
    <w:rsid w:val="00BF6AA7"/>
    <w:rsid w:val="00BF6D4A"/>
    <w:rsid w:val="00BF751C"/>
    <w:rsid w:val="00C00AA5"/>
    <w:rsid w:val="00C0233D"/>
    <w:rsid w:val="00C02A71"/>
    <w:rsid w:val="00C04F24"/>
    <w:rsid w:val="00C05278"/>
    <w:rsid w:val="00C0592B"/>
    <w:rsid w:val="00C060A1"/>
    <w:rsid w:val="00C077EB"/>
    <w:rsid w:val="00C10411"/>
    <w:rsid w:val="00C107EC"/>
    <w:rsid w:val="00C11F7A"/>
    <w:rsid w:val="00C1397D"/>
    <w:rsid w:val="00C13E03"/>
    <w:rsid w:val="00C1562F"/>
    <w:rsid w:val="00C15837"/>
    <w:rsid w:val="00C20233"/>
    <w:rsid w:val="00C22EFA"/>
    <w:rsid w:val="00C23333"/>
    <w:rsid w:val="00C2526C"/>
    <w:rsid w:val="00C265F5"/>
    <w:rsid w:val="00C2752C"/>
    <w:rsid w:val="00C326E4"/>
    <w:rsid w:val="00C333F9"/>
    <w:rsid w:val="00C3403E"/>
    <w:rsid w:val="00C37410"/>
    <w:rsid w:val="00C37D20"/>
    <w:rsid w:val="00C400F9"/>
    <w:rsid w:val="00C407AA"/>
    <w:rsid w:val="00C40EC2"/>
    <w:rsid w:val="00C463F9"/>
    <w:rsid w:val="00C4678A"/>
    <w:rsid w:val="00C501CA"/>
    <w:rsid w:val="00C53F62"/>
    <w:rsid w:val="00C63A45"/>
    <w:rsid w:val="00C64849"/>
    <w:rsid w:val="00C65947"/>
    <w:rsid w:val="00C65B92"/>
    <w:rsid w:val="00C65CEF"/>
    <w:rsid w:val="00C66F95"/>
    <w:rsid w:val="00C7089E"/>
    <w:rsid w:val="00C713E1"/>
    <w:rsid w:val="00C7151C"/>
    <w:rsid w:val="00C73496"/>
    <w:rsid w:val="00C7474E"/>
    <w:rsid w:val="00C74B22"/>
    <w:rsid w:val="00C77522"/>
    <w:rsid w:val="00C81C38"/>
    <w:rsid w:val="00C82F73"/>
    <w:rsid w:val="00C8338A"/>
    <w:rsid w:val="00C8400E"/>
    <w:rsid w:val="00C84573"/>
    <w:rsid w:val="00C848A8"/>
    <w:rsid w:val="00C84C33"/>
    <w:rsid w:val="00C92D38"/>
    <w:rsid w:val="00C9750E"/>
    <w:rsid w:val="00CA0A08"/>
    <w:rsid w:val="00CA0BF4"/>
    <w:rsid w:val="00CA26AF"/>
    <w:rsid w:val="00CA3320"/>
    <w:rsid w:val="00CA406E"/>
    <w:rsid w:val="00CA561B"/>
    <w:rsid w:val="00CA59EF"/>
    <w:rsid w:val="00CA5E0B"/>
    <w:rsid w:val="00CA771A"/>
    <w:rsid w:val="00CB1768"/>
    <w:rsid w:val="00CB1F7B"/>
    <w:rsid w:val="00CB351E"/>
    <w:rsid w:val="00CB3DF7"/>
    <w:rsid w:val="00CB576E"/>
    <w:rsid w:val="00CB5921"/>
    <w:rsid w:val="00CB5BC3"/>
    <w:rsid w:val="00CB6D8E"/>
    <w:rsid w:val="00CB7A59"/>
    <w:rsid w:val="00CC0344"/>
    <w:rsid w:val="00CC06C7"/>
    <w:rsid w:val="00CC2559"/>
    <w:rsid w:val="00CC32BD"/>
    <w:rsid w:val="00CC5690"/>
    <w:rsid w:val="00CD36A7"/>
    <w:rsid w:val="00CD37DE"/>
    <w:rsid w:val="00CD3988"/>
    <w:rsid w:val="00CD3B9E"/>
    <w:rsid w:val="00CD453A"/>
    <w:rsid w:val="00CD5205"/>
    <w:rsid w:val="00CD52ED"/>
    <w:rsid w:val="00CD5863"/>
    <w:rsid w:val="00CD6302"/>
    <w:rsid w:val="00CE09E3"/>
    <w:rsid w:val="00CE0F6C"/>
    <w:rsid w:val="00CE188C"/>
    <w:rsid w:val="00CE1E01"/>
    <w:rsid w:val="00CE3267"/>
    <w:rsid w:val="00CE3840"/>
    <w:rsid w:val="00CE406E"/>
    <w:rsid w:val="00CE5208"/>
    <w:rsid w:val="00CE6064"/>
    <w:rsid w:val="00CE6E50"/>
    <w:rsid w:val="00CF268C"/>
    <w:rsid w:val="00CF2BD0"/>
    <w:rsid w:val="00CF36E9"/>
    <w:rsid w:val="00CF569C"/>
    <w:rsid w:val="00CF5BD9"/>
    <w:rsid w:val="00CF7C4A"/>
    <w:rsid w:val="00D00CFC"/>
    <w:rsid w:val="00D01225"/>
    <w:rsid w:val="00D01AAC"/>
    <w:rsid w:val="00D037C8"/>
    <w:rsid w:val="00D05733"/>
    <w:rsid w:val="00D059B9"/>
    <w:rsid w:val="00D1100A"/>
    <w:rsid w:val="00D1181B"/>
    <w:rsid w:val="00D11AC3"/>
    <w:rsid w:val="00D11EC8"/>
    <w:rsid w:val="00D12386"/>
    <w:rsid w:val="00D12B11"/>
    <w:rsid w:val="00D1306A"/>
    <w:rsid w:val="00D17003"/>
    <w:rsid w:val="00D179DB"/>
    <w:rsid w:val="00D22082"/>
    <w:rsid w:val="00D22693"/>
    <w:rsid w:val="00D231E5"/>
    <w:rsid w:val="00D23C6E"/>
    <w:rsid w:val="00D248E5"/>
    <w:rsid w:val="00D25B32"/>
    <w:rsid w:val="00D27B8E"/>
    <w:rsid w:val="00D30853"/>
    <w:rsid w:val="00D30BBD"/>
    <w:rsid w:val="00D31014"/>
    <w:rsid w:val="00D31A7B"/>
    <w:rsid w:val="00D326D0"/>
    <w:rsid w:val="00D33434"/>
    <w:rsid w:val="00D335E2"/>
    <w:rsid w:val="00D336CA"/>
    <w:rsid w:val="00D34E68"/>
    <w:rsid w:val="00D364D4"/>
    <w:rsid w:val="00D36829"/>
    <w:rsid w:val="00D40C43"/>
    <w:rsid w:val="00D41BD2"/>
    <w:rsid w:val="00D42F81"/>
    <w:rsid w:val="00D43C81"/>
    <w:rsid w:val="00D44386"/>
    <w:rsid w:val="00D456A9"/>
    <w:rsid w:val="00D4660A"/>
    <w:rsid w:val="00D5301F"/>
    <w:rsid w:val="00D53558"/>
    <w:rsid w:val="00D54091"/>
    <w:rsid w:val="00D55694"/>
    <w:rsid w:val="00D55E07"/>
    <w:rsid w:val="00D55F20"/>
    <w:rsid w:val="00D5627A"/>
    <w:rsid w:val="00D57228"/>
    <w:rsid w:val="00D57E23"/>
    <w:rsid w:val="00D60D08"/>
    <w:rsid w:val="00D61FA6"/>
    <w:rsid w:val="00D6480B"/>
    <w:rsid w:val="00D65E07"/>
    <w:rsid w:val="00D6683A"/>
    <w:rsid w:val="00D67303"/>
    <w:rsid w:val="00D67494"/>
    <w:rsid w:val="00D67D16"/>
    <w:rsid w:val="00D7045B"/>
    <w:rsid w:val="00D70B48"/>
    <w:rsid w:val="00D718BA"/>
    <w:rsid w:val="00D7297C"/>
    <w:rsid w:val="00D72B5C"/>
    <w:rsid w:val="00D755E1"/>
    <w:rsid w:val="00D81A64"/>
    <w:rsid w:val="00D82761"/>
    <w:rsid w:val="00D82C27"/>
    <w:rsid w:val="00D8302A"/>
    <w:rsid w:val="00D8326D"/>
    <w:rsid w:val="00D83AC4"/>
    <w:rsid w:val="00D84756"/>
    <w:rsid w:val="00D8590B"/>
    <w:rsid w:val="00D85B88"/>
    <w:rsid w:val="00D85EF9"/>
    <w:rsid w:val="00D86692"/>
    <w:rsid w:val="00D86810"/>
    <w:rsid w:val="00D8762C"/>
    <w:rsid w:val="00D93225"/>
    <w:rsid w:val="00D935C8"/>
    <w:rsid w:val="00D94964"/>
    <w:rsid w:val="00D963CB"/>
    <w:rsid w:val="00DA1F3A"/>
    <w:rsid w:val="00DA28A9"/>
    <w:rsid w:val="00DA30BA"/>
    <w:rsid w:val="00DA340F"/>
    <w:rsid w:val="00DA467B"/>
    <w:rsid w:val="00DA4CC0"/>
    <w:rsid w:val="00DA5010"/>
    <w:rsid w:val="00DA5E62"/>
    <w:rsid w:val="00DA71E6"/>
    <w:rsid w:val="00DA75E6"/>
    <w:rsid w:val="00DB2BB1"/>
    <w:rsid w:val="00DB3932"/>
    <w:rsid w:val="00DB3FE3"/>
    <w:rsid w:val="00DB625C"/>
    <w:rsid w:val="00DB6414"/>
    <w:rsid w:val="00DC2867"/>
    <w:rsid w:val="00DC29B2"/>
    <w:rsid w:val="00DC370B"/>
    <w:rsid w:val="00DC37E3"/>
    <w:rsid w:val="00DC4EDB"/>
    <w:rsid w:val="00DC6A59"/>
    <w:rsid w:val="00DC737C"/>
    <w:rsid w:val="00DC7AED"/>
    <w:rsid w:val="00DD1F2F"/>
    <w:rsid w:val="00DD36F4"/>
    <w:rsid w:val="00DD6ACD"/>
    <w:rsid w:val="00DD75FC"/>
    <w:rsid w:val="00DE029A"/>
    <w:rsid w:val="00DE0E87"/>
    <w:rsid w:val="00DE45FC"/>
    <w:rsid w:val="00DE6063"/>
    <w:rsid w:val="00DE7D98"/>
    <w:rsid w:val="00DF0884"/>
    <w:rsid w:val="00DF1939"/>
    <w:rsid w:val="00DF26B3"/>
    <w:rsid w:val="00DF2A22"/>
    <w:rsid w:val="00DF2ABC"/>
    <w:rsid w:val="00DF2CD8"/>
    <w:rsid w:val="00DF400C"/>
    <w:rsid w:val="00DF47AA"/>
    <w:rsid w:val="00DF4AF5"/>
    <w:rsid w:val="00DF4F92"/>
    <w:rsid w:val="00DF60FA"/>
    <w:rsid w:val="00DF6B75"/>
    <w:rsid w:val="00DF7A3D"/>
    <w:rsid w:val="00E005DF"/>
    <w:rsid w:val="00E00790"/>
    <w:rsid w:val="00E0166E"/>
    <w:rsid w:val="00E043BC"/>
    <w:rsid w:val="00E0447B"/>
    <w:rsid w:val="00E04CB4"/>
    <w:rsid w:val="00E06F47"/>
    <w:rsid w:val="00E07DA1"/>
    <w:rsid w:val="00E10D88"/>
    <w:rsid w:val="00E10EE0"/>
    <w:rsid w:val="00E11AC5"/>
    <w:rsid w:val="00E138C8"/>
    <w:rsid w:val="00E139A9"/>
    <w:rsid w:val="00E1620C"/>
    <w:rsid w:val="00E16C06"/>
    <w:rsid w:val="00E172E8"/>
    <w:rsid w:val="00E2430A"/>
    <w:rsid w:val="00E24DD3"/>
    <w:rsid w:val="00E2510B"/>
    <w:rsid w:val="00E25468"/>
    <w:rsid w:val="00E262FF"/>
    <w:rsid w:val="00E323DC"/>
    <w:rsid w:val="00E32E79"/>
    <w:rsid w:val="00E33C42"/>
    <w:rsid w:val="00E357A5"/>
    <w:rsid w:val="00E35DF9"/>
    <w:rsid w:val="00E37DB1"/>
    <w:rsid w:val="00E40AC6"/>
    <w:rsid w:val="00E429CE"/>
    <w:rsid w:val="00E42FE0"/>
    <w:rsid w:val="00E43581"/>
    <w:rsid w:val="00E445BD"/>
    <w:rsid w:val="00E458EA"/>
    <w:rsid w:val="00E45CB0"/>
    <w:rsid w:val="00E45F1F"/>
    <w:rsid w:val="00E50AA0"/>
    <w:rsid w:val="00E51022"/>
    <w:rsid w:val="00E549B4"/>
    <w:rsid w:val="00E54A97"/>
    <w:rsid w:val="00E5506A"/>
    <w:rsid w:val="00E55602"/>
    <w:rsid w:val="00E55F76"/>
    <w:rsid w:val="00E61D41"/>
    <w:rsid w:val="00E6208D"/>
    <w:rsid w:val="00E63657"/>
    <w:rsid w:val="00E646CC"/>
    <w:rsid w:val="00E65360"/>
    <w:rsid w:val="00E665AE"/>
    <w:rsid w:val="00E703A9"/>
    <w:rsid w:val="00E72C81"/>
    <w:rsid w:val="00E75332"/>
    <w:rsid w:val="00E7665D"/>
    <w:rsid w:val="00E76CB0"/>
    <w:rsid w:val="00E81722"/>
    <w:rsid w:val="00E824BD"/>
    <w:rsid w:val="00E83E54"/>
    <w:rsid w:val="00E8507B"/>
    <w:rsid w:val="00E8668B"/>
    <w:rsid w:val="00E87443"/>
    <w:rsid w:val="00E90C50"/>
    <w:rsid w:val="00E91D90"/>
    <w:rsid w:val="00E932B6"/>
    <w:rsid w:val="00E93C17"/>
    <w:rsid w:val="00E946C1"/>
    <w:rsid w:val="00E9516E"/>
    <w:rsid w:val="00E9612E"/>
    <w:rsid w:val="00E96A99"/>
    <w:rsid w:val="00E96E42"/>
    <w:rsid w:val="00EA0B94"/>
    <w:rsid w:val="00EA112B"/>
    <w:rsid w:val="00EA1A48"/>
    <w:rsid w:val="00EA4B93"/>
    <w:rsid w:val="00EA67F2"/>
    <w:rsid w:val="00EB0D11"/>
    <w:rsid w:val="00EB0DE7"/>
    <w:rsid w:val="00EB3293"/>
    <w:rsid w:val="00EB3407"/>
    <w:rsid w:val="00EB3EC3"/>
    <w:rsid w:val="00EB6275"/>
    <w:rsid w:val="00EB69FF"/>
    <w:rsid w:val="00EC1904"/>
    <w:rsid w:val="00EC3898"/>
    <w:rsid w:val="00EC3C8D"/>
    <w:rsid w:val="00EC4573"/>
    <w:rsid w:val="00EC4C83"/>
    <w:rsid w:val="00EC59F0"/>
    <w:rsid w:val="00EC6F00"/>
    <w:rsid w:val="00ED0EC6"/>
    <w:rsid w:val="00ED1202"/>
    <w:rsid w:val="00ED6054"/>
    <w:rsid w:val="00ED60F3"/>
    <w:rsid w:val="00ED68B6"/>
    <w:rsid w:val="00ED7269"/>
    <w:rsid w:val="00ED7C96"/>
    <w:rsid w:val="00EE00C0"/>
    <w:rsid w:val="00EE032E"/>
    <w:rsid w:val="00EE0F1D"/>
    <w:rsid w:val="00EE20BF"/>
    <w:rsid w:val="00EE4462"/>
    <w:rsid w:val="00EE46DB"/>
    <w:rsid w:val="00EE54A6"/>
    <w:rsid w:val="00EF021E"/>
    <w:rsid w:val="00EF07C3"/>
    <w:rsid w:val="00EF1876"/>
    <w:rsid w:val="00EF2241"/>
    <w:rsid w:val="00EF2C4D"/>
    <w:rsid w:val="00EF35E5"/>
    <w:rsid w:val="00EF4FCE"/>
    <w:rsid w:val="00EF522F"/>
    <w:rsid w:val="00EF5678"/>
    <w:rsid w:val="00EF7B23"/>
    <w:rsid w:val="00F0200F"/>
    <w:rsid w:val="00F02263"/>
    <w:rsid w:val="00F03511"/>
    <w:rsid w:val="00F05986"/>
    <w:rsid w:val="00F05C28"/>
    <w:rsid w:val="00F070B1"/>
    <w:rsid w:val="00F11734"/>
    <w:rsid w:val="00F11A1D"/>
    <w:rsid w:val="00F120A7"/>
    <w:rsid w:val="00F1212E"/>
    <w:rsid w:val="00F12840"/>
    <w:rsid w:val="00F13ED0"/>
    <w:rsid w:val="00F14630"/>
    <w:rsid w:val="00F14D07"/>
    <w:rsid w:val="00F17059"/>
    <w:rsid w:val="00F20FE4"/>
    <w:rsid w:val="00F24F82"/>
    <w:rsid w:val="00F26821"/>
    <w:rsid w:val="00F319D8"/>
    <w:rsid w:val="00F3509E"/>
    <w:rsid w:val="00F3667D"/>
    <w:rsid w:val="00F36A48"/>
    <w:rsid w:val="00F36B8A"/>
    <w:rsid w:val="00F36C44"/>
    <w:rsid w:val="00F36CF6"/>
    <w:rsid w:val="00F37395"/>
    <w:rsid w:val="00F377E5"/>
    <w:rsid w:val="00F40BCB"/>
    <w:rsid w:val="00F412BA"/>
    <w:rsid w:val="00F419FA"/>
    <w:rsid w:val="00F41D13"/>
    <w:rsid w:val="00F4202A"/>
    <w:rsid w:val="00F44E07"/>
    <w:rsid w:val="00F44FDF"/>
    <w:rsid w:val="00F502F2"/>
    <w:rsid w:val="00F50379"/>
    <w:rsid w:val="00F51951"/>
    <w:rsid w:val="00F52BDD"/>
    <w:rsid w:val="00F53F8C"/>
    <w:rsid w:val="00F54769"/>
    <w:rsid w:val="00F554DF"/>
    <w:rsid w:val="00F56C35"/>
    <w:rsid w:val="00F56D88"/>
    <w:rsid w:val="00F57876"/>
    <w:rsid w:val="00F604CF"/>
    <w:rsid w:val="00F61B4D"/>
    <w:rsid w:val="00F63259"/>
    <w:rsid w:val="00F63693"/>
    <w:rsid w:val="00F65169"/>
    <w:rsid w:val="00F666F6"/>
    <w:rsid w:val="00F66B93"/>
    <w:rsid w:val="00F67EA8"/>
    <w:rsid w:val="00F70FE3"/>
    <w:rsid w:val="00F77050"/>
    <w:rsid w:val="00F77AEB"/>
    <w:rsid w:val="00F77FB0"/>
    <w:rsid w:val="00F8107B"/>
    <w:rsid w:val="00F8302A"/>
    <w:rsid w:val="00F851E3"/>
    <w:rsid w:val="00F8583D"/>
    <w:rsid w:val="00F86D6E"/>
    <w:rsid w:val="00F91734"/>
    <w:rsid w:val="00F932BE"/>
    <w:rsid w:val="00F934F8"/>
    <w:rsid w:val="00F9494A"/>
    <w:rsid w:val="00F95342"/>
    <w:rsid w:val="00F971D2"/>
    <w:rsid w:val="00FA07A6"/>
    <w:rsid w:val="00FA2698"/>
    <w:rsid w:val="00FA2CBE"/>
    <w:rsid w:val="00FA3957"/>
    <w:rsid w:val="00FA3D01"/>
    <w:rsid w:val="00FA3E2F"/>
    <w:rsid w:val="00FA5176"/>
    <w:rsid w:val="00FA724A"/>
    <w:rsid w:val="00FA7E39"/>
    <w:rsid w:val="00FB08E0"/>
    <w:rsid w:val="00FB0C41"/>
    <w:rsid w:val="00FB2274"/>
    <w:rsid w:val="00FB335A"/>
    <w:rsid w:val="00FB3CD4"/>
    <w:rsid w:val="00FB4255"/>
    <w:rsid w:val="00FB4DF0"/>
    <w:rsid w:val="00FB6655"/>
    <w:rsid w:val="00FB7564"/>
    <w:rsid w:val="00FB7C62"/>
    <w:rsid w:val="00FC14CF"/>
    <w:rsid w:val="00FC1F73"/>
    <w:rsid w:val="00FC2A8B"/>
    <w:rsid w:val="00FC318D"/>
    <w:rsid w:val="00FC36D5"/>
    <w:rsid w:val="00FC4B12"/>
    <w:rsid w:val="00FC4E99"/>
    <w:rsid w:val="00FC5932"/>
    <w:rsid w:val="00FC69CC"/>
    <w:rsid w:val="00FC7671"/>
    <w:rsid w:val="00FC76C5"/>
    <w:rsid w:val="00FD0E0F"/>
    <w:rsid w:val="00FD1DA0"/>
    <w:rsid w:val="00FD20B8"/>
    <w:rsid w:val="00FD47C6"/>
    <w:rsid w:val="00FD5970"/>
    <w:rsid w:val="00FD69CA"/>
    <w:rsid w:val="00FD6CD2"/>
    <w:rsid w:val="00FD768D"/>
    <w:rsid w:val="00FE2EE5"/>
    <w:rsid w:val="00FE4E92"/>
    <w:rsid w:val="00FE5AEF"/>
    <w:rsid w:val="00FF0197"/>
    <w:rsid w:val="00FF1D46"/>
    <w:rsid w:val="00FF3174"/>
    <w:rsid w:val="00FF33A8"/>
    <w:rsid w:val="00FF4F88"/>
    <w:rsid w:val="00FF50E2"/>
    <w:rsid w:val="00FF72A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3705"/>
    <w:pPr>
      <w:spacing w:line="276" w:lineRule="auto"/>
    </w:pPr>
    <w:rPr>
      <w:sz w:val="26"/>
      <w:lang w:eastAsia="en-US"/>
    </w:rPr>
  </w:style>
  <w:style w:type="paragraph" w:styleId="Heading3">
    <w:name w:val="heading 3"/>
    <w:basedOn w:val="Normal"/>
    <w:next w:val="Normal"/>
    <w:link w:val="Heading3Char"/>
    <w:uiPriority w:val="99"/>
    <w:qFormat/>
    <w:rsid w:val="00087A81"/>
    <w:pPr>
      <w:keepNext/>
      <w:autoSpaceDE w:val="0"/>
      <w:autoSpaceDN w:val="0"/>
      <w:adjustRightInd w:val="0"/>
      <w:spacing w:line="240" w:lineRule="auto"/>
      <w:ind w:firstLine="709"/>
      <w:jc w:val="both"/>
      <w:outlineLvl w:val="2"/>
    </w:pPr>
    <w:rPr>
      <w:rFonts w:eastAsia="Times New Roman"/>
      <w:sz w:val="28"/>
      <w:szCs w:val="28"/>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087A81"/>
    <w:rPr>
      <w:rFonts w:eastAsia="Times New Roman" w:cs="Times New Roman"/>
      <w:sz w:val="28"/>
    </w:rPr>
  </w:style>
  <w:style w:type="paragraph" w:customStyle="1" w:styleId="ConsPlusTitle">
    <w:name w:val="ConsPlusTitle"/>
    <w:uiPriority w:val="99"/>
    <w:rsid w:val="00113705"/>
    <w:pPr>
      <w:widowControl w:val="0"/>
      <w:autoSpaceDE w:val="0"/>
      <w:autoSpaceDN w:val="0"/>
      <w:adjustRightInd w:val="0"/>
    </w:pPr>
    <w:rPr>
      <w:rFonts w:eastAsia="Times New Roman"/>
      <w:b/>
      <w:bCs/>
      <w:sz w:val="26"/>
      <w:szCs w:val="26"/>
    </w:rPr>
  </w:style>
  <w:style w:type="character" w:styleId="Hyperlink">
    <w:name w:val="Hyperlink"/>
    <w:basedOn w:val="DefaultParagraphFont"/>
    <w:uiPriority w:val="99"/>
    <w:rsid w:val="00113705"/>
    <w:rPr>
      <w:rFonts w:cs="Times New Roman"/>
      <w:color w:val="0000FF"/>
      <w:u w:val="single"/>
    </w:rPr>
  </w:style>
  <w:style w:type="paragraph" w:customStyle="1" w:styleId="ConsPlusNormal">
    <w:name w:val="ConsPlusNormal"/>
    <w:link w:val="ConsPlusNormal0"/>
    <w:uiPriority w:val="99"/>
    <w:rsid w:val="00113705"/>
    <w:pPr>
      <w:widowControl w:val="0"/>
      <w:autoSpaceDE w:val="0"/>
      <w:autoSpaceDN w:val="0"/>
      <w:adjustRightInd w:val="0"/>
      <w:ind w:firstLine="720"/>
    </w:pPr>
    <w:rPr>
      <w:rFonts w:ascii="Arial" w:hAnsi="Arial"/>
    </w:rPr>
  </w:style>
  <w:style w:type="paragraph" w:customStyle="1" w:styleId="1">
    <w:name w:val="Абзац списка1"/>
    <w:basedOn w:val="Normal"/>
    <w:uiPriority w:val="99"/>
    <w:rsid w:val="00113705"/>
    <w:pPr>
      <w:spacing w:line="360" w:lineRule="auto"/>
      <w:ind w:firstLine="709"/>
      <w:jc w:val="both"/>
    </w:pPr>
    <w:rPr>
      <w:szCs w:val="26"/>
      <w:lang w:eastAsia="ru-RU"/>
    </w:rPr>
  </w:style>
  <w:style w:type="paragraph" w:styleId="NormalWeb">
    <w:name w:val="Normal (Web)"/>
    <w:aliases w:val="Обычный (веб) Знак1,Обычный (веб) Знак Знак"/>
    <w:basedOn w:val="Normal"/>
    <w:link w:val="NormalWebChar"/>
    <w:uiPriority w:val="99"/>
    <w:rsid w:val="00D11AC3"/>
    <w:pPr>
      <w:spacing w:before="100" w:beforeAutospacing="1" w:after="100" w:afterAutospacing="1" w:line="360" w:lineRule="auto"/>
      <w:jc w:val="both"/>
    </w:pPr>
    <w:rPr>
      <w:rFonts w:eastAsia="SimSun"/>
      <w:sz w:val="16"/>
      <w:szCs w:val="20"/>
      <w:lang w:eastAsia="ru-RU"/>
    </w:rPr>
  </w:style>
  <w:style w:type="character" w:customStyle="1" w:styleId="NormalWebChar">
    <w:name w:val="Normal (Web) Char"/>
    <w:aliases w:val="Обычный (веб) Знак1 Char,Обычный (веб) Знак Знак Char"/>
    <w:link w:val="NormalWeb"/>
    <w:uiPriority w:val="99"/>
    <w:locked/>
    <w:rsid w:val="00D11AC3"/>
    <w:rPr>
      <w:rFonts w:eastAsia="SimSun"/>
      <w:sz w:val="16"/>
    </w:rPr>
  </w:style>
  <w:style w:type="character" w:customStyle="1" w:styleId="ConsPlusNormal0">
    <w:name w:val="ConsPlusNormal Знак"/>
    <w:link w:val="ConsPlusNormal"/>
    <w:uiPriority w:val="99"/>
    <w:locked/>
    <w:rsid w:val="00D11AC3"/>
    <w:rPr>
      <w:rFonts w:ascii="Arial" w:hAnsi="Arial"/>
      <w:sz w:val="22"/>
      <w:lang w:val="ru-RU" w:eastAsia="ru-RU"/>
    </w:rPr>
  </w:style>
  <w:style w:type="paragraph" w:customStyle="1" w:styleId="ConsPlusNonformat">
    <w:name w:val="ConsPlusNonformat"/>
    <w:uiPriority w:val="99"/>
    <w:rsid w:val="0062429F"/>
    <w:pPr>
      <w:autoSpaceDE w:val="0"/>
      <w:autoSpaceDN w:val="0"/>
      <w:adjustRightInd w:val="0"/>
    </w:pPr>
    <w:rPr>
      <w:rFonts w:ascii="Courier New" w:hAnsi="Courier New" w:cs="Courier New"/>
      <w:sz w:val="20"/>
      <w:szCs w:val="20"/>
    </w:rPr>
  </w:style>
  <w:style w:type="paragraph" w:customStyle="1" w:styleId="ConsPlusCell">
    <w:name w:val="ConsPlusCell"/>
    <w:uiPriority w:val="99"/>
    <w:rsid w:val="0062429F"/>
    <w:pPr>
      <w:autoSpaceDE w:val="0"/>
      <w:autoSpaceDN w:val="0"/>
      <w:adjustRightInd w:val="0"/>
    </w:pPr>
    <w:rPr>
      <w:rFonts w:ascii="Arial" w:hAnsi="Arial" w:cs="Arial"/>
      <w:sz w:val="20"/>
      <w:szCs w:val="20"/>
    </w:rPr>
  </w:style>
  <w:style w:type="paragraph" w:styleId="BodyText">
    <w:name w:val="Body Text"/>
    <w:basedOn w:val="Normal"/>
    <w:link w:val="BodyTextChar"/>
    <w:uiPriority w:val="99"/>
    <w:semiHidden/>
    <w:rsid w:val="00087A81"/>
    <w:pPr>
      <w:spacing w:line="240" w:lineRule="auto"/>
      <w:jc w:val="both"/>
    </w:pPr>
    <w:rPr>
      <w:rFonts w:eastAsia="Times New Roman"/>
      <w:sz w:val="28"/>
      <w:szCs w:val="24"/>
      <w:lang w:eastAsia="ru-RU"/>
    </w:rPr>
  </w:style>
  <w:style w:type="character" w:customStyle="1" w:styleId="BodyTextChar">
    <w:name w:val="Body Text Char"/>
    <w:basedOn w:val="DefaultParagraphFont"/>
    <w:link w:val="BodyText"/>
    <w:uiPriority w:val="99"/>
    <w:semiHidden/>
    <w:locked/>
    <w:rsid w:val="00087A81"/>
    <w:rPr>
      <w:rFonts w:eastAsia="Times New Roman" w:cs="Times New Roman"/>
      <w:sz w:val="24"/>
    </w:rPr>
  </w:style>
  <w:style w:type="paragraph" w:styleId="BodyTextIndent">
    <w:name w:val="Body Text Indent"/>
    <w:basedOn w:val="Normal"/>
    <w:link w:val="BodyTextIndentChar"/>
    <w:uiPriority w:val="99"/>
    <w:semiHidden/>
    <w:rsid w:val="00087A81"/>
    <w:pPr>
      <w:autoSpaceDE w:val="0"/>
      <w:autoSpaceDN w:val="0"/>
      <w:adjustRightInd w:val="0"/>
      <w:spacing w:line="240" w:lineRule="auto"/>
      <w:ind w:firstLine="540"/>
      <w:jc w:val="both"/>
      <w:outlineLvl w:val="2"/>
    </w:pPr>
    <w:rPr>
      <w:rFonts w:eastAsia="Times New Roman"/>
      <w:sz w:val="28"/>
      <w:szCs w:val="28"/>
      <w:lang w:eastAsia="ru-RU"/>
    </w:rPr>
  </w:style>
  <w:style w:type="character" w:customStyle="1" w:styleId="BodyTextIndentChar">
    <w:name w:val="Body Text Indent Char"/>
    <w:basedOn w:val="DefaultParagraphFont"/>
    <w:link w:val="BodyTextIndent"/>
    <w:uiPriority w:val="99"/>
    <w:semiHidden/>
    <w:locked/>
    <w:rsid w:val="00087A81"/>
    <w:rPr>
      <w:rFonts w:eastAsia="Times New Roman" w:cs="Times New Roman"/>
      <w:sz w:val="28"/>
    </w:rPr>
  </w:style>
  <w:style w:type="paragraph" w:customStyle="1" w:styleId="10">
    <w:name w:val="Текст1"/>
    <w:basedOn w:val="Normal"/>
    <w:link w:val="11"/>
    <w:uiPriority w:val="99"/>
    <w:rsid w:val="00CD6302"/>
    <w:pPr>
      <w:spacing w:line="240" w:lineRule="auto"/>
      <w:ind w:firstLine="709"/>
      <w:jc w:val="both"/>
    </w:pPr>
    <w:rPr>
      <w:rFonts w:eastAsia="Times New Roman"/>
      <w:sz w:val="24"/>
      <w:szCs w:val="20"/>
      <w:lang w:eastAsia="ru-RU"/>
    </w:rPr>
  </w:style>
  <w:style w:type="paragraph" w:customStyle="1" w:styleId="a">
    <w:name w:val="ненумер список"/>
    <w:basedOn w:val="10"/>
    <w:link w:val="a0"/>
    <w:uiPriority w:val="99"/>
    <w:rsid w:val="00CD6302"/>
    <w:pPr>
      <w:numPr>
        <w:numId w:val="13"/>
      </w:numPr>
      <w:ind w:firstLine="414"/>
    </w:pPr>
  </w:style>
  <w:style w:type="character" w:customStyle="1" w:styleId="11">
    <w:name w:val="Текст1 Знак"/>
    <w:link w:val="10"/>
    <w:uiPriority w:val="99"/>
    <w:locked/>
    <w:rsid w:val="00CD6302"/>
    <w:rPr>
      <w:rFonts w:eastAsia="Times New Roman"/>
      <w:sz w:val="24"/>
    </w:rPr>
  </w:style>
  <w:style w:type="character" w:customStyle="1" w:styleId="a0">
    <w:name w:val="ненумер список Знак"/>
    <w:link w:val="a"/>
    <w:uiPriority w:val="99"/>
    <w:locked/>
    <w:rsid w:val="00CD6302"/>
    <w:rPr>
      <w:rFonts w:eastAsia="Times New Roman"/>
      <w:sz w:val="24"/>
    </w:rPr>
  </w:style>
  <w:style w:type="paragraph" w:customStyle="1" w:styleId="Default">
    <w:name w:val="Default"/>
    <w:uiPriority w:val="99"/>
    <w:rsid w:val="00490D6A"/>
    <w:pPr>
      <w:autoSpaceDE w:val="0"/>
      <w:autoSpaceDN w:val="0"/>
      <w:adjustRightInd w:val="0"/>
    </w:pPr>
    <w:rPr>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divs>
    <w:div w:id="2061123034">
      <w:marLeft w:val="0"/>
      <w:marRight w:val="0"/>
      <w:marTop w:val="0"/>
      <w:marBottom w:val="0"/>
      <w:divBdr>
        <w:top w:val="none" w:sz="0" w:space="0" w:color="auto"/>
        <w:left w:val="none" w:sz="0" w:space="0" w:color="auto"/>
        <w:bottom w:val="none" w:sz="0" w:space="0" w:color="auto"/>
        <w:right w:val="none" w:sz="0" w:space="0" w:color="auto"/>
      </w:divBdr>
    </w:div>
    <w:div w:id="206112303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326</TotalTime>
  <Pages>3</Pages>
  <Words>1219</Words>
  <Characters>6950</Characters>
  <Application>Microsoft Office Outlook</Application>
  <DocSecurity>0</DocSecurity>
  <Lines>0</Lines>
  <Paragraphs>0</Paragraphs>
  <ScaleCrop>false</ScaleCrop>
  <Company>2BGroup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 Sergeev</dc:creator>
  <cp:keywords/>
  <dc:description/>
  <cp:lastModifiedBy>Оксана</cp:lastModifiedBy>
  <cp:revision>147</cp:revision>
  <cp:lastPrinted>2017-02-07T06:44:00Z</cp:lastPrinted>
  <dcterms:created xsi:type="dcterms:W3CDTF">2014-02-20T04:24:00Z</dcterms:created>
  <dcterms:modified xsi:type="dcterms:W3CDTF">2017-02-09T09:33:00Z</dcterms:modified>
</cp:coreProperties>
</file>